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535" w:rsidRPr="00ED0F51" w:rsidRDefault="002B2535" w:rsidP="008B4FB7">
      <w:pPr>
        <w:pStyle w:val="WW-Tekstpodstawowywcity2"/>
        <w:spacing w:line="360" w:lineRule="auto"/>
        <w:ind w:firstLine="0"/>
        <w:jc w:val="center"/>
        <w:rPr>
          <w:rFonts w:ascii="Arial" w:hAnsi="Arial" w:cs="Arial"/>
          <w:b/>
          <w:szCs w:val="24"/>
        </w:rPr>
      </w:pPr>
      <w:r w:rsidRPr="00ED0F51">
        <w:rPr>
          <w:rFonts w:ascii="Arial" w:hAnsi="Arial" w:cs="Arial"/>
          <w:b/>
          <w:szCs w:val="24"/>
        </w:rPr>
        <w:t xml:space="preserve">PLAN ROZWOJU UCZNIA </w:t>
      </w:r>
    </w:p>
    <w:p w:rsidR="002B2535" w:rsidRPr="007D3750" w:rsidRDefault="002B2535" w:rsidP="007D3750">
      <w:pPr>
        <w:pStyle w:val="WW-Tekstpodstawowywcity2"/>
        <w:spacing w:after="240" w:line="276" w:lineRule="auto"/>
        <w:ind w:firstLine="0"/>
        <w:jc w:val="center"/>
        <w:rPr>
          <w:rFonts w:ascii="Arial" w:hAnsi="Arial" w:cs="Arial"/>
        </w:rPr>
      </w:pPr>
      <w:r w:rsidRPr="00ED0F51">
        <w:rPr>
          <w:rFonts w:ascii="Arial" w:hAnsi="Arial" w:cs="Arial"/>
          <w:sz w:val="20"/>
        </w:rPr>
        <w:t xml:space="preserve">(wypełnia Kandydat na Opiekuna dydaktycznego stypendysty lub Wnioskodawca; </w:t>
      </w:r>
      <w:r w:rsidRPr="00ED0F51">
        <w:rPr>
          <w:rFonts w:ascii="Arial" w:hAnsi="Arial" w:cs="Arial"/>
          <w:sz w:val="20"/>
        </w:rPr>
        <w:br/>
        <w:t>w przypadku sporządzenia PRU przez Wnioskodawcę Kandydat na Opiekuna dydaktycznego stypendysty musi go zaakceptować)</w:t>
      </w:r>
      <w:r w:rsidRPr="00ED0F51">
        <w:rPr>
          <w:rFonts w:ascii="Arial" w:hAnsi="Arial" w:cs="Arial"/>
          <w:szCs w:val="24"/>
        </w:rPr>
        <w:t xml:space="preserve"> </w:t>
      </w:r>
      <w:r w:rsidRPr="00ED0F51">
        <w:rPr>
          <w:rStyle w:val="FootnoteReference"/>
          <w:rFonts w:ascii="Arial" w:hAnsi="Arial" w:cs="Arial"/>
          <w:szCs w:val="24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7"/>
        <w:gridCol w:w="6671"/>
      </w:tblGrid>
      <w:tr w:rsidR="002B2535" w:rsidRPr="00ED0F51" w:rsidTr="007D3750">
        <w:trPr>
          <w:trHeight w:hRule="exact" w:val="567"/>
        </w:trPr>
        <w:tc>
          <w:tcPr>
            <w:tcW w:w="9288" w:type="dxa"/>
            <w:gridSpan w:val="2"/>
            <w:shd w:val="clear" w:color="auto" w:fill="D9D9D9"/>
            <w:vAlign w:val="center"/>
          </w:tcPr>
          <w:p w:rsidR="002B2535" w:rsidRPr="00ED0F51" w:rsidRDefault="002B2535" w:rsidP="007D3750">
            <w:pPr>
              <w:pStyle w:val="body"/>
              <w:numPr>
                <w:ilvl w:val="0"/>
                <w:numId w:val="11"/>
              </w:numPr>
              <w:spacing w:after="120" w:line="240" w:lineRule="auto"/>
              <w:jc w:val="left"/>
              <w:rPr>
                <w:rFonts w:ascii="Arial" w:hAnsi="Arial" w:cs="Arial"/>
                <w:b/>
                <w:bCs/>
                <w:lang w:val="pl-PL"/>
              </w:rPr>
            </w:pPr>
            <w:r w:rsidRPr="00ED0F51">
              <w:rPr>
                <w:rFonts w:ascii="Arial" w:hAnsi="Arial" w:cs="Arial"/>
                <w:b/>
                <w:bCs/>
                <w:lang w:val="pl-PL"/>
              </w:rPr>
              <w:t>Dane dotyczące ucznia / uczennicy:</w:t>
            </w:r>
          </w:p>
        </w:tc>
      </w:tr>
      <w:tr w:rsidR="002B2535" w:rsidRPr="00ED0F51" w:rsidTr="007D3750">
        <w:trPr>
          <w:trHeight w:hRule="exact" w:val="737"/>
        </w:trPr>
        <w:tc>
          <w:tcPr>
            <w:tcW w:w="2617" w:type="dxa"/>
            <w:shd w:val="clear" w:color="auto" w:fill="D9D9D9"/>
            <w:vAlign w:val="center"/>
          </w:tcPr>
          <w:p w:rsidR="002B2535" w:rsidRPr="00ED0F51" w:rsidRDefault="002B2535" w:rsidP="007D3750">
            <w:pPr>
              <w:pStyle w:val="body"/>
              <w:spacing w:after="120" w:line="240" w:lineRule="auto"/>
              <w:jc w:val="left"/>
              <w:rPr>
                <w:rFonts w:ascii="Arial" w:hAnsi="Arial" w:cs="Arial"/>
                <w:b/>
                <w:bCs/>
                <w:lang w:val="pl-PL"/>
              </w:rPr>
            </w:pPr>
            <w:r w:rsidRPr="00ED0F51">
              <w:rPr>
                <w:rFonts w:ascii="Arial" w:hAnsi="Arial" w:cs="Arial"/>
                <w:lang w:val="pl-PL"/>
              </w:rPr>
              <w:t>imię i nazwisko</w:t>
            </w:r>
          </w:p>
        </w:tc>
        <w:tc>
          <w:tcPr>
            <w:tcW w:w="6671" w:type="dxa"/>
          </w:tcPr>
          <w:p w:rsidR="002B2535" w:rsidRPr="00ED0F51" w:rsidRDefault="002B2535" w:rsidP="004A59A3">
            <w:pPr>
              <w:pStyle w:val="body"/>
              <w:spacing w:after="120" w:line="240" w:lineRule="auto"/>
              <w:rPr>
                <w:rFonts w:ascii="Arial" w:hAnsi="Arial" w:cs="Arial"/>
                <w:b/>
                <w:bCs/>
                <w:lang w:val="pl-PL"/>
              </w:rPr>
            </w:pPr>
          </w:p>
        </w:tc>
      </w:tr>
      <w:tr w:rsidR="002B2535" w:rsidRPr="00ED0F51" w:rsidTr="007D3750">
        <w:trPr>
          <w:trHeight w:hRule="exact" w:val="567"/>
        </w:trPr>
        <w:tc>
          <w:tcPr>
            <w:tcW w:w="2617" w:type="dxa"/>
            <w:shd w:val="clear" w:color="auto" w:fill="D9D9D9"/>
            <w:vAlign w:val="center"/>
          </w:tcPr>
          <w:p w:rsidR="002B2535" w:rsidRPr="00ED0F51" w:rsidRDefault="002B2535" w:rsidP="007D3750">
            <w:pPr>
              <w:pStyle w:val="body"/>
              <w:spacing w:after="120" w:line="240" w:lineRule="auto"/>
              <w:jc w:val="left"/>
              <w:rPr>
                <w:rFonts w:ascii="Arial" w:hAnsi="Arial" w:cs="Arial"/>
                <w:b/>
                <w:bCs/>
                <w:lang w:val="pl-PL"/>
              </w:rPr>
            </w:pPr>
            <w:r w:rsidRPr="00ED0F51">
              <w:rPr>
                <w:rFonts w:ascii="Arial" w:hAnsi="Arial" w:cs="Arial"/>
                <w:lang w:val="pl-PL"/>
              </w:rPr>
              <w:t>nr telefonu</w:t>
            </w:r>
          </w:p>
        </w:tc>
        <w:tc>
          <w:tcPr>
            <w:tcW w:w="6671" w:type="dxa"/>
          </w:tcPr>
          <w:p w:rsidR="002B2535" w:rsidRPr="00ED0F51" w:rsidRDefault="002B2535" w:rsidP="004A59A3">
            <w:pPr>
              <w:pStyle w:val="body"/>
              <w:spacing w:after="120" w:line="240" w:lineRule="auto"/>
              <w:rPr>
                <w:rFonts w:ascii="Arial" w:hAnsi="Arial" w:cs="Arial"/>
                <w:b/>
                <w:bCs/>
                <w:lang w:val="pl-PL"/>
              </w:rPr>
            </w:pPr>
          </w:p>
        </w:tc>
      </w:tr>
      <w:tr w:rsidR="002B2535" w:rsidRPr="00ED0F51" w:rsidTr="007D3750">
        <w:trPr>
          <w:trHeight w:hRule="exact" w:val="567"/>
        </w:trPr>
        <w:tc>
          <w:tcPr>
            <w:tcW w:w="2617" w:type="dxa"/>
            <w:shd w:val="clear" w:color="auto" w:fill="D9D9D9"/>
            <w:vAlign w:val="center"/>
          </w:tcPr>
          <w:p w:rsidR="002B2535" w:rsidRPr="00ED0F51" w:rsidRDefault="002B2535" w:rsidP="007D3750">
            <w:pPr>
              <w:pStyle w:val="body"/>
              <w:spacing w:after="120" w:line="240" w:lineRule="auto"/>
              <w:jc w:val="left"/>
              <w:rPr>
                <w:rFonts w:ascii="Arial" w:hAnsi="Arial" w:cs="Arial"/>
                <w:b/>
                <w:bCs/>
                <w:lang w:val="pl-PL"/>
              </w:rPr>
            </w:pPr>
            <w:r w:rsidRPr="00ED0F51">
              <w:rPr>
                <w:rFonts w:ascii="Arial" w:hAnsi="Arial" w:cs="Arial"/>
                <w:lang w:val="pl-PL"/>
              </w:rPr>
              <w:t>aktualny adres e-mail</w:t>
            </w:r>
          </w:p>
        </w:tc>
        <w:tc>
          <w:tcPr>
            <w:tcW w:w="6671" w:type="dxa"/>
          </w:tcPr>
          <w:p w:rsidR="002B2535" w:rsidRPr="00ED0F51" w:rsidRDefault="002B2535" w:rsidP="004A59A3">
            <w:pPr>
              <w:pStyle w:val="body"/>
              <w:spacing w:after="120" w:line="240" w:lineRule="auto"/>
              <w:rPr>
                <w:rFonts w:ascii="Arial" w:hAnsi="Arial" w:cs="Arial"/>
                <w:b/>
                <w:bCs/>
                <w:lang w:val="pl-PL"/>
              </w:rPr>
            </w:pPr>
          </w:p>
        </w:tc>
      </w:tr>
    </w:tbl>
    <w:p w:rsidR="002B2535" w:rsidRPr="007D3750" w:rsidRDefault="002B2535" w:rsidP="00A56A5C">
      <w:pPr>
        <w:pStyle w:val="body"/>
        <w:spacing w:after="120" w:line="240" w:lineRule="auto"/>
        <w:rPr>
          <w:rFonts w:ascii="Arial" w:hAnsi="Arial" w:cs="Arial"/>
          <w:b/>
          <w:bCs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9"/>
        <w:gridCol w:w="6699"/>
      </w:tblGrid>
      <w:tr w:rsidR="002B2535" w:rsidRPr="00ED0F51" w:rsidTr="007D3750">
        <w:trPr>
          <w:trHeight w:hRule="exact" w:val="567"/>
        </w:trPr>
        <w:tc>
          <w:tcPr>
            <w:tcW w:w="9636" w:type="dxa"/>
            <w:gridSpan w:val="2"/>
            <w:shd w:val="clear" w:color="auto" w:fill="D9D9D9"/>
            <w:vAlign w:val="center"/>
          </w:tcPr>
          <w:p w:rsidR="002B2535" w:rsidRPr="00ED0F51" w:rsidRDefault="002B2535" w:rsidP="007D3750">
            <w:pPr>
              <w:pStyle w:val="body"/>
              <w:numPr>
                <w:ilvl w:val="0"/>
                <w:numId w:val="11"/>
              </w:numPr>
              <w:spacing w:after="120" w:line="240" w:lineRule="auto"/>
              <w:jc w:val="left"/>
              <w:rPr>
                <w:rFonts w:ascii="Arial" w:hAnsi="Arial" w:cs="Arial"/>
                <w:b/>
                <w:bCs/>
                <w:lang w:val="pl-PL"/>
              </w:rPr>
            </w:pPr>
            <w:r w:rsidRPr="00ED0F51">
              <w:rPr>
                <w:rFonts w:ascii="Arial" w:hAnsi="Arial" w:cs="Arial"/>
                <w:b/>
                <w:bCs/>
                <w:lang w:val="pl-PL"/>
              </w:rPr>
              <w:t>Dane dotyczące szkoły:</w:t>
            </w:r>
          </w:p>
        </w:tc>
      </w:tr>
      <w:tr w:rsidR="002B2535" w:rsidRPr="00ED0F51" w:rsidTr="007D3750">
        <w:trPr>
          <w:trHeight w:hRule="exact" w:val="737"/>
        </w:trPr>
        <w:tc>
          <w:tcPr>
            <w:tcW w:w="2660" w:type="dxa"/>
            <w:shd w:val="clear" w:color="auto" w:fill="D9D9D9"/>
            <w:vAlign w:val="center"/>
          </w:tcPr>
          <w:p w:rsidR="002B2535" w:rsidRPr="00ED0F51" w:rsidRDefault="002B2535" w:rsidP="007D3750">
            <w:pPr>
              <w:pStyle w:val="body"/>
              <w:spacing w:after="120" w:line="240" w:lineRule="auto"/>
              <w:jc w:val="left"/>
              <w:rPr>
                <w:rFonts w:ascii="Arial" w:hAnsi="Arial" w:cs="Arial"/>
                <w:b/>
                <w:bCs/>
                <w:lang w:val="pl-PL"/>
              </w:rPr>
            </w:pPr>
            <w:r w:rsidRPr="00ED0F51">
              <w:rPr>
                <w:rFonts w:ascii="Arial" w:hAnsi="Arial" w:cs="Arial"/>
                <w:lang w:val="pl-PL"/>
              </w:rPr>
              <w:t>nazwa szkoły</w:t>
            </w:r>
          </w:p>
        </w:tc>
        <w:tc>
          <w:tcPr>
            <w:tcW w:w="6976" w:type="dxa"/>
          </w:tcPr>
          <w:p w:rsidR="002B2535" w:rsidRPr="00ED0F51" w:rsidRDefault="002B2535" w:rsidP="004A59A3">
            <w:pPr>
              <w:pStyle w:val="body"/>
              <w:spacing w:after="120" w:line="240" w:lineRule="auto"/>
              <w:rPr>
                <w:rFonts w:ascii="Arial" w:hAnsi="Arial" w:cs="Arial"/>
                <w:b/>
                <w:bCs/>
                <w:lang w:val="pl-PL"/>
              </w:rPr>
            </w:pPr>
          </w:p>
        </w:tc>
      </w:tr>
      <w:tr w:rsidR="002B2535" w:rsidRPr="00ED0F51" w:rsidTr="007D3750">
        <w:trPr>
          <w:trHeight w:hRule="exact" w:val="567"/>
        </w:trPr>
        <w:tc>
          <w:tcPr>
            <w:tcW w:w="2660" w:type="dxa"/>
            <w:shd w:val="clear" w:color="auto" w:fill="D9D9D9"/>
            <w:vAlign w:val="center"/>
          </w:tcPr>
          <w:p w:rsidR="002B2535" w:rsidRPr="00ED0F51" w:rsidRDefault="002B2535" w:rsidP="007D3750">
            <w:pPr>
              <w:pStyle w:val="body"/>
              <w:spacing w:after="120" w:line="240" w:lineRule="auto"/>
              <w:jc w:val="left"/>
              <w:rPr>
                <w:rFonts w:ascii="Arial" w:hAnsi="Arial" w:cs="Arial"/>
                <w:b/>
                <w:bCs/>
                <w:lang w:val="pl-PL"/>
              </w:rPr>
            </w:pPr>
            <w:r w:rsidRPr="00ED0F51">
              <w:rPr>
                <w:rFonts w:ascii="Arial" w:hAnsi="Arial" w:cs="Arial"/>
                <w:lang w:val="pl-PL"/>
              </w:rPr>
              <w:t xml:space="preserve">telefon </w:t>
            </w:r>
          </w:p>
        </w:tc>
        <w:tc>
          <w:tcPr>
            <w:tcW w:w="6976" w:type="dxa"/>
          </w:tcPr>
          <w:p w:rsidR="002B2535" w:rsidRPr="00ED0F51" w:rsidRDefault="002B2535" w:rsidP="004A59A3">
            <w:pPr>
              <w:pStyle w:val="body"/>
              <w:spacing w:after="120" w:line="240" w:lineRule="auto"/>
              <w:rPr>
                <w:rFonts w:ascii="Arial" w:hAnsi="Arial" w:cs="Arial"/>
                <w:b/>
                <w:bCs/>
                <w:lang w:val="pl-PL"/>
              </w:rPr>
            </w:pPr>
          </w:p>
        </w:tc>
      </w:tr>
    </w:tbl>
    <w:p w:rsidR="002B2535" w:rsidRPr="007D3750" w:rsidRDefault="002B2535" w:rsidP="00A076B7">
      <w:pPr>
        <w:pStyle w:val="body"/>
        <w:tabs>
          <w:tab w:val="num" w:pos="1560"/>
        </w:tabs>
        <w:spacing w:after="120" w:line="240" w:lineRule="auto"/>
        <w:textAlignment w:val="auto"/>
        <w:rPr>
          <w:rFonts w:ascii="Arial" w:hAnsi="Arial" w:cs="Arial"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97"/>
        <w:gridCol w:w="3348"/>
        <w:gridCol w:w="1508"/>
        <w:gridCol w:w="1935"/>
      </w:tblGrid>
      <w:tr w:rsidR="002B2535" w:rsidRPr="00ED0F51" w:rsidTr="007D3750">
        <w:trPr>
          <w:trHeight w:hRule="exact" w:val="567"/>
        </w:trPr>
        <w:tc>
          <w:tcPr>
            <w:tcW w:w="9641" w:type="dxa"/>
            <w:gridSpan w:val="4"/>
            <w:shd w:val="clear" w:color="auto" w:fill="D9D9D9"/>
            <w:vAlign w:val="center"/>
          </w:tcPr>
          <w:p w:rsidR="002B2535" w:rsidRPr="00ED0F51" w:rsidRDefault="002B2535" w:rsidP="007D3750">
            <w:pPr>
              <w:pStyle w:val="body"/>
              <w:numPr>
                <w:ilvl w:val="0"/>
                <w:numId w:val="11"/>
              </w:numPr>
              <w:spacing w:after="120" w:line="240" w:lineRule="auto"/>
              <w:jc w:val="left"/>
              <w:rPr>
                <w:rFonts w:ascii="Arial" w:hAnsi="Arial" w:cs="Arial"/>
                <w:b/>
                <w:bCs/>
                <w:lang w:val="pl-PL"/>
              </w:rPr>
            </w:pPr>
            <w:r w:rsidRPr="00ED0F51">
              <w:rPr>
                <w:rFonts w:ascii="Arial" w:hAnsi="Arial" w:cs="Arial"/>
                <w:b/>
                <w:bCs/>
                <w:lang w:val="pl-PL"/>
              </w:rPr>
              <w:t xml:space="preserve">Dane </w:t>
            </w:r>
            <w:r w:rsidRPr="00ED0F51">
              <w:rPr>
                <w:rFonts w:ascii="Arial" w:hAnsi="Arial" w:cs="Arial"/>
                <w:b/>
                <w:lang w:val="pl-PL"/>
              </w:rPr>
              <w:t>kandydata na opiekuna dydaktycznego stypendysty</w:t>
            </w:r>
            <w:r w:rsidRPr="00ED0F51">
              <w:rPr>
                <w:rStyle w:val="FootnoteReference"/>
                <w:rFonts w:ascii="Arial" w:hAnsi="Arial"/>
                <w:b/>
                <w:lang w:val="pl-PL"/>
              </w:rPr>
              <w:footnoteReference w:id="2"/>
            </w:r>
            <w:r w:rsidRPr="00ED0F51">
              <w:rPr>
                <w:rFonts w:ascii="Arial" w:hAnsi="Arial" w:cs="Arial"/>
                <w:b/>
                <w:bCs/>
                <w:lang w:val="pl-PL"/>
              </w:rPr>
              <w:t>:</w:t>
            </w:r>
          </w:p>
        </w:tc>
      </w:tr>
      <w:tr w:rsidR="002B2535" w:rsidRPr="00ED0F51" w:rsidTr="007D3750">
        <w:trPr>
          <w:trHeight w:hRule="exact" w:val="737"/>
        </w:trPr>
        <w:tc>
          <w:tcPr>
            <w:tcW w:w="2660" w:type="dxa"/>
            <w:shd w:val="clear" w:color="auto" w:fill="D9D9D9"/>
            <w:vAlign w:val="center"/>
          </w:tcPr>
          <w:p w:rsidR="002B2535" w:rsidRPr="00ED0F51" w:rsidRDefault="002B2535" w:rsidP="007D3750">
            <w:pPr>
              <w:pStyle w:val="body"/>
              <w:spacing w:after="120" w:line="240" w:lineRule="auto"/>
              <w:jc w:val="left"/>
              <w:rPr>
                <w:rFonts w:ascii="Arial" w:hAnsi="Arial" w:cs="Arial"/>
                <w:b/>
                <w:bCs/>
                <w:lang w:val="pl-PL"/>
              </w:rPr>
            </w:pPr>
            <w:r w:rsidRPr="00ED0F51">
              <w:rPr>
                <w:rFonts w:ascii="Arial" w:hAnsi="Arial" w:cs="Arial"/>
                <w:lang w:val="pl-PL"/>
              </w:rPr>
              <w:t>imię i nazwisko</w:t>
            </w:r>
          </w:p>
        </w:tc>
        <w:tc>
          <w:tcPr>
            <w:tcW w:w="6981" w:type="dxa"/>
            <w:gridSpan w:val="3"/>
          </w:tcPr>
          <w:p w:rsidR="002B2535" w:rsidRPr="00ED0F51" w:rsidRDefault="002B2535" w:rsidP="008F0E8B">
            <w:pPr>
              <w:pStyle w:val="body"/>
              <w:spacing w:after="120" w:line="240" w:lineRule="auto"/>
              <w:rPr>
                <w:rFonts w:ascii="Arial" w:hAnsi="Arial" w:cs="Arial"/>
                <w:b/>
                <w:bCs/>
                <w:lang w:val="pl-PL"/>
              </w:rPr>
            </w:pPr>
          </w:p>
        </w:tc>
      </w:tr>
      <w:tr w:rsidR="002B2535" w:rsidRPr="00ED0F51" w:rsidTr="007D3750">
        <w:tblPrEx>
          <w:tblCellMar>
            <w:left w:w="70" w:type="dxa"/>
            <w:right w:w="70" w:type="dxa"/>
          </w:tblCellMar>
          <w:tblLook w:val="0000"/>
        </w:tblPrEx>
        <w:trPr>
          <w:trHeight w:val="813"/>
        </w:trPr>
        <w:tc>
          <w:tcPr>
            <w:tcW w:w="2660" w:type="dxa"/>
            <w:shd w:val="clear" w:color="auto" w:fill="D9D9D9"/>
            <w:vAlign w:val="center"/>
          </w:tcPr>
          <w:p w:rsidR="002B2535" w:rsidRPr="00ED0F51" w:rsidRDefault="002B2535" w:rsidP="007D3750">
            <w:pPr>
              <w:pStyle w:val="body"/>
              <w:spacing w:after="120" w:line="240" w:lineRule="auto"/>
              <w:jc w:val="left"/>
              <w:rPr>
                <w:rFonts w:ascii="Arial" w:hAnsi="Arial" w:cs="Arial"/>
              </w:rPr>
            </w:pPr>
            <w:r w:rsidRPr="00ED0F51">
              <w:rPr>
                <w:rFonts w:ascii="Arial" w:hAnsi="Arial" w:cs="Arial"/>
                <w:lang w:val="pl-PL"/>
              </w:rPr>
              <w:t>profil</w:t>
            </w:r>
            <w:r w:rsidRPr="00ED0F51">
              <w:rPr>
                <w:rFonts w:ascii="Arial" w:hAnsi="Arial" w:cs="Arial"/>
              </w:rPr>
              <w:t xml:space="preserve"> </w:t>
            </w:r>
            <w:r w:rsidRPr="00ED0F51">
              <w:rPr>
                <w:rFonts w:ascii="Arial" w:hAnsi="Arial" w:cs="Arial"/>
                <w:lang w:val="pl-PL"/>
              </w:rPr>
              <w:t>opiekuna</w:t>
            </w:r>
            <w:r w:rsidRPr="00ED0F51">
              <w:rPr>
                <w:rStyle w:val="FootnoteReference"/>
                <w:rFonts w:ascii="Arial" w:hAnsi="Arial" w:cs="Arial"/>
                <w:lang w:val="pl-PL"/>
              </w:rPr>
              <w:footnoteReference w:id="3"/>
            </w:r>
          </w:p>
        </w:tc>
        <w:tc>
          <w:tcPr>
            <w:tcW w:w="3402" w:type="dxa"/>
            <w:vAlign w:val="center"/>
          </w:tcPr>
          <w:p w:rsidR="002B2535" w:rsidRPr="00ED0F51" w:rsidRDefault="002B2535" w:rsidP="008F0E8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pict>
                <v:rect id="Rectangle 2" o:spid="_x0000_s1029" style="position:absolute;left:0;text-align:left;margin-left:72.8pt;margin-top:8.1pt;width:19.85pt;height:19.8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" strokeweight="1pt"/>
              </w:pict>
            </w:r>
          </w:p>
          <w:p w:rsidR="002B2535" w:rsidRPr="00ED0F51" w:rsidRDefault="002B2535" w:rsidP="008F0E8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0F51">
              <w:rPr>
                <w:rFonts w:ascii="Arial" w:hAnsi="Arial" w:cs="Arial"/>
                <w:sz w:val="24"/>
                <w:szCs w:val="24"/>
              </w:rPr>
              <w:t>X</w:t>
            </w:r>
          </w:p>
          <w:p w:rsidR="002B2535" w:rsidRPr="00ED0F51" w:rsidRDefault="002B2535" w:rsidP="008F0E8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0F51">
              <w:rPr>
                <w:rFonts w:ascii="Arial" w:hAnsi="Arial" w:cs="Arial"/>
                <w:sz w:val="24"/>
                <w:szCs w:val="24"/>
              </w:rPr>
              <w:t>Nauczyciel</w:t>
            </w:r>
          </w:p>
          <w:p w:rsidR="002B2535" w:rsidRPr="00ED0F51" w:rsidRDefault="002B2535" w:rsidP="008F0E8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B2535" w:rsidRPr="00ED0F51" w:rsidRDefault="002B2535" w:rsidP="008F0E8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0F51">
              <w:rPr>
                <w:rFonts w:ascii="Arial" w:hAnsi="Arial" w:cs="Arial"/>
                <w:sz w:val="24"/>
                <w:szCs w:val="24"/>
              </w:rPr>
              <w:t>…………………….……….</w:t>
            </w:r>
          </w:p>
          <w:p w:rsidR="002B2535" w:rsidRPr="00ED0F51" w:rsidRDefault="002B2535" w:rsidP="008F0E8B">
            <w:pPr>
              <w:jc w:val="center"/>
              <w:rPr>
                <w:rFonts w:ascii="Arial" w:hAnsi="Arial" w:cs="Arial"/>
                <w:i/>
              </w:rPr>
            </w:pPr>
            <w:r w:rsidRPr="00ED0F51">
              <w:rPr>
                <w:rFonts w:ascii="Arial" w:hAnsi="Arial" w:cs="Arial"/>
                <w:i/>
              </w:rPr>
              <w:t>(nauczany przedmiot)</w:t>
            </w:r>
          </w:p>
        </w:tc>
        <w:tc>
          <w:tcPr>
            <w:tcW w:w="1559" w:type="dxa"/>
            <w:vAlign w:val="center"/>
          </w:tcPr>
          <w:p w:rsidR="002B2535" w:rsidRPr="00ED0F51" w:rsidRDefault="002B2535" w:rsidP="008F0E8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pict>
                <v:rect id="Rectangle 3" o:spid="_x0000_s1030" style="position:absolute;left:0;text-align:left;margin-left:26.4pt;margin-top:4.2pt;width:19.85pt;height:19.8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" strokeweight="1pt"/>
              </w:pict>
            </w:r>
          </w:p>
          <w:p w:rsidR="002B2535" w:rsidRPr="00ED0F51" w:rsidRDefault="002B2535" w:rsidP="007D3750">
            <w:pPr>
              <w:rPr>
                <w:rFonts w:ascii="Arial" w:hAnsi="Arial" w:cs="Arial"/>
                <w:sz w:val="24"/>
                <w:szCs w:val="24"/>
              </w:rPr>
            </w:pPr>
          </w:p>
          <w:p w:rsidR="002B2535" w:rsidRPr="00ED0F51" w:rsidRDefault="002B2535" w:rsidP="008F0E8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0F51">
              <w:rPr>
                <w:rFonts w:ascii="Arial" w:hAnsi="Arial" w:cs="Arial"/>
                <w:sz w:val="24"/>
                <w:szCs w:val="24"/>
              </w:rPr>
              <w:t>Pedagog szkolny</w:t>
            </w:r>
          </w:p>
        </w:tc>
        <w:tc>
          <w:tcPr>
            <w:tcW w:w="2020" w:type="dxa"/>
            <w:vAlign w:val="center"/>
          </w:tcPr>
          <w:p w:rsidR="002B2535" w:rsidRPr="00ED0F51" w:rsidRDefault="002B2535" w:rsidP="008F0E8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pict>
                <v:rect id="Rectangle 4" o:spid="_x0000_s1031" style="position:absolute;left:0;text-align:left;margin-left:38.1pt;margin-top:4.8pt;width:19.85pt;height:19.8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" strokeweight="1pt"/>
              </w:pict>
            </w:r>
          </w:p>
          <w:p w:rsidR="002B2535" w:rsidRPr="00ED0F51" w:rsidRDefault="002B2535" w:rsidP="007D3750">
            <w:pPr>
              <w:rPr>
                <w:rFonts w:ascii="Arial" w:hAnsi="Arial" w:cs="Arial"/>
                <w:sz w:val="24"/>
                <w:szCs w:val="24"/>
              </w:rPr>
            </w:pPr>
          </w:p>
          <w:p w:rsidR="002B2535" w:rsidRPr="00ED0F51" w:rsidRDefault="002B2535" w:rsidP="008F0E8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0F51">
              <w:rPr>
                <w:rFonts w:ascii="Arial" w:hAnsi="Arial" w:cs="Arial"/>
                <w:sz w:val="24"/>
                <w:szCs w:val="24"/>
              </w:rPr>
              <w:t>Doradca zawodowy</w:t>
            </w:r>
          </w:p>
        </w:tc>
      </w:tr>
    </w:tbl>
    <w:p w:rsidR="002B2535" w:rsidRPr="00ED0F51" w:rsidRDefault="002B2535" w:rsidP="0089549A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2B2535" w:rsidRPr="00ED0F51" w:rsidRDefault="002B2535" w:rsidP="006F66B3">
      <w:pPr>
        <w:numPr>
          <w:ilvl w:val="0"/>
          <w:numId w:val="11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ED0F51">
        <w:rPr>
          <w:rFonts w:ascii="Arial" w:hAnsi="Arial" w:cs="Arial"/>
          <w:b/>
          <w:sz w:val="24"/>
          <w:szCs w:val="24"/>
        </w:rPr>
        <w:t xml:space="preserve">Profil ucznia / uczennicy i jego / jej dotychczasowe osiągnięcia </w:t>
      </w:r>
    </w:p>
    <w:p w:rsidR="002B2535" w:rsidRPr="00ED0F51" w:rsidRDefault="002B2535" w:rsidP="006A3C9B">
      <w:pPr>
        <w:jc w:val="both"/>
        <w:rPr>
          <w:rFonts w:ascii="Arial" w:hAnsi="Arial" w:cs="Arial"/>
          <w:sz w:val="24"/>
          <w:szCs w:val="24"/>
        </w:rPr>
      </w:pPr>
      <w:r w:rsidRPr="00ED0F51">
        <w:rPr>
          <w:rFonts w:ascii="Arial" w:hAnsi="Arial" w:cs="Arial"/>
          <w:sz w:val="24"/>
          <w:szCs w:val="24"/>
        </w:rPr>
        <w:t>Należy wskazać predyspozycje i upodobania ucznia / uczennicy w zakresie przedmiotów matematycznych, przyrodniczych, językowych, ICT oraz dotychczasowe osiągnięcia edukacyjne w tym zakresie.</w:t>
      </w:r>
    </w:p>
    <w:p w:rsidR="002B2535" w:rsidRDefault="002B2535" w:rsidP="00027BD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D0F51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..…………………………………………………………………………………………...…..…………</w:t>
      </w:r>
    </w:p>
    <w:p w:rsidR="002B2535" w:rsidRPr="00ED0F51" w:rsidRDefault="002B2535" w:rsidP="007D375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D0F51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</w:t>
      </w:r>
    </w:p>
    <w:p w:rsidR="002B2535" w:rsidRPr="00ED0F51" w:rsidRDefault="002B2535" w:rsidP="007D375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D0F51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……………………………………………………………………………………………..……</w:t>
      </w:r>
    </w:p>
    <w:p w:rsidR="002B2535" w:rsidRDefault="002B2535" w:rsidP="007D375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D0F51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……………………………………………………………………………………………..……</w:t>
      </w:r>
    </w:p>
    <w:p w:rsidR="002B2535" w:rsidRPr="00ED0F51" w:rsidRDefault="002B2535" w:rsidP="007D375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D0F51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……………………………………………………………………………………………..……</w:t>
      </w:r>
    </w:p>
    <w:p w:rsidR="002B2535" w:rsidRPr="00ED0F51" w:rsidRDefault="002B2535" w:rsidP="006D379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D0F51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……………………………………………………………………………………………..…………………………………………………………………………………………………..……</w:t>
      </w:r>
    </w:p>
    <w:p w:rsidR="002B2535" w:rsidRPr="00ED0F51" w:rsidRDefault="002B2535" w:rsidP="006D379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D0F51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……………………………………………………………………………………………..…………………………………………………………………………………………………..……</w:t>
      </w:r>
    </w:p>
    <w:p w:rsidR="002B2535" w:rsidRPr="00ED0F51" w:rsidRDefault="002B2535" w:rsidP="006D379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D0F51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……………………………………………………………………………………………..…………………………………………………………………………………………………..……</w:t>
      </w:r>
    </w:p>
    <w:p w:rsidR="002B2535" w:rsidRPr="00ED0F51" w:rsidRDefault="002B2535" w:rsidP="006D379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D0F51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……………………………………………………………………………………………..…………………………………………………………………………………………………..……</w:t>
      </w:r>
    </w:p>
    <w:p w:rsidR="002B2535" w:rsidRPr="00ED0F51" w:rsidRDefault="002B2535" w:rsidP="00027BD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2B2535" w:rsidRPr="00ED0F51" w:rsidRDefault="002B2535" w:rsidP="006F66B3">
      <w:pPr>
        <w:numPr>
          <w:ilvl w:val="0"/>
          <w:numId w:val="11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ED0F51">
        <w:rPr>
          <w:rFonts w:ascii="Arial" w:hAnsi="Arial" w:cs="Arial"/>
          <w:b/>
          <w:sz w:val="24"/>
          <w:szCs w:val="24"/>
        </w:rPr>
        <w:t>Ścieżka rozwoju edukacyjnego ucznia / uczennicy</w:t>
      </w:r>
    </w:p>
    <w:p w:rsidR="002B2535" w:rsidRPr="00ED0F51" w:rsidRDefault="002B2535" w:rsidP="006A3C9B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ED0F51">
        <w:rPr>
          <w:rFonts w:ascii="Arial" w:hAnsi="Arial" w:cs="Arial"/>
          <w:sz w:val="24"/>
          <w:szCs w:val="24"/>
        </w:rPr>
        <w:t>Wymagane jest wybranie dwóch przedmiotów</w:t>
      </w:r>
      <w:r>
        <w:rPr>
          <w:rFonts w:ascii="Arial" w:hAnsi="Arial" w:cs="Arial"/>
          <w:sz w:val="24"/>
          <w:szCs w:val="24"/>
        </w:rPr>
        <w:t>,</w:t>
      </w:r>
      <w:r w:rsidRPr="00ED0F51">
        <w:rPr>
          <w:rFonts w:ascii="Arial" w:hAnsi="Arial" w:cs="Arial"/>
          <w:sz w:val="24"/>
          <w:szCs w:val="24"/>
        </w:rPr>
        <w:t xml:space="preserve"> do których będą odnosić się wskazane cele edukacyjne i rezultaty planowane do uzyskania. </w:t>
      </w:r>
    </w:p>
    <w:p w:rsidR="002B2535" w:rsidRPr="00ED0F51" w:rsidRDefault="002B2535" w:rsidP="006A3C9B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ED0F51">
        <w:rPr>
          <w:rFonts w:ascii="Arial" w:hAnsi="Arial" w:cs="Arial"/>
          <w:sz w:val="24"/>
          <w:szCs w:val="24"/>
        </w:rPr>
        <w:t xml:space="preserve">W poniższej </w:t>
      </w:r>
      <w:r w:rsidRPr="004218A0">
        <w:rPr>
          <w:rFonts w:ascii="Arial" w:hAnsi="Arial" w:cs="Arial"/>
          <w:sz w:val="24"/>
          <w:szCs w:val="24"/>
          <w:u w:val="single"/>
        </w:rPr>
        <w:t>tabeli w pkt. 1</w:t>
      </w:r>
      <w:r w:rsidRPr="00ED0F51">
        <w:rPr>
          <w:rFonts w:ascii="Arial" w:hAnsi="Arial" w:cs="Arial"/>
          <w:sz w:val="24"/>
          <w:szCs w:val="24"/>
        </w:rPr>
        <w:t xml:space="preserve"> należy wpisać wybrany przedmiot kierunkowy wskazany we wniosku o przy</w:t>
      </w:r>
      <w:r>
        <w:rPr>
          <w:rFonts w:ascii="Arial" w:hAnsi="Arial" w:cs="Arial"/>
          <w:sz w:val="24"/>
          <w:szCs w:val="24"/>
        </w:rPr>
        <w:t>znanie stypendium oraz wskazać trzy</w:t>
      </w:r>
      <w:r w:rsidRPr="00ED0F51">
        <w:rPr>
          <w:rFonts w:ascii="Arial" w:hAnsi="Arial" w:cs="Arial"/>
          <w:sz w:val="24"/>
          <w:szCs w:val="24"/>
        </w:rPr>
        <w:t xml:space="preserve"> planowane do osiągnięcia rezultaty, które uczeń zamierza osiągnąć w roku szkolnym 2018/2019.</w:t>
      </w:r>
    </w:p>
    <w:p w:rsidR="002B2535" w:rsidRPr="00ED0F51" w:rsidRDefault="002B2535" w:rsidP="006A3C9B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ED0F51">
        <w:rPr>
          <w:rFonts w:ascii="Arial" w:hAnsi="Arial" w:cs="Arial"/>
          <w:sz w:val="24"/>
          <w:szCs w:val="24"/>
          <w:u w:val="single"/>
        </w:rPr>
        <w:t>W tabeli w pkt. 2</w:t>
      </w:r>
      <w:r w:rsidRPr="00ED0F51">
        <w:rPr>
          <w:rFonts w:ascii="Arial" w:hAnsi="Arial" w:cs="Arial"/>
          <w:sz w:val="24"/>
          <w:szCs w:val="24"/>
        </w:rPr>
        <w:t xml:space="preserve">  należy wpisać wybrany przedmiot z grupy przedmiotów wskazanych w  </w:t>
      </w:r>
      <w:r w:rsidRPr="00ED0F51">
        <w:rPr>
          <w:rFonts w:ascii="Arial" w:hAnsi="Arial" w:cs="Arial"/>
          <w:bCs/>
          <w:sz w:val="24"/>
          <w:szCs w:val="24"/>
        </w:rPr>
        <w:t xml:space="preserve">§ 1 pkt. 12 </w:t>
      </w:r>
      <w:r w:rsidRPr="00ED0F51">
        <w:rPr>
          <w:rFonts w:ascii="Arial" w:hAnsi="Arial" w:cs="Arial"/>
          <w:bCs/>
          <w:i/>
          <w:sz w:val="24"/>
          <w:szCs w:val="24"/>
        </w:rPr>
        <w:t xml:space="preserve">Regulaminu </w:t>
      </w:r>
      <w:r w:rsidRPr="00ED0F51">
        <w:rPr>
          <w:rFonts w:ascii="Arial" w:hAnsi="Arial" w:cs="Arial"/>
          <w:sz w:val="24"/>
          <w:szCs w:val="24"/>
        </w:rPr>
        <w:t>oraz wskazać 3 planowane do osiągnięcia rezultaty, które uczeń zamierza osiągnąć w roku szkolnym 2018/2019.</w:t>
      </w:r>
    </w:p>
    <w:p w:rsidR="002B2535" w:rsidRPr="00ED0F51" w:rsidRDefault="002B2535" w:rsidP="004147BA">
      <w:pPr>
        <w:spacing w:line="360" w:lineRule="auto"/>
        <w:rPr>
          <w:rFonts w:ascii="Arial" w:hAnsi="Arial" w:cs="Arial"/>
          <w:b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3872"/>
        <w:gridCol w:w="5625"/>
      </w:tblGrid>
      <w:tr w:rsidR="002B2535" w:rsidRPr="00ED0F51" w:rsidTr="00D476C2">
        <w:trPr>
          <w:trHeight w:val="518"/>
        </w:trPr>
        <w:tc>
          <w:tcPr>
            <w:tcW w:w="10065" w:type="dxa"/>
            <w:gridSpan w:val="3"/>
            <w:shd w:val="clear" w:color="auto" w:fill="D9D9D9"/>
            <w:vAlign w:val="center"/>
          </w:tcPr>
          <w:p w:rsidR="002B2535" w:rsidRPr="00ED0F51" w:rsidRDefault="002B2535" w:rsidP="00E56C98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6C98">
              <w:rPr>
                <w:rFonts w:ascii="Arial" w:hAnsi="Arial" w:cs="Arial"/>
                <w:b/>
                <w:sz w:val="22"/>
              </w:rPr>
              <w:t>Cele edukacyjne i rezultaty planowane do osiągnięcia w trakcie otrzymywania stypendium</w:t>
            </w:r>
          </w:p>
        </w:tc>
      </w:tr>
      <w:tr w:rsidR="002B2535" w:rsidRPr="00ED0F51" w:rsidTr="00D476C2">
        <w:trPr>
          <w:trHeight w:val="517"/>
        </w:trPr>
        <w:tc>
          <w:tcPr>
            <w:tcW w:w="10065" w:type="dxa"/>
            <w:gridSpan w:val="3"/>
            <w:shd w:val="clear" w:color="auto" w:fill="F2F2F2"/>
            <w:vAlign w:val="center"/>
          </w:tcPr>
          <w:p w:rsidR="002B2535" w:rsidRPr="00ED0F51" w:rsidRDefault="002B2535" w:rsidP="00E56C98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ED0F51">
              <w:rPr>
                <w:rFonts w:ascii="Arial" w:hAnsi="Arial" w:cs="Arial"/>
                <w:b/>
                <w:szCs w:val="24"/>
              </w:rPr>
              <w:t>Cele edukacyjne dotyczące wybranych przedmiotów: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ED0F51">
              <w:rPr>
                <w:rFonts w:ascii="Arial" w:hAnsi="Arial" w:cs="Arial"/>
                <w:b/>
                <w:szCs w:val="24"/>
              </w:rPr>
              <w:t>a) Pogłębienie wiedzy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ED0F51">
              <w:rPr>
                <w:rFonts w:ascii="Arial" w:hAnsi="Arial" w:cs="Arial"/>
                <w:b/>
                <w:szCs w:val="24"/>
              </w:rPr>
              <w:t>b) Rozwój umiejętności praktycznych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ED0F51">
              <w:rPr>
                <w:rFonts w:ascii="Arial" w:hAnsi="Arial" w:cs="Arial"/>
                <w:b/>
                <w:szCs w:val="24"/>
              </w:rPr>
              <w:t>c) Podniesienie kompetencji</w:t>
            </w:r>
          </w:p>
        </w:tc>
      </w:tr>
      <w:tr w:rsidR="002B2535" w:rsidRPr="00ED0F51" w:rsidTr="006F368B">
        <w:trPr>
          <w:trHeight w:val="524"/>
        </w:trPr>
        <w:tc>
          <w:tcPr>
            <w:tcW w:w="4440" w:type="dxa"/>
            <w:gridSpan w:val="2"/>
            <w:shd w:val="clear" w:color="auto" w:fill="D9D9D9"/>
            <w:vAlign w:val="center"/>
          </w:tcPr>
          <w:p w:rsidR="002B2535" w:rsidRPr="00ED0F51" w:rsidRDefault="002B2535" w:rsidP="006F368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PRZEDMIOT KIERUNKOWY*</w:t>
            </w:r>
          </w:p>
        </w:tc>
        <w:tc>
          <w:tcPr>
            <w:tcW w:w="5625" w:type="dxa"/>
            <w:shd w:val="clear" w:color="auto" w:fill="D9D9D9"/>
            <w:vAlign w:val="center"/>
          </w:tcPr>
          <w:p w:rsidR="002B2535" w:rsidRPr="00ED0F51" w:rsidRDefault="002B2535" w:rsidP="006F368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D0F51">
              <w:rPr>
                <w:rFonts w:ascii="Arial" w:hAnsi="Arial" w:cs="Arial"/>
                <w:b/>
              </w:rPr>
              <w:t>REZULTATY</w:t>
            </w:r>
            <w:r w:rsidRPr="00ED0F51">
              <w:rPr>
                <w:rFonts w:ascii="Arial" w:hAnsi="Arial" w:cs="Arial"/>
                <w:b/>
                <w:vertAlign w:val="superscript"/>
              </w:rPr>
              <w:footnoteReference w:id="4"/>
            </w:r>
          </w:p>
          <w:p w:rsidR="002B2535" w:rsidRPr="00ED0F51" w:rsidRDefault="002B2535" w:rsidP="006F368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D0F51">
              <w:rPr>
                <w:rFonts w:ascii="Arial" w:hAnsi="Arial" w:cs="Arial"/>
              </w:rPr>
              <w:t>należy zaznaczyć X</w:t>
            </w:r>
          </w:p>
        </w:tc>
      </w:tr>
      <w:tr w:rsidR="002B2535" w:rsidRPr="00ED0F51" w:rsidTr="00810C12">
        <w:trPr>
          <w:trHeight w:val="850"/>
        </w:trPr>
        <w:tc>
          <w:tcPr>
            <w:tcW w:w="568" w:type="dxa"/>
            <w:vAlign w:val="center"/>
          </w:tcPr>
          <w:p w:rsidR="002B2535" w:rsidRPr="00ED0F51" w:rsidRDefault="002B2535" w:rsidP="00E56C98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ED0F51">
              <w:rPr>
                <w:rFonts w:ascii="Arial" w:hAnsi="Arial" w:cs="Arial"/>
                <w:b/>
                <w:lang w:eastAsia="en-US"/>
              </w:rPr>
              <w:t>1</w:t>
            </w:r>
          </w:p>
        </w:tc>
        <w:tc>
          <w:tcPr>
            <w:tcW w:w="3872" w:type="dxa"/>
            <w:vAlign w:val="center"/>
          </w:tcPr>
          <w:p w:rsidR="002B2535" w:rsidRDefault="002B2535" w:rsidP="00E56C98">
            <w:pPr>
              <w:spacing w:line="276" w:lineRule="auto"/>
              <w:rPr>
                <w:rFonts w:ascii="Arial" w:eastAsia="MS Gothic" w:hAnsi="Arial" w:cs="Arial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eastAsia="MS Gothic" w:hAnsi="Arial" w:cs="Arial"/>
              </w:rPr>
              <w:t xml:space="preserve"> Matematyka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eastAsia="MS Gothic" w:hAnsi="Arial" w:cs="Arial"/>
              </w:rPr>
            </w:pPr>
          </w:p>
          <w:p w:rsidR="002B2535" w:rsidRPr="00ED0F51" w:rsidRDefault="002B2535" w:rsidP="00E56C98">
            <w:pPr>
              <w:spacing w:line="276" w:lineRule="auto"/>
              <w:rPr>
                <w:rFonts w:ascii="Arial" w:eastAsia="MS Gothic" w:hAnsi="Arial" w:cs="Arial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eastAsia="MS Gothic" w:hAnsi="Arial" w:cs="Arial"/>
              </w:rPr>
              <w:t xml:space="preserve"> Język obcy nowożytny</w:t>
            </w:r>
            <w:r w:rsidRPr="00ED0F51">
              <w:rPr>
                <w:rStyle w:val="FootnoteReference"/>
                <w:rFonts w:ascii="Arial" w:eastAsia="MS Gothic" w:hAnsi="Arial"/>
              </w:rPr>
              <w:footnoteReference w:id="5"/>
            </w:r>
            <w:r w:rsidRPr="00ED0F51">
              <w:rPr>
                <w:rFonts w:ascii="Arial" w:eastAsia="MS Gothic" w:hAnsi="Arial" w:cs="Arial"/>
              </w:rPr>
              <w:t>:</w:t>
            </w:r>
          </w:p>
          <w:p w:rsidR="002B2535" w:rsidRDefault="002B2535" w:rsidP="00E56C98">
            <w:pPr>
              <w:spacing w:line="276" w:lineRule="auto"/>
              <w:rPr>
                <w:rFonts w:ascii="Arial" w:eastAsia="MS Gothic" w:hAnsi="Arial" w:cs="Arial"/>
              </w:rPr>
            </w:pPr>
            <w:r w:rsidRPr="00ED0F51">
              <w:rPr>
                <w:rFonts w:ascii="Arial" w:eastAsia="MS Gothic" w:hAnsi="Arial" w:cs="Arial"/>
              </w:rPr>
              <w:t>……………………………………….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eastAsia="MS Gothic" w:hAnsi="Arial" w:cs="Arial"/>
                <w:sz w:val="28"/>
                <w:szCs w:val="18"/>
              </w:rPr>
            </w:pPr>
          </w:p>
          <w:p w:rsidR="002B2535" w:rsidRPr="00ED0F51" w:rsidRDefault="002B2535" w:rsidP="00E56C98">
            <w:pPr>
              <w:spacing w:line="276" w:lineRule="auto"/>
              <w:rPr>
                <w:rFonts w:ascii="Arial" w:eastAsia="MS Gothic" w:hAnsi="Arial" w:cs="Arial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eastAsia="MS Gothic" w:hAnsi="Arial" w:cs="Arial"/>
              </w:rPr>
              <w:t xml:space="preserve"> …………………………………..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eastAsia="MS Gothic" w:hAnsi="Arial" w:cs="Arial"/>
              </w:rPr>
            </w:pPr>
          </w:p>
          <w:p w:rsidR="002B2535" w:rsidRPr="00ED0F51" w:rsidRDefault="002B2535" w:rsidP="006F368B">
            <w:pPr>
              <w:spacing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*należy </w:t>
            </w:r>
            <w:r w:rsidRPr="00ED0F51">
              <w:rPr>
                <w:rFonts w:ascii="Arial" w:hAnsi="Arial" w:cs="Arial"/>
                <w:i/>
              </w:rPr>
              <w:t>zaznaczyć</w:t>
            </w:r>
            <w:r>
              <w:rPr>
                <w:rFonts w:ascii="Arial" w:hAnsi="Arial" w:cs="Arial"/>
                <w:i/>
              </w:rPr>
              <w:t>/wpisać</w:t>
            </w:r>
            <w:r w:rsidRPr="00ED0F51">
              <w:rPr>
                <w:rFonts w:ascii="Arial" w:hAnsi="Arial" w:cs="Arial"/>
                <w:i/>
              </w:rPr>
              <w:t xml:space="preserve"> wybrany </w:t>
            </w:r>
            <w:r>
              <w:rPr>
                <w:rFonts w:ascii="Arial" w:hAnsi="Arial" w:cs="Arial"/>
                <w:i/>
              </w:rPr>
              <w:br/>
              <w:t>jeden</w:t>
            </w:r>
            <w:r w:rsidRPr="00ED0F51">
              <w:rPr>
                <w:rFonts w:ascii="Arial" w:hAnsi="Arial" w:cs="Arial"/>
                <w:i/>
              </w:rPr>
              <w:t xml:space="preserve"> przedmiot kierunkowy </w:t>
            </w:r>
            <w:r>
              <w:rPr>
                <w:rFonts w:ascii="Arial" w:hAnsi="Arial" w:cs="Arial"/>
                <w:i/>
              </w:rPr>
              <w:t>spośród</w:t>
            </w:r>
            <w:r w:rsidRPr="00ED0F51">
              <w:rPr>
                <w:rFonts w:ascii="Arial" w:hAnsi="Arial" w:cs="Arial"/>
                <w:i/>
              </w:rPr>
              <w:t xml:space="preserve"> wskazanych we wniosku o przyznanie stypendium</w:t>
            </w:r>
          </w:p>
        </w:tc>
        <w:tc>
          <w:tcPr>
            <w:tcW w:w="5625" w:type="dxa"/>
          </w:tcPr>
          <w:p w:rsidR="002B2535" w:rsidRPr="00441448" w:rsidRDefault="002B2535" w:rsidP="00E56C9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Udział w konkursie przedmiotowym i uzyskani</w:t>
            </w:r>
            <w:r>
              <w:rPr>
                <w:rFonts w:ascii="Arial" w:hAnsi="Arial" w:cs="Arial"/>
                <w:sz w:val="18"/>
                <w:szCs w:val="18"/>
              </w:rPr>
              <w:t>e tytułu laureata lub finalisty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Udział w Olimpiadzie Przedmiotowej i osiągnięcie tytułu laureata lub finalisty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Wykonanie pracy badawczej o tematyce: ………………………………………………………………………….*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Przygotowanie referatu na </w:t>
            </w:r>
            <w:r w:rsidRPr="00ED0F51">
              <w:rPr>
                <w:rFonts w:ascii="Arial" w:hAnsi="Arial" w:cs="Arial"/>
                <w:sz w:val="18"/>
                <w:szCs w:val="18"/>
              </w:rPr>
              <w:br/>
              <w:t>temat :…..……………………………………………………………...*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Przygotowanie prezentacji / wystawy na </w:t>
            </w:r>
            <w:r w:rsidRPr="00ED0F51">
              <w:rPr>
                <w:rFonts w:ascii="Arial" w:hAnsi="Arial" w:cs="Arial"/>
                <w:sz w:val="18"/>
                <w:szCs w:val="18"/>
              </w:rPr>
              <w:br/>
              <w:t>temat :…..……………………………………………………………..*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Przygotowanie publikacji na </w:t>
            </w:r>
            <w:r w:rsidRPr="00ED0F51">
              <w:rPr>
                <w:rFonts w:ascii="Arial" w:hAnsi="Arial" w:cs="Arial"/>
                <w:sz w:val="18"/>
                <w:szCs w:val="18"/>
              </w:rPr>
              <w:br/>
              <w:t>temat: …………………………………………………………………*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Przygotowanie wystawy z zakresu: 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ED0F51">
              <w:rPr>
                <w:rFonts w:ascii="Arial" w:hAnsi="Arial" w:cs="Arial"/>
                <w:sz w:val="18"/>
                <w:szCs w:val="18"/>
              </w:rPr>
              <w:t>*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Stworzenie programu komputerowego/aplikacji dotyczącego:…………………………………………………………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ED0F51">
              <w:rPr>
                <w:rFonts w:ascii="Arial" w:hAnsi="Arial" w:cs="Arial"/>
                <w:sz w:val="18"/>
                <w:szCs w:val="18"/>
              </w:rPr>
              <w:t>*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Uzyskanie certyfikatu językowego na poziomie………........</w:t>
            </w:r>
            <w:r>
              <w:rPr>
                <w:rFonts w:ascii="Arial" w:hAnsi="Arial" w:cs="Arial"/>
                <w:sz w:val="18"/>
                <w:szCs w:val="18"/>
              </w:rPr>
              <w:t>..</w:t>
            </w:r>
            <w:r w:rsidRPr="00ED0F51">
              <w:rPr>
                <w:rFonts w:ascii="Arial" w:hAnsi="Arial" w:cs="Arial"/>
                <w:sz w:val="18"/>
                <w:szCs w:val="18"/>
              </w:rPr>
              <w:t>.*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Utrzymanie dotychczasowej oceny lub uzyskanie wyższej na koniec roku szkolnego 2018/2019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Stworzenie własnej strony internetowej </w:t>
            </w:r>
            <w:r w:rsidRPr="00ED0F51">
              <w:rPr>
                <w:rFonts w:ascii="Arial" w:hAnsi="Arial" w:cs="Arial"/>
                <w:sz w:val="18"/>
                <w:szCs w:val="18"/>
              </w:rPr>
              <w:br/>
              <w:t>dotyczącej…………………………………………………………….*</w:t>
            </w:r>
          </w:p>
          <w:p w:rsidR="002B2535" w:rsidRDefault="002B2535" w:rsidP="00EE120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inny: 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ED0F5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D0F51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…………..*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2B2535" w:rsidRPr="00ED0F51" w:rsidRDefault="002B2535" w:rsidP="00E56C98">
            <w:pPr>
              <w:spacing w:line="276" w:lineRule="auto"/>
              <w:ind w:left="1080"/>
              <w:rPr>
                <w:rFonts w:ascii="Arial" w:hAnsi="Arial" w:cs="Arial"/>
                <w:i/>
                <w:sz w:val="18"/>
                <w:szCs w:val="18"/>
              </w:rPr>
            </w:pPr>
            <w:r w:rsidRPr="00ED0F51">
              <w:rPr>
                <w:rFonts w:ascii="Arial" w:hAnsi="Arial" w:cs="Arial"/>
                <w:i/>
                <w:sz w:val="18"/>
                <w:szCs w:val="18"/>
              </w:rPr>
              <w:t>*należy uzupełnić (jeśli dotyczy)</w:t>
            </w:r>
          </w:p>
        </w:tc>
      </w:tr>
      <w:tr w:rsidR="002B2535" w:rsidRPr="00ED0F51" w:rsidTr="00EE1207">
        <w:trPr>
          <w:trHeight w:val="8198"/>
        </w:trPr>
        <w:tc>
          <w:tcPr>
            <w:tcW w:w="568" w:type="dxa"/>
            <w:vAlign w:val="center"/>
          </w:tcPr>
          <w:p w:rsidR="002B2535" w:rsidRPr="00ED0F51" w:rsidRDefault="002B2535" w:rsidP="00E56C98">
            <w:pPr>
              <w:spacing w:line="276" w:lineRule="auto"/>
              <w:rPr>
                <w:rFonts w:ascii="Arial" w:hAnsi="Arial" w:cs="Arial"/>
                <w:b/>
              </w:rPr>
            </w:pPr>
            <w:r w:rsidRPr="00ED0F5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872" w:type="dxa"/>
            <w:vAlign w:val="center"/>
          </w:tcPr>
          <w:p w:rsidR="002B2535" w:rsidRPr="00ED0F51" w:rsidRDefault="002B2535" w:rsidP="00E56C98">
            <w:pPr>
              <w:spacing w:line="276" w:lineRule="auto"/>
              <w:rPr>
                <w:rFonts w:ascii="Arial" w:eastAsia="MS Gothic" w:hAnsi="Arial" w:cs="Arial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D0F51">
              <w:rPr>
                <w:rFonts w:ascii="Arial" w:eastAsia="MS Gothic" w:hAnsi="Arial" w:cs="Arial"/>
              </w:rPr>
              <w:t>Matematyka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eastAsia="MS Gothic" w:hAnsi="Arial" w:cs="Arial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eastAsia="MS Gothic" w:hAnsi="Arial" w:cs="Arial"/>
                <w:sz w:val="28"/>
                <w:szCs w:val="18"/>
              </w:rPr>
              <w:t xml:space="preserve"> </w:t>
            </w:r>
            <w:r w:rsidRPr="00ED0F51">
              <w:rPr>
                <w:rFonts w:ascii="Arial" w:eastAsia="MS Gothic" w:hAnsi="Arial" w:cs="Arial"/>
              </w:rPr>
              <w:t>Język obcy nowożytny</w:t>
            </w:r>
            <w:r w:rsidRPr="00ED0F51">
              <w:rPr>
                <w:rStyle w:val="FootnoteReference"/>
                <w:rFonts w:ascii="Arial" w:eastAsia="MS Gothic" w:hAnsi="Arial"/>
              </w:rPr>
              <w:footnoteReference w:id="6"/>
            </w:r>
            <w:r w:rsidRPr="00ED0F51">
              <w:rPr>
                <w:rFonts w:ascii="Arial" w:eastAsia="MS Gothic" w:hAnsi="Arial" w:cs="Arial"/>
              </w:rPr>
              <w:t>: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eastAsia="MS Gothic" w:hAnsi="Arial" w:cs="Arial"/>
                <w:sz w:val="28"/>
                <w:szCs w:val="18"/>
              </w:rPr>
            </w:pPr>
            <w:r w:rsidRPr="00ED0F51">
              <w:rPr>
                <w:rFonts w:ascii="Arial" w:eastAsia="MS Gothic" w:hAnsi="Arial" w:cs="Arial"/>
              </w:rPr>
              <w:t>……………………………………….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eastAsia="MS Gothic" w:hAnsi="Arial" w:cs="Arial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eastAsia="MS Gothic" w:hAnsi="Arial" w:cs="Arial"/>
                <w:sz w:val="28"/>
                <w:szCs w:val="18"/>
              </w:rPr>
              <w:t xml:space="preserve"> </w:t>
            </w:r>
            <w:r w:rsidRPr="00ED0F51">
              <w:rPr>
                <w:rFonts w:ascii="Arial" w:eastAsia="MS Gothic" w:hAnsi="Arial" w:cs="Arial"/>
              </w:rPr>
              <w:t>Biologia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eastAsia="MS Gothic" w:hAnsi="Arial" w:cs="Arial"/>
                <w:sz w:val="2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eastAsia="MS Gothic" w:hAnsi="Arial" w:cs="Arial"/>
                <w:sz w:val="28"/>
                <w:szCs w:val="18"/>
              </w:rPr>
              <w:t xml:space="preserve"> </w:t>
            </w:r>
            <w:r w:rsidRPr="00ED0F51">
              <w:rPr>
                <w:rFonts w:ascii="Arial" w:eastAsia="MS Gothic" w:hAnsi="Arial" w:cs="Arial"/>
              </w:rPr>
              <w:t>Chemia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eastAsia="MS Gothic" w:hAnsi="Arial" w:cs="Arial"/>
                <w:sz w:val="2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eastAsia="MS Gothic" w:hAnsi="Arial" w:cs="Arial"/>
                <w:sz w:val="28"/>
                <w:szCs w:val="18"/>
              </w:rPr>
              <w:t xml:space="preserve"> </w:t>
            </w:r>
            <w:r w:rsidRPr="00ED0F51">
              <w:rPr>
                <w:rFonts w:ascii="Arial" w:eastAsia="MS Gothic" w:hAnsi="Arial" w:cs="Arial"/>
              </w:rPr>
              <w:t>Geografia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eastAsia="MS Gothic" w:hAnsi="Arial" w:cs="Arial"/>
                <w:sz w:val="2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eastAsia="MS Gothic" w:hAnsi="Arial" w:cs="Arial"/>
                <w:sz w:val="28"/>
                <w:szCs w:val="18"/>
              </w:rPr>
              <w:t xml:space="preserve"> </w:t>
            </w:r>
            <w:r w:rsidRPr="00ED0F51">
              <w:rPr>
                <w:rFonts w:ascii="Arial" w:eastAsia="MS Gothic" w:hAnsi="Arial" w:cs="Arial"/>
              </w:rPr>
              <w:t>Fizyka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eastAsia="MS Gothic" w:hAnsi="Arial" w:cs="Arial"/>
                <w:sz w:val="2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eastAsia="MS Gothic" w:hAnsi="Arial" w:cs="Arial"/>
                <w:sz w:val="28"/>
                <w:szCs w:val="18"/>
              </w:rPr>
              <w:t xml:space="preserve"> </w:t>
            </w:r>
            <w:r w:rsidRPr="00ED0F51">
              <w:rPr>
                <w:rFonts w:ascii="Arial" w:eastAsia="MS Gothic" w:hAnsi="Arial" w:cs="Arial"/>
              </w:rPr>
              <w:t>Przyroda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eastAsia="MS Gothic" w:hAnsi="Arial" w:cs="Arial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eastAsia="MS Gothic" w:hAnsi="Arial" w:cs="Arial"/>
                <w:sz w:val="28"/>
                <w:szCs w:val="18"/>
              </w:rPr>
              <w:t xml:space="preserve"> </w:t>
            </w:r>
            <w:r w:rsidRPr="00ED0F51">
              <w:rPr>
                <w:rFonts w:ascii="Arial" w:eastAsia="MS Gothic" w:hAnsi="Arial" w:cs="Arial"/>
              </w:rPr>
              <w:t>Przedmiot ICT</w:t>
            </w:r>
            <w:r w:rsidRPr="00ED0F51">
              <w:rPr>
                <w:rStyle w:val="FootnoteReference"/>
                <w:rFonts w:ascii="Arial" w:eastAsia="MS Gothic" w:hAnsi="Arial"/>
              </w:rPr>
              <w:footnoteReference w:id="7"/>
            </w:r>
            <w:r w:rsidRPr="00ED0F51">
              <w:rPr>
                <w:rFonts w:ascii="Arial" w:eastAsia="MS Gothic" w:hAnsi="Arial" w:cs="Arial"/>
              </w:rPr>
              <w:t>: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eastAsia="MS Gothic" w:hAnsi="Arial" w:cs="Arial"/>
                <w:sz w:val="28"/>
                <w:szCs w:val="18"/>
              </w:rPr>
            </w:pPr>
            <w:r w:rsidRPr="00ED0F51">
              <w:rPr>
                <w:rFonts w:ascii="Arial" w:eastAsia="MS Gothic" w:hAnsi="Arial" w:cs="Arial"/>
              </w:rPr>
              <w:t>………………………………………….</w:t>
            </w:r>
          </w:p>
          <w:p w:rsidR="002B2535" w:rsidRPr="00ED0F51" w:rsidRDefault="002B2535" w:rsidP="00E56C98">
            <w:pPr>
              <w:spacing w:line="276" w:lineRule="auto"/>
              <w:rPr>
                <w:rFonts w:ascii="Arial" w:eastAsia="MS Gothic" w:hAnsi="Arial" w:cs="Arial"/>
                <w:sz w:val="28"/>
                <w:szCs w:val="18"/>
              </w:rPr>
            </w:pPr>
          </w:p>
          <w:p w:rsidR="002B2535" w:rsidRPr="00ED0F51" w:rsidRDefault="002B2535" w:rsidP="00E56C98">
            <w:pPr>
              <w:spacing w:line="276" w:lineRule="auto"/>
              <w:rPr>
                <w:rFonts w:ascii="Arial" w:hAnsi="Arial" w:cs="Arial"/>
                <w:b/>
                <w:i/>
              </w:rPr>
            </w:pPr>
            <w:r w:rsidRPr="00ED0F51">
              <w:rPr>
                <w:rFonts w:ascii="Arial" w:hAnsi="Arial" w:cs="Arial"/>
              </w:rPr>
              <w:t xml:space="preserve"> </w:t>
            </w:r>
            <w:r w:rsidRPr="00ED0F51">
              <w:rPr>
                <w:rFonts w:ascii="Arial" w:hAnsi="Arial" w:cs="Arial"/>
                <w:i/>
              </w:rPr>
              <w:t>(</w:t>
            </w:r>
            <w:r>
              <w:rPr>
                <w:rFonts w:ascii="Arial" w:hAnsi="Arial" w:cs="Arial"/>
                <w:i/>
              </w:rPr>
              <w:t>należy zaznaczyć jeden</w:t>
            </w:r>
            <w:r w:rsidRPr="00ED0F51">
              <w:rPr>
                <w:rFonts w:ascii="Arial" w:hAnsi="Arial" w:cs="Arial"/>
                <w:i/>
              </w:rPr>
              <w:t xml:space="preserve"> przedmiot inny niż wybrany w pkt.1 tabeli)</w:t>
            </w:r>
          </w:p>
        </w:tc>
        <w:tc>
          <w:tcPr>
            <w:tcW w:w="5625" w:type="dxa"/>
          </w:tcPr>
          <w:p w:rsidR="002B2535" w:rsidRPr="00441448" w:rsidRDefault="002B2535" w:rsidP="00EE1207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Udział w konkursie przedmiotowym i uzyskani</w:t>
            </w:r>
            <w:r>
              <w:rPr>
                <w:rFonts w:ascii="Arial" w:hAnsi="Arial" w:cs="Arial"/>
                <w:sz w:val="18"/>
                <w:szCs w:val="18"/>
              </w:rPr>
              <w:t>e tytułu laureata lub finalisty</w:t>
            </w:r>
          </w:p>
          <w:p w:rsidR="002B2535" w:rsidRPr="00ED0F51" w:rsidRDefault="002B2535" w:rsidP="00EE120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Udział w Olimpiadzie Przedmiotowej i osiągnięcie tytułu laureata lub finalisty</w:t>
            </w:r>
          </w:p>
          <w:p w:rsidR="002B2535" w:rsidRPr="00ED0F51" w:rsidRDefault="002B2535" w:rsidP="00EE120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Wykonanie pracy badawczej o tematyce: ………………………………………………………………………….*</w:t>
            </w:r>
          </w:p>
          <w:p w:rsidR="002B2535" w:rsidRPr="00ED0F51" w:rsidRDefault="002B2535" w:rsidP="00EE120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Przygotowanie referatu na </w:t>
            </w:r>
            <w:r w:rsidRPr="00ED0F51">
              <w:rPr>
                <w:rFonts w:ascii="Arial" w:hAnsi="Arial" w:cs="Arial"/>
                <w:sz w:val="18"/>
                <w:szCs w:val="18"/>
              </w:rPr>
              <w:br/>
              <w:t>temat :…..……………………………………………………………...*</w:t>
            </w:r>
          </w:p>
          <w:p w:rsidR="002B2535" w:rsidRPr="00ED0F51" w:rsidRDefault="002B2535" w:rsidP="00EE120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Przygotowanie prezentacji / wystawy na </w:t>
            </w:r>
            <w:r w:rsidRPr="00ED0F51">
              <w:rPr>
                <w:rFonts w:ascii="Arial" w:hAnsi="Arial" w:cs="Arial"/>
                <w:sz w:val="18"/>
                <w:szCs w:val="18"/>
              </w:rPr>
              <w:br/>
              <w:t>temat :…..……………………………………………………………..*</w:t>
            </w:r>
          </w:p>
          <w:p w:rsidR="002B2535" w:rsidRPr="00ED0F51" w:rsidRDefault="002B2535" w:rsidP="00EE120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Przygotowanie publikacji na </w:t>
            </w:r>
            <w:r w:rsidRPr="00ED0F51">
              <w:rPr>
                <w:rFonts w:ascii="Arial" w:hAnsi="Arial" w:cs="Arial"/>
                <w:sz w:val="18"/>
                <w:szCs w:val="18"/>
              </w:rPr>
              <w:br/>
              <w:t>temat: …………………………………………………………………*</w:t>
            </w:r>
          </w:p>
          <w:p w:rsidR="002B2535" w:rsidRPr="00ED0F51" w:rsidRDefault="002B2535" w:rsidP="00EE120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Przygotowanie wystawy z zakresu: 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ED0F51">
              <w:rPr>
                <w:rFonts w:ascii="Arial" w:hAnsi="Arial" w:cs="Arial"/>
                <w:sz w:val="18"/>
                <w:szCs w:val="18"/>
              </w:rPr>
              <w:t>*</w:t>
            </w:r>
          </w:p>
          <w:p w:rsidR="002B2535" w:rsidRPr="00ED0F51" w:rsidRDefault="002B2535" w:rsidP="00EE120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Stworzenie programu komputerowego/aplikacji dotyczącego:…………………………………………………………*</w:t>
            </w:r>
          </w:p>
          <w:p w:rsidR="002B2535" w:rsidRPr="00ED0F51" w:rsidRDefault="002B2535" w:rsidP="00EE120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Uzyskanie certyfikatu językowego na poziomie………........</w:t>
            </w:r>
            <w:r>
              <w:rPr>
                <w:rFonts w:ascii="Arial" w:hAnsi="Arial" w:cs="Arial"/>
                <w:sz w:val="18"/>
                <w:szCs w:val="18"/>
              </w:rPr>
              <w:t>..</w:t>
            </w:r>
            <w:r w:rsidRPr="00ED0F51">
              <w:rPr>
                <w:rFonts w:ascii="Arial" w:hAnsi="Arial" w:cs="Arial"/>
                <w:sz w:val="18"/>
                <w:szCs w:val="18"/>
              </w:rPr>
              <w:t>.*</w:t>
            </w:r>
          </w:p>
          <w:p w:rsidR="002B2535" w:rsidRPr="00ED0F51" w:rsidRDefault="002B2535" w:rsidP="00EE120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ED0F51">
              <w:rPr>
                <w:rFonts w:ascii="Arial" w:hAnsi="Arial" w:cs="Arial"/>
                <w:sz w:val="18"/>
                <w:szCs w:val="18"/>
              </w:rPr>
              <w:t>Utrzymanie dotychczasowej oceny lub uzyskanie wyższej na koniec roku szkolnego 2018/2019</w:t>
            </w:r>
          </w:p>
          <w:p w:rsidR="002B2535" w:rsidRPr="00ED0F51" w:rsidRDefault="002B2535" w:rsidP="00EE120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Stworzenie własnej strony internetowej </w:t>
            </w:r>
            <w:r w:rsidRPr="00ED0F51">
              <w:rPr>
                <w:rFonts w:ascii="Arial" w:hAnsi="Arial" w:cs="Arial"/>
                <w:sz w:val="18"/>
                <w:szCs w:val="18"/>
              </w:rPr>
              <w:br/>
              <w:t>dotyczącej…………………………………………………………….*</w:t>
            </w:r>
          </w:p>
          <w:p w:rsidR="002B2535" w:rsidRDefault="002B2535" w:rsidP="00EE120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S Gothic" w:eastAsia="MS Gothic" w:hAnsi="MS Gothic" w:cs="Arial" w:hint="eastAsia"/>
                <w:sz w:val="28"/>
                <w:szCs w:val="18"/>
              </w:rPr>
              <w:t>☐</w:t>
            </w:r>
            <w:r w:rsidRPr="00ED0F51">
              <w:rPr>
                <w:rFonts w:ascii="Arial" w:hAnsi="Arial" w:cs="Arial"/>
                <w:sz w:val="18"/>
                <w:szCs w:val="18"/>
              </w:rPr>
              <w:t xml:space="preserve"> inny: 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ED0F5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B2535" w:rsidRPr="00ED0F51" w:rsidRDefault="002B2535" w:rsidP="00EE120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D0F51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…………..</w:t>
            </w:r>
            <w:r w:rsidRPr="00ED0F51">
              <w:rPr>
                <w:rFonts w:ascii="Arial" w:hAnsi="Arial" w:cs="Arial"/>
                <w:sz w:val="18"/>
                <w:szCs w:val="18"/>
              </w:rPr>
              <w:t>*</w:t>
            </w:r>
          </w:p>
          <w:p w:rsidR="002B2535" w:rsidRPr="00ED0F51" w:rsidRDefault="002B2535" w:rsidP="00EE120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2B2535" w:rsidRPr="00ED0F51" w:rsidRDefault="002B2535" w:rsidP="00EE1207">
            <w:pPr>
              <w:spacing w:line="276" w:lineRule="auto"/>
              <w:ind w:left="720"/>
              <w:contextualSpacing/>
              <w:rPr>
                <w:rFonts w:ascii="Arial" w:hAnsi="Arial" w:cs="Arial"/>
                <w:b/>
                <w:sz w:val="16"/>
              </w:rPr>
            </w:pPr>
            <w:r w:rsidRPr="00ED0F51">
              <w:rPr>
                <w:rFonts w:ascii="Arial" w:hAnsi="Arial" w:cs="Arial"/>
                <w:i/>
                <w:sz w:val="18"/>
                <w:szCs w:val="18"/>
              </w:rPr>
              <w:t>*należy uzupełnić (jeśli dotyczy)</w:t>
            </w:r>
          </w:p>
        </w:tc>
      </w:tr>
    </w:tbl>
    <w:p w:rsidR="002B2535" w:rsidRPr="00ED0F51" w:rsidRDefault="002B2535" w:rsidP="004147BA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2B2535" w:rsidRPr="00ED0F51" w:rsidRDefault="002B2535" w:rsidP="004147BA">
      <w:pPr>
        <w:numPr>
          <w:ilvl w:val="0"/>
          <w:numId w:val="11"/>
        </w:numPr>
        <w:rPr>
          <w:rFonts w:ascii="Arial" w:hAnsi="Arial" w:cs="Arial"/>
          <w:b/>
          <w:sz w:val="24"/>
          <w:szCs w:val="24"/>
        </w:rPr>
      </w:pPr>
      <w:r w:rsidRPr="00ED0F51">
        <w:rPr>
          <w:rFonts w:ascii="Arial" w:hAnsi="Arial" w:cs="Arial"/>
          <w:b/>
          <w:sz w:val="24"/>
          <w:szCs w:val="24"/>
        </w:rPr>
        <w:t>Plan wydatków</w:t>
      </w:r>
    </w:p>
    <w:p w:rsidR="002B2535" w:rsidRPr="00ED0F51" w:rsidRDefault="002B2535" w:rsidP="00B3447E">
      <w:pPr>
        <w:rPr>
          <w:rFonts w:ascii="Arial" w:hAnsi="Arial" w:cs="Arial"/>
          <w:b/>
          <w:sz w:val="24"/>
          <w:szCs w:val="24"/>
        </w:rPr>
      </w:pPr>
    </w:p>
    <w:p w:rsidR="002B2535" w:rsidRPr="00ED0F51" w:rsidRDefault="002B2535" w:rsidP="00206A56">
      <w:pPr>
        <w:spacing w:after="120"/>
        <w:jc w:val="both"/>
        <w:rPr>
          <w:rFonts w:ascii="Arial" w:hAnsi="Arial" w:cs="Arial"/>
          <w:sz w:val="24"/>
        </w:rPr>
      </w:pPr>
      <w:r w:rsidRPr="00ED0F51">
        <w:rPr>
          <w:rFonts w:ascii="Arial" w:hAnsi="Arial" w:cs="Arial"/>
          <w:sz w:val="24"/>
        </w:rPr>
        <w:t>1) Należy przedstawić szacunkowy plan wydatków związanych z realizacją działań zmierzających do osiągnięcia celów edukacyjnych i rezultatów na okres otrzymywania stypendium.</w:t>
      </w:r>
    </w:p>
    <w:p w:rsidR="002B2535" w:rsidRPr="00ED0F51" w:rsidRDefault="002B2535" w:rsidP="00206A56">
      <w:pPr>
        <w:spacing w:after="120"/>
        <w:jc w:val="both"/>
        <w:rPr>
          <w:rFonts w:ascii="Arial" w:hAnsi="Arial" w:cs="Arial"/>
          <w:sz w:val="24"/>
        </w:rPr>
      </w:pPr>
      <w:r w:rsidRPr="00ED0F51">
        <w:rPr>
          <w:rFonts w:ascii="Arial" w:hAnsi="Arial" w:cs="Arial"/>
          <w:sz w:val="24"/>
        </w:rPr>
        <w:t xml:space="preserve">2) Co do zasady wykazane wydatki muszą mieścić się w katalogu kosztów, wskazanym w § 8 ust. 4 </w:t>
      </w:r>
      <w:r w:rsidRPr="00ED0F51">
        <w:rPr>
          <w:rFonts w:ascii="Arial" w:hAnsi="Arial" w:cs="Arial"/>
          <w:i/>
          <w:sz w:val="24"/>
        </w:rPr>
        <w:t xml:space="preserve">Regulaminu przyznawania stypendiów w ramach projektu </w:t>
      </w:r>
      <w:r w:rsidRPr="00ED0F51">
        <w:rPr>
          <w:rFonts w:ascii="Arial" w:hAnsi="Arial" w:cs="Arial"/>
          <w:b/>
          <w:i/>
          <w:sz w:val="24"/>
        </w:rPr>
        <w:t>Śląskie. Inwestujemy w talenty – IV edycja</w:t>
      </w:r>
      <w:r w:rsidRPr="00ED0F51">
        <w:rPr>
          <w:rFonts w:ascii="Arial" w:hAnsi="Arial" w:cs="Arial"/>
          <w:sz w:val="24"/>
        </w:rPr>
        <w:t xml:space="preserve">. Wydatki należy wykazać na kwotę (sumę) </w:t>
      </w:r>
      <w:r w:rsidRPr="00ED0F51">
        <w:rPr>
          <w:rFonts w:ascii="Arial" w:hAnsi="Arial" w:cs="Arial"/>
          <w:sz w:val="24"/>
          <w:u w:val="single"/>
        </w:rPr>
        <w:t>nie mniejszą niż przewidywana wartość stypendium, tj. 5 000,00 PLN</w:t>
      </w:r>
      <w:r w:rsidRPr="00ED0F51">
        <w:rPr>
          <w:rStyle w:val="FootnoteReference"/>
          <w:rFonts w:ascii="Arial" w:hAnsi="Arial" w:cs="Arial"/>
          <w:sz w:val="24"/>
          <w:u w:val="single"/>
        </w:rPr>
        <w:footnoteReference w:id="8"/>
      </w:r>
      <w:r w:rsidRPr="00ED0F51">
        <w:rPr>
          <w:rFonts w:ascii="Arial" w:hAnsi="Arial" w:cs="Arial"/>
          <w:sz w:val="24"/>
        </w:rPr>
        <w:t>.</w:t>
      </w:r>
    </w:p>
    <w:p w:rsidR="002B2535" w:rsidRPr="00ED0F51" w:rsidRDefault="002B2535" w:rsidP="00206A56">
      <w:pPr>
        <w:spacing w:after="120"/>
        <w:jc w:val="both"/>
        <w:rPr>
          <w:rFonts w:ascii="Arial" w:hAnsi="Arial" w:cs="Arial"/>
          <w:sz w:val="24"/>
        </w:rPr>
      </w:pPr>
      <w:r w:rsidRPr="00ED0F51">
        <w:rPr>
          <w:rFonts w:ascii="Arial" w:hAnsi="Arial" w:cs="Arial"/>
          <w:sz w:val="24"/>
        </w:rPr>
        <w:t xml:space="preserve">3) W przypadku stypendystów, którzy uczestniczyli </w:t>
      </w:r>
      <w:r w:rsidRPr="00ED0F51">
        <w:rPr>
          <w:rFonts w:ascii="Arial" w:hAnsi="Arial" w:cs="Arial"/>
          <w:sz w:val="24"/>
          <w:szCs w:val="24"/>
        </w:rPr>
        <w:t>w ramach poprzednich edycji projektu</w:t>
      </w:r>
      <w:r w:rsidRPr="00ED0F51">
        <w:rPr>
          <w:rFonts w:ascii="Arial" w:hAnsi="Arial" w:cs="Arial"/>
          <w:sz w:val="24"/>
        </w:rPr>
        <w:t xml:space="preserve"> </w:t>
      </w:r>
      <w:r w:rsidRPr="00ED0F51">
        <w:rPr>
          <w:rFonts w:ascii="Arial" w:hAnsi="Arial" w:cs="Arial"/>
          <w:i/>
          <w:sz w:val="24"/>
        </w:rPr>
        <w:t>Śląskie. Inwestujemy w talenty</w:t>
      </w:r>
      <w:r w:rsidRPr="00ED0F51">
        <w:rPr>
          <w:rFonts w:ascii="Arial" w:hAnsi="Arial" w:cs="Arial"/>
          <w:sz w:val="24"/>
        </w:rPr>
        <w:t xml:space="preserve">, nie jest zasadne planowanie zakupu sprzętu tożsamego o którym mowa w ust. 4 pkt. 2 i 3 </w:t>
      </w:r>
      <w:r w:rsidRPr="00ED0F51">
        <w:rPr>
          <w:rFonts w:ascii="Arial" w:hAnsi="Arial" w:cs="Arial"/>
          <w:i/>
          <w:sz w:val="24"/>
        </w:rPr>
        <w:t>Regulaminu</w:t>
      </w:r>
      <w:r w:rsidRPr="00ED0F51">
        <w:rPr>
          <w:rFonts w:ascii="Arial" w:hAnsi="Arial" w:cs="Arial"/>
          <w:sz w:val="24"/>
        </w:rPr>
        <w:t xml:space="preserve"> z zakupionym ze środków stypendialnych otrzymanych w ramach poprzedniej edycji projektu, tj. poniesionych w roku szkolnym 2017/2018</w:t>
      </w:r>
      <w:r w:rsidRPr="00ED0F51">
        <w:rPr>
          <w:rStyle w:val="FootnoteReference"/>
          <w:rFonts w:ascii="Arial" w:hAnsi="Arial" w:cs="Arial"/>
          <w:sz w:val="24"/>
        </w:rPr>
        <w:footnoteReference w:id="9"/>
      </w:r>
      <w:r w:rsidRPr="00ED0F51">
        <w:rPr>
          <w:rFonts w:ascii="Arial" w:hAnsi="Arial" w:cs="Arial"/>
          <w:sz w:val="24"/>
        </w:rPr>
        <w:t>.</w:t>
      </w:r>
    </w:p>
    <w:p w:rsidR="002B2535" w:rsidRPr="00ED0F51" w:rsidRDefault="002B2535" w:rsidP="00954D69">
      <w:pPr>
        <w:spacing w:line="360" w:lineRule="auto"/>
        <w:jc w:val="both"/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3"/>
        <w:gridCol w:w="6362"/>
        <w:gridCol w:w="2283"/>
      </w:tblGrid>
      <w:tr w:rsidR="002B2535" w:rsidRPr="00ED0F51" w:rsidTr="000D567E">
        <w:trPr>
          <w:trHeight w:hRule="exact" w:val="660"/>
        </w:trPr>
        <w:tc>
          <w:tcPr>
            <w:tcW w:w="643" w:type="dxa"/>
            <w:shd w:val="clear" w:color="auto" w:fill="BFBFBF"/>
            <w:vAlign w:val="center"/>
          </w:tcPr>
          <w:p w:rsidR="002B2535" w:rsidRPr="00ED0F51" w:rsidRDefault="002B2535" w:rsidP="004A59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0F51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6362" w:type="dxa"/>
            <w:shd w:val="clear" w:color="auto" w:fill="BFBFBF"/>
            <w:vAlign w:val="center"/>
          </w:tcPr>
          <w:p w:rsidR="002B2535" w:rsidRPr="00ED0F51" w:rsidRDefault="002B2535" w:rsidP="004A59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0F51">
              <w:rPr>
                <w:rFonts w:ascii="Arial" w:hAnsi="Arial" w:cs="Arial"/>
                <w:b/>
                <w:sz w:val="24"/>
                <w:szCs w:val="24"/>
              </w:rPr>
              <w:t>Rodzaj wydatku</w:t>
            </w:r>
          </w:p>
        </w:tc>
        <w:tc>
          <w:tcPr>
            <w:tcW w:w="2283" w:type="dxa"/>
            <w:shd w:val="clear" w:color="auto" w:fill="BFBFBF"/>
            <w:vAlign w:val="center"/>
          </w:tcPr>
          <w:p w:rsidR="002B2535" w:rsidRPr="00ED0F51" w:rsidRDefault="002B2535" w:rsidP="004A59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0F51">
              <w:rPr>
                <w:rFonts w:ascii="Arial" w:hAnsi="Arial" w:cs="Arial"/>
                <w:b/>
                <w:sz w:val="24"/>
                <w:szCs w:val="24"/>
              </w:rPr>
              <w:t>Szacunkowy koszt</w:t>
            </w:r>
          </w:p>
        </w:tc>
      </w:tr>
      <w:tr w:rsidR="002B2535" w:rsidRPr="00ED0F51" w:rsidTr="000D567E">
        <w:trPr>
          <w:trHeight w:hRule="exact" w:val="567"/>
        </w:trPr>
        <w:tc>
          <w:tcPr>
            <w:tcW w:w="643" w:type="dxa"/>
            <w:vAlign w:val="center"/>
          </w:tcPr>
          <w:p w:rsidR="002B2535" w:rsidRPr="00ED0F51" w:rsidRDefault="002B2535" w:rsidP="004A59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0F5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362" w:type="dxa"/>
          </w:tcPr>
          <w:p w:rsidR="002B2535" w:rsidRPr="00ED0F51" w:rsidRDefault="002B2535" w:rsidP="009A00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2B2535" w:rsidRPr="00ED0F51" w:rsidRDefault="002B2535" w:rsidP="009A00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B2535" w:rsidRPr="00ED0F51" w:rsidTr="000D567E">
        <w:trPr>
          <w:trHeight w:hRule="exact" w:val="567"/>
        </w:trPr>
        <w:tc>
          <w:tcPr>
            <w:tcW w:w="643" w:type="dxa"/>
            <w:vAlign w:val="center"/>
          </w:tcPr>
          <w:p w:rsidR="002B2535" w:rsidRPr="00ED0F51" w:rsidRDefault="002B2535" w:rsidP="004A59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0F5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362" w:type="dxa"/>
          </w:tcPr>
          <w:p w:rsidR="002B2535" w:rsidRPr="00ED0F51" w:rsidRDefault="002B2535" w:rsidP="009A00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2B2535" w:rsidRPr="00ED0F51" w:rsidRDefault="002B2535" w:rsidP="009A00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B2535" w:rsidRPr="00ED0F51" w:rsidTr="000D567E">
        <w:trPr>
          <w:trHeight w:hRule="exact" w:val="567"/>
        </w:trPr>
        <w:tc>
          <w:tcPr>
            <w:tcW w:w="643" w:type="dxa"/>
            <w:vAlign w:val="center"/>
          </w:tcPr>
          <w:p w:rsidR="002B2535" w:rsidRPr="00ED0F51" w:rsidRDefault="002B2535" w:rsidP="004A59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0F5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362" w:type="dxa"/>
          </w:tcPr>
          <w:p w:rsidR="002B2535" w:rsidRPr="00ED0F51" w:rsidRDefault="002B2535" w:rsidP="009A00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2B2535" w:rsidRPr="00ED0F51" w:rsidRDefault="002B2535" w:rsidP="009A00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B2535" w:rsidRPr="00ED0F51" w:rsidTr="000D567E">
        <w:trPr>
          <w:trHeight w:hRule="exact" w:val="567"/>
        </w:trPr>
        <w:tc>
          <w:tcPr>
            <w:tcW w:w="643" w:type="dxa"/>
            <w:vAlign w:val="center"/>
          </w:tcPr>
          <w:p w:rsidR="002B2535" w:rsidRPr="00ED0F51" w:rsidRDefault="002B2535" w:rsidP="004A59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0F5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362" w:type="dxa"/>
          </w:tcPr>
          <w:p w:rsidR="002B2535" w:rsidRPr="00ED0F51" w:rsidRDefault="002B2535" w:rsidP="009A00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2B2535" w:rsidRPr="00ED0F51" w:rsidRDefault="002B2535" w:rsidP="009A00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B2535" w:rsidRPr="00ED0F51" w:rsidTr="000D567E">
        <w:trPr>
          <w:trHeight w:hRule="exact" w:val="567"/>
        </w:trPr>
        <w:tc>
          <w:tcPr>
            <w:tcW w:w="643" w:type="dxa"/>
            <w:vAlign w:val="center"/>
          </w:tcPr>
          <w:p w:rsidR="002B2535" w:rsidRPr="00ED0F51" w:rsidRDefault="002B2535" w:rsidP="004A59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0F5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362" w:type="dxa"/>
          </w:tcPr>
          <w:p w:rsidR="002B2535" w:rsidRPr="00ED0F51" w:rsidRDefault="002B2535" w:rsidP="009A00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2B2535" w:rsidRPr="00ED0F51" w:rsidRDefault="002B2535" w:rsidP="009A00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B2535" w:rsidRPr="00ED0F51" w:rsidTr="000D567E">
        <w:trPr>
          <w:trHeight w:hRule="exact" w:val="567"/>
        </w:trPr>
        <w:tc>
          <w:tcPr>
            <w:tcW w:w="643" w:type="dxa"/>
            <w:vAlign w:val="center"/>
          </w:tcPr>
          <w:p w:rsidR="002B2535" w:rsidRPr="00ED0F51" w:rsidRDefault="002B2535" w:rsidP="004A59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0F5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362" w:type="dxa"/>
          </w:tcPr>
          <w:p w:rsidR="002B2535" w:rsidRPr="00ED0F51" w:rsidRDefault="002B2535" w:rsidP="009A00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2B2535" w:rsidRPr="00ED0F51" w:rsidRDefault="002B2535" w:rsidP="009A00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B2535" w:rsidRPr="00ED0F51" w:rsidTr="000D567E">
        <w:trPr>
          <w:trHeight w:hRule="exact" w:val="567"/>
        </w:trPr>
        <w:tc>
          <w:tcPr>
            <w:tcW w:w="643" w:type="dxa"/>
            <w:vAlign w:val="center"/>
          </w:tcPr>
          <w:p w:rsidR="002B2535" w:rsidRPr="00ED0F51" w:rsidRDefault="002B2535" w:rsidP="004A59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0F51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362" w:type="dxa"/>
          </w:tcPr>
          <w:p w:rsidR="002B2535" w:rsidRPr="00ED0F51" w:rsidRDefault="002B2535" w:rsidP="009A00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2B2535" w:rsidRPr="00ED0F51" w:rsidRDefault="002B2535" w:rsidP="009A00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B2535" w:rsidRPr="00ED0F51" w:rsidTr="000D567E">
        <w:trPr>
          <w:trHeight w:hRule="exact" w:val="418"/>
        </w:trPr>
        <w:tc>
          <w:tcPr>
            <w:tcW w:w="7005" w:type="dxa"/>
            <w:gridSpan w:val="2"/>
            <w:vAlign w:val="center"/>
          </w:tcPr>
          <w:p w:rsidR="002B2535" w:rsidRPr="00ED0F51" w:rsidRDefault="002B2535" w:rsidP="00DD765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D0F51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2283" w:type="dxa"/>
          </w:tcPr>
          <w:p w:rsidR="002B2535" w:rsidRPr="00ED0F51" w:rsidRDefault="002B2535" w:rsidP="0004785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B2535" w:rsidRPr="00ED0F51" w:rsidRDefault="002B2535" w:rsidP="00737F69">
      <w:pPr>
        <w:pStyle w:val="body"/>
        <w:spacing w:after="120" w:line="240" w:lineRule="auto"/>
        <w:rPr>
          <w:rFonts w:ascii="Arial" w:hAnsi="Arial" w:cs="Arial"/>
          <w:b/>
          <w:bCs/>
          <w:lang w:val="pl-PL"/>
        </w:rPr>
      </w:pPr>
    </w:p>
    <w:p w:rsidR="002B2535" w:rsidRPr="00ED0F51" w:rsidRDefault="002B2535" w:rsidP="00206A56">
      <w:pPr>
        <w:pStyle w:val="body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b/>
          <w:bCs/>
          <w:lang w:val="pl-PL"/>
        </w:rPr>
      </w:pPr>
      <w:r w:rsidRPr="00ED0F51">
        <w:rPr>
          <w:rFonts w:ascii="Arial" w:hAnsi="Arial" w:cs="Arial"/>
          <w:b/>
          <w:bCs/>
          <w:lang w:val="pl-PL"/>
        </w:rPr>
        <w:t xml:space="preserve">Uzasadnienie planowanych wydatków, które nie mieszczą się w katalogu wskazanym w § 8 ust. 4 </w:t>
      </w:r>
      <w:r w:rsidRPr="00ED0F51">
        <w:rPr>
          <w:rFonts w:ascii="Arial" w:hAnsi="Arial" w:cs="Arial"/>
          <w:b/>
          <w:bCs/>
          <w:i/>
          <w:lang w:val="pl-PL"/>
        </w:rPr>
        <w:t xml:space="preserve">Regulaminu - </w:t>
      </w:r>
      <w:r w:rsidRPr="00ED0F51">
        <w:rPr>
          <w:rFonts w:ascii="Arial" w:hAnsi="Arial" w:cs="Arial"/>
          <w:b/>
          <w:bCs/>
          <w:lang w:val="pl-PL"/>
        </w:rPr>
        <w:t>jeśli dotyczy</w:t>
      </w:r>
      <w:r w:rsidRPr="00ED0F51">
        <w:rPr>
          <w:rStyle w:val="FootnoteReference"/>
          <w:rFonts w:ascii="Arial" w:hAnsi="Arial" w:cs="Arial"/>
          <w:b/>
          <w:bCs/>
          <w:lang w:val="pl-PL"/>
        </w:rPr>
        <w:footnoteReference w:id="10"/>
      </w:r>
    </w:p>
    <w:p w:rsidR="002B2535" w:rsidRPr="00ED0F51" w:rsidRDefault="002B2535" w:rsidP="000D567E">
      <w:pPr>
        <w:pStyle w:val="body"/>
        <w:spacing w:line="360" w:lineRule="auto"/>
        <w:rPr>
          <w:rFonts w:ascii="Arial" w:hAnsi="Arial" w:cs="Arial"/>
          <w:b/>
          <w:bCs/>
          <w:lang w:val="pl-PL"/>
        </w:rPr>
      </w:pPr>
      <w:r w:rsidRPr="00ED0F51">
        <w:rPr>
          <w:rFonts w:ascii="Arial" w:hAnsi="Arial" w:cs="Arial"/>
          <w:b/>
          <w:bCs/>
          <w:lang w:val="pl-PL"/>
        </w:rPr>
        <w:t>…………………………………………………………….……………………………………………………………………………………………………….…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…….………………</w:t>
      </w:r>
    </w:p>
    <w:p w:rsidR="002B2535" w:rsidRDefault="002B2535" w:rsidP="00DF2BD5">
      <w:pPr>
        <w:pStyle w:val="body"/>
        <w:spacing w:line="360" w:lineRule="auto"/>
        <w:rPr>
          <w:rFonts w:ascii="Arial" w:hAnsi="Arial" w:cs="Arial"/>
          <w:b/>
          <w:bCs/>
          <w:lang w:val="pl-PL"/>
        </w:rPr>
      </w:pPr>
      <w:r w:rsidRPr="00ED0F51">
        <w:rPr>
          <w:rFonts w:ascii="Arial" w:hAnsi="Arial" w:cs="Arial"/>
          <w:b/>
          <w:bCs/>
          <w:lang w:val="pl-PL"/>
        </w:rPr>
        <w:t>………………………………………………………………………….………………………………………………………………………………………………………….………………</w:t>
      </w:r>
    </w:p>
    <w:p w:rsidR="002B2535" w:rsidRPr="00ED0F51" w:rsidRDefault="002B2535" w:rsidP="00DF2BD5">
      <w:pPr>
        <w:pStyle w:val="body"/>
        <w:spacing w:line="360" w:lineRule="auto"/>
        <w:rPr>
          <w:rFonts w:ascii="Arial" w:hAnsi="Arial" w:cs="Arial"/>
          <w:b/>
          <w:bCs/>
          <w:lang w:val="pl-PL"/>
        </w:rPr>
      </w:pPr>
      <w:r w:rsidRPr="00ED0F51">
        <w:rPr>
          <w:rFonts w:ascii="Arial" w:hAnsi="Arial" w:cs="Arial"/>
          <w:b/>
          <w:bCs/>
          <w:lang w:val="pl-PL"/>
        </w:rPr>
        <w:t>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………………</w:t>
      </w:r>
    </w:p>
    <w:p w:rsidR="002B2535" w:rsidRPr="00ED0F51" w:rsidRDefault="002B2535" w:rsidP="002D7447">
      <w:pPr>
        <w:pStyle w:val="body"/>
        <w:numPr>
          <w:ilvl w:val="0"/>
          <w:numId w:val="11"/>
        </w:numPr>
        <w:spacing w:after="120" w:line="360" w:lineRule="auto"/>
        <w:rPr>
          <w:rFonts w:ascii="Arial" w:hAnsi="Arial" w:cs="Arial"/>
          <w:b/>
          <w:bCs/>
          <w:lang w:val="pl-PL"/>
        </w:rPr>
      </w:pPr>
      <w:r w:rsidRPr="00ED0F51">
        <w:rPr>
          <w:rFonts w:ascii="Arial" w:hAnsi="Arial" w:cs="Arial"/>
          <w:b/>
          <w:bCs/>
          <w:lang w:val="pl-PL"/>
        </w:rPr>
        <w:t>Oświadczenie rodzica/opiekuna prawnego niepełnoletniego ucznia / uczennicy lub pełnoletniego ucznia / uczennicy</w:t>
      </w:r>
    </w:p>
    <w:p w:rsidR="002B2535" w:rsidRPr="00ED0F51" w:rsidRDefault="002B2535" w:rsidP="00027BDA">
      <w:pPr>
        <w:pStyle w:val="body"/>
        <w:spacing w:after="120" w:line="360" w:lineRule="auto"/>
        <w:rPr>
          <w:rFonts w:ascii="Arial" w:hAnsi="Arial" w:cs="Arial"/>
          <w:bCs/>
          <w:lang w:val="pl-PL"/>
        </w:rPr>
      </w:pPr>
      <w:r w:rsidRPr="00ED0F51">
        <w:rPr>
          <w:rFonts w:ascii="Arial" w:hAnsi="Arial" w:cs="Arial"/>
          <w:bCs/>
          <w:lang w:val="pl-PL"/>
        </w:rPr>
        <w:t>Ja, niżej podpisany / podpisana oświadczam, iż uczeń / uczennica, o którym / której mowa w części I Planu Rozwoju Ucznia w okresie trwania zajęć dydaktyczno-wychowawczych w roku szkolnym 2018/2019, będzie realizować przedmiotowy Plan Rozwoju Ucznia, w tym przede wszystkim pracować na rzecz osiągnięcia założonych celów edukacyjnych i rezultatów w zakresie przedmiotów kierunkowych wskazanych we wniosku o przyznanie stypendium</w:t>
      </w:r>
      <w:r w:rsidRPr="00ED0F51">
        <w:rPr>
          <w:rStyle w:val="FootnoteReference"/>
          <w:rFonts w:ascii="Arial" w:hAnsi="Arial" w:cs="Arial"/>
          <w:bCs/>
          <w:lang w:val="pl-PL"/>
        </w:rPr>
        <w:footnoteReference w:id="11"/>
      </w:r>
      <w:r w:rsidRPr="00ED0F51">
        <w:rPr>
          <w:rFonts w:ascii="Arial" w:hAnsi="Arial" w:cs="Arial"/>
          <w:bCs/>
          <w:lang w:val="pl-PL"/>
        </w:rPr>
        <w:t xml:space="preserve"> i przestrzegać przedłożonego planu wydatków.</w:t>
      </w:r>
    </w:p>
    <w:tbl>
      <w:tblPr>
        <w:tblW w:w="0" w:type="auto"/>
        <w:tblLook w:val="00A0"/>
      </w:tblPr>
      <w:tblGrid>
        <w:gridCol w:w="3070"/>
        <w:gridCol w:w="3071"/>
        <w:gridCol w:w="3071"/>
      </w:tblGrid>
      <w:tr w:rsidR="002B2535" w:rsidRPr="00ED0F51" w:rsidTr="008579C3">
        <w:tc>
          <w:tcPr>
            <w:tcW w:w="3070" w:type="dxa"/>
          </w:tcPr>
          <w:p w:rsidR="002B2535" w:rsidRPr="00ED0F51" w:rsidRDefault="002B2535" w:rsidP="008579C3">
            <w:pPr>
              <w:pStyle w:val="body"/>
              <w:spacing w:before="120" w:line="360" w:lineRule="auto"/>
              <w:rPr>
                <w:rFonts w:ascii="Arial" w:hAnsi="Arial" w:cs="Arial"/>
                <w:bCs/>
                <w:lang w:val="pl-PL"/>
              </w:rPr>
            </w:pPr>
          </w:p>
        </w:tc>
        <w:tc>
          <w:tcPr>
            <w:tcW w:w="3071" w:type="dxa"/>
          </w:tcPr>
          <w:p w:rsidR="002B2535" w:rsidRPr="00ED0F51" w:rsidRDefault="002B2535" w:rsidP="008579C3">
            <w:pPr>
              <w:pStyle w:val="body"/>
              <w:spacing w:before="120" w:line="360" w:lineRule="auto"/>
              <w:rPr>
                <w:rFonts w:ascii="Arial" w:hAnsi="Arial" w:cs="Arial"/>
                <w:bCs/>
                <w:lang w:val="pl-PL"/>
              </w:rPr>
            </w:pPr>
          </w:p>
        </w:tc>
        <w:tc>
          <w:tcPr>
            <w:tcW w:w="3071" w:type="dxa"/>
            <w:tcBorders>
              <w:bottom w:val="dotted" w:sz="4" w:space="0" w:color="auto"/>
            </w:tcBorders>
          </w:tcPr>
          <w:p w:rsidR="002B2535" w:rsidRPr="00ED0F51" w:rsidRDefault="002B2535" w:rsidP="008579C3">
            <w:pPr>
              <w:pStyle w:val="body"/>
              <w:spacing w:before="120" w:line="36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2B2535" w:rsidRPr="00ED0F51" w:rsidTr="008579C3">
        <w:trPr>
          <w:trHeight w:val="283"/>
        </w:trPr>
        <w:tc>
          <w:tcPr>
            <w:tcW w:w="3070" w:type="dxa"/>
          </w:tcPr>
          <w:p w:rsidR="002B2535" w:rsidRPr="00ED0F51" w:rsidRDefault="002B2535" w:rsidP="008579C3">
            <w:pPr>
              <w:pStyle w:val="body"/>
              <w:spacing w:line="360" w:lineRule="auto"/>
              <w:rPr>
                <w:rFonts w:ascii="Arial" w:hAnsi="Arial" w:cs="Arial"/>
                <w:bCs/>
                <w:lang w:val="pl-PL"/>
              </w:rPr>
            </w:pPr>
          </w:p>
        </w:tc>
        <w:tc>
          <w:tcPr>
            <w:tcW w:w="3071" w:type="dxa"/>
          </w:tcPr>
          <w:p w:rsidR="002B2535" w:rsidRPr="00ED0F51" w:rsidRDefault="002B2535" w:rsidP="008579C3">
            <w:pPr>
              <w:pStyle w:val="body"/>
              <w:spacing w:line="360" w:lineRule="auto"/>
              <w:rPr>
                <w:rFonts w:ascii="Arial" w:hAnsi="Arial" w:cs="Arial"/>
                <w:bCs/>
                <w:lang w:val="pl-PL"/>
              </w:rPr>
            </w:pPr>
          </w:p>
        </w:tc>
        <w:tc>
          <w:tcPr>
            <w:tcW w:w="3071" w:type="dxa"/>
            <w:tcBorders>
              <w:top w:val="dotted" w:sz="4" w:space="0" w:color="auto"/>
            </w:tcBorders>
          </w:tcPr>
          <w:p w:rsidR="002B2535" w:rsidRPr="00ED0F51" w:rsidRDefault="002B2535" w:rsidP="008579C3">
            <w:pPr>
              <w:pStyle w:val="body"/>
              <w:spacing w:line="360" w:lineRule="auto"/>
              <w:jc w:val="center"/>
              <w:rPr>
                <w:rFonts w:ascii="Arial" w:hAnsi="Arial" w:cs="Arial"/>
                <w:bCs/>
                <w:lang w:val="pl-PL"/>
              </w:rPr>
            </w:pPr>
            <w:r w:rsidRPr="00ED0F51">
              <w:rPr>
                <w:rFonts w:ascii="Arial" w:hAnsi="Arial" w:cs="Arial"/>
                <w:b/>
                <w:bCs/>
                <w:sz w:val="20"/>
                <w:lang w:val="pl-PL"/>
              </w:rPr>
              <w:t>(podpis Wnioskodawcy)</w:t>
            </w:r>
          </w:p>
        </w:tc>
      </w:tr>
    </w:tbl>
    <w:p w:rsidR="002B2535" w:rsidRPr="00ED0F51" w:rsidRDefault="002B2535" w:rsidP="008579C3">
      <w:pPr>
        <w:rPr>
          <w:vanish/>
        </w:rPr>
      </w:pP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66"/>
      </w:tblGrid>
      <w:tr w:rsidR="002B2535" w:rsidRPr="00ED0F51" w:rsidTr="00A50C49">
        <w:trPr>
          <w:trHeight w:val="417"/>
        </w:trPr>
        <w:tc>
          <w:tcPr>
            <w:tcW w:w="0" w:type="auto"/>
            <w:shd w:val="clear" w:color="auto" w:fill="D9D9D9"/>
          </w:tcPr>
          <w:p w:rsidR="002B2535" w:rsidRPr="00ED0F51" w:rsidRDefault="002B2535" w:rsidP="004147BA">
            <w:pPr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D0F51">
              <w:rPr>
                <w:rFonts w:ascii="Arial" w:hAnsi="Arial" w:cs="Arial"/>
                <w:b/>
                <w:bCs/>
              </w:rPr>
              <w:br w:type="page"/>
            </w:r>
            <w:r w:rsidRPr="00ED0F51">
              <w:rPr>
                <w:rFonts w:ascii="Arial" w:hAnsi="Arial" w:cs="Arial"/>
                <w:b/>
                <w:sz w:val="24"/>
                <w:szCs w:val="24"/>
              </w:rPr>
              <w:t>Oświadczenie kandydata na opiekuna dydaktycznego stypendysty</w:t>
            </w:r>
          </w:p>
        </w:tc>
      </w:tr>
      <w:tr w:rsidR="002B2535" w:rsidRPr="00ED0F51" w:rsidTr="006E5BD7">
        <w:trPr>
          <w:trHeight w:val="3118"/>
        </w:trPr>
        <w:tc>
          <w:tcPr>
            <w:tcW w:w="0" w:type="auto"/>
          </w:tcPr>
          <w:p w:rsidR="002B2535" w:rsidRPr="00ED0F51" w:rsidRDefault="002B2535" w:rsidP="005F4DC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D0F51"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Ja niżej podpisany oświadczam, iż zobowiązuję się w okresie trwania zajęć dydaktyczno-wychowawczych w roku szkolnym 2018/2019</w:t>
            </w:r>
            <w:r w:rsidRPr="00ED0F51">
              <w:rPr>
                <w:rStyle w:val="FootnoteReference"/>
                <w:rFonts w:ascii="Arial" w:hAnsi="Arial" w:cs="Arial"/>
                <w:sz w:val="22"/>
                <w:szCs w:val="22"/>
                <w:u w:val="single"/>
                <w:lang w:eastAsia="en-US"/>
              </w:rPr>
              <w:footnoteReference w:id="12"/>
            </w:r>
            <w:r w:rsidRPr="00ED0F51"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 xml:space="preserve"> do</w:t>
            </w:r>
            <w:r w:rsidRPr="00ED0F51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</w:p>
          <w:p w:rsidR="002B2535" w:rsidRPr="00ED0F51" w:rsidRDefault="002B2535" w:rsidP="008917B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2B2535" w:rsidRPr="00ED0F51" w:rsidRDefault="002B2535" w:rsidP="00DF2BD5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line="300" w:lineRule="exact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D0F51">
              <w:rPr>
                <w:rFonts w:ascii="Arial" w:hAnsi="Arial" w:cs="Arial"/>
                <w:sz w:val="22"/>
                <w:szCs w:val="22"/>
                <w:lang w:eastAsia="en-US"/>
              </w:rPr>
              <w:t>wspierania ucznia / uczennicy w wykorzystaniu stypendium na cele edukacyjne;</w:t>
            </w:r>
          </w:p>
          <w:p w:rsidR="002B2535" w:rsidRPr="00ED0F51" w:rsidRDefault="002B2535" w:rsidP="00DF2BD5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line="300" w:lineRule="exact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D0F51">
              <w:rPr>
                <w:rFonts w:ascii="Arial" w:hAnsi="Arial" w:cs="Arial"/>
                <w:sz w:val="22"/>
                <w:szCs w:val="22"/>
                <w:lang w:eastAsia="en-US"/>
              </w:rPr>
              <w:t>pomocy w dalszym osiąganiu przez niego jak najlepszych rezultatów;</w:t>
            </w:r>
          </w:p>
          <w:p w:rsidR="002B2535" w:rsidRPr="00ED0F51" w:rsidRDefault="002B2535" w:rsidP="00DF2BD5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line="300" w:lineRule="exact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D0F51">
              <w:rPr>
                <w:rFonts w:ascii="Arial" w:hAnsi="Arial" w:cs="Arial"/>
                <w:sz w:val="22"/>
                <w:szCs w:val="22"/>
                <w:lang w:eastAsia="en-US"/>
              </w:rPr>
              <w:t>pomocy w realizacji PRU, w tym przede wszystkim wskazanych w nim celów edukacyjnych;</w:t>
            </w:r>
          </w:p>
          <w:p w:rsidR="002B2535" w:rsidRPr="00ED0F51" w:rsidRDefault="002B2535" w:rsidP="00DF2BD5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line="300" w:lineRule="exact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D0F51">
              <w:rPr>
                <w:rFonts w:ascii="Arial" w:hAnsi="Arial" w:cs="Arial"/>
                <w:sz w:val="22"/>
                <w:szCs w:val="22"/>
                <w:lang w:eastAsia="en-US"/>
              </w:rPr>
              <w:t>monitorowania osiągnięć edukacyjnych ucznia / uczennicy;</w:t>
            </w:r>
          </w:p>
          <w:p w:rsidR="002B2535" w:rsidRPr="00ED0F51" w:rsidRDefault="002B2535" w:rsidP="00DF2BD5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line="300" w:lineRule="exact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D0F51">
              <w:rPr>
                <w:rFonts w:ascii="Arial" w:hAnsi="Arial" w:cs="Arial"/>
                <w:sz w:val="22"/>
                <w:szCs w:val="22"/>
                <w:lang w:eastAsia="en-US"/>
              </w:rPr>
              <w:t>podpisania umowy dotyczącej pełnienia opieki dydaktycznej w terminie wskazanym przez Wydział Europejskiego Funduszu Społecznego</w:t>
            </w:r>
            <w:r w:rsidRPr="00ED0F51">
              <w:rPr>
                <w:rStyle w:val="FootnoteReference"/>
                <w:rFonts w:ascii="Arial" w:hAnsi="Arial"/>
                <w:sz w:val="22"/>
                <w:szCs w:val="22"/>
                <w:lang w:eastAsia="en-US"/>
              </w:rPr>
              <w:footnoteReference w:id="13"/>
            </w:r>
            <w:r w:rsidRPr="00ED0F51">
              <w:rPr>
                <w:rFonts w:ascii="Arial" w:hAnsi="Arial" w:cs="Arial"/>
                <w:sz w:val="22"/>
                <w:szCs w:val="22"/>
                <w:lang w:eastAsia="en-US"/>
              </w:rPr>
              <w:t>;</w:t>
            </w:r>
          </w:p>
          <w:p w:rsidR="002B2535" w:rsidRPr="00ED0F51" w:rsidRDefault="002B2535" w:rsidP="00DF2BD5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line="300" w:lineRule="exact"/>
              <w:ind w:left="357" w:hanging="357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D0F51">
              <w:rPr>
                <w:rFonts w:ascii="Arial" w:hAnsi="Arial" w:cs="Arial"/>
                <w:sz w:val="22"/>
                <w:szCs w:val="22"/>
                <w:lang w:eastAsia="en-US"/>
              </w:rPr>
              <w:t xml:space="preserve">przygotowania na koniec roku szkolnego 2018/2019 sprawozdania z realizacji PRU </w:t>
            </w:r>
            <w:r w:rsidRPr="00ED0F51">
              <w:rPr>
                <w:rFonts w:ascii="Arial" w:hAnsi="Arial" w:cs="Arial"/>
                <w:sz w:val="22"/>
                <w:szCs w:val="22"/>
                <w:lang w:eastAsia="en-US"/>
              </w:rPr>
              <w:br/>
              <w:t>i dostarczenia go w terminie 31 lipca 2019 r.;</w:t>
            </w:r>
          </w:p>
          <w:p w:rsidR="002B2535" w:rsidRPr="00ED0F51" w:rsidRDefault="002B2535" w:rsidP="00DF2BD5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line="300" w:lineRule="exact"/>
              <w:ind w:left="357" w:hanging="357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D0F51">
              <w:rPr>
                <w:rFonts w:ascii="Arial" w:hAnsi="Arial" w:cs="Arial"/>
                <w:sz w:val="22"/>
                <w:szCs w:val="22"/>
                <w:lang w:eastAsia="en-US"/>
              </w:rPr>
              <w:t>prowadzenia przez cały rok szkolny 2018/2019 protokołu zadań w ramach projektu,</w:t>
            </w:r>
            <w:r w:rsidRPr="00ED0F5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ED0F51">
              <w:rPr>
                <w:rFonts w:ascii="Arial" w:hAnsi="Arial" w:cs="Arial"/>
                <w:sz w:val="22"/>
                <w:szCs w:val="22"/>
                <w:lang w:eastAsia="en-US"/>
              </w:rPr>
              <w:t>z którego wynikać będzie zaangażowanie w pracę ze stypendystą w każdym miesiącu;</w:t>
            </w:r>
          </w:p>
          <w:p w:rsidR="002B2535" w:rsidRPr="00ED0F51" w:rsidRDefault="002B2535" w:rsidP="00DF2BD5">
            <w:pPr>
              <w:widowControl w:val="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line="300" w:lineRule="exact"/>
              <w:ind w:left="357" w:hanging="357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D0F5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niezwłocznego poinformowania realizatora projektu o zaprzestaniu sprawowania opieki dydaktycznej.</w:t>
            </w:r>
          </w:p>
          <w:p w:rsidR="002B2535" w:rsidRPr="00ED0F51" w:rsidRDefault="002B2535" w:rsidP="00DF2BD5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exact"/>
              <w:jc w:val="both"/>
              <w:textAlignment w:val="baseline"/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 w:rsidRPr="00ED0F51"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Jednocześnie oświadczam, że:</w:t>
            </w:r>
          </w:p>
          <w:p w:rsidR="002B2535" w:rsidRPr="00ED0F51" w:rsidRDefault="002B2535" w:rsidP="00DF2BD5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exact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2B2535" w:rsidRPr="00ED0F51" w:rsidRDefault="002B2535" w:rsidP="00DF2BD5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line="300" w:lineRule="exact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D0F51">
              <w:rPr>
                <w:rFonts w:ascii="Arial" w:hAnsi="Arial" w:cs="Arial"/>
                <w:sz w:val="22"/>
                <w:szCs w:val="22"/>
                <w:lang w:eastAsia="en-US"/>
              </w:rPr>
              <w:t>akceptuję przedmiotowy Plan Rozwoju Ucznia;</w:t>
            </w:r>
          </w:p>
          <w:p w:rsidR="002B2535" w:rsidRPr="00ED0F51" w:rsidRDefault="002B2535" w:rsidP="00DF2BD5">
            <w:pPr>
              <w:numPr>
                <w:ilvl w:val="0"/>
                <w:numId w:val="20"/>
              </w:numPr>
              <w:spacing w:line="300" w:lineRule="exact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D0F51">
              <w:rPr>
                <w:rFonts w:ascii="Arial" w:hAnsi="Arial" w:cs="Arial"/>
                <w:sz w:val="22"/>
                <w:szCs w:val="22"/>
                <w:lang w:eastAsia="en-US"/>
              </w:rPr>
              <w:t>zapoznałem się z</w:t>
            </w:r>
            <w:r w:rsidRPr="00ED0F5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 Regulaminem przyznawania stypendiów w ramach projektu Śląskie. Inwestujemy w talenty – IV  edycja realizowanego w ramach Regionalnego Programu Operacyjnego Województwa Śląskiego na lata 2014-2020 </w:t>
            </w:r>
            <w:r w:rsidRPr="00ED0F51">
              <w:rPr>
                <w:rFonts w:ascii="Arial" w:hAnsi="Arial" w:cs="Arial"/>
                <w:sz w:val="22"/>
                <w:szCs w:val="22"/>
                <w:lang w:eastAsia="en-US"/>
              </w:rPr>
              <w:t>i akceptuję wszystkie jego postanowienia;</w:t>
            </w:r>
          </w:p>
          <w:p w:rsidR="002B2535" w:rsidRPr="00ED0F51" w:rsidRDefault="002B2535" w:rsidP="00DF2BD5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line="300" w:lineRule="exact"/>
              <w:ind w:left="357" w:hanging="357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D0F51">
              <w:rPr>
                <w:rFonts w:ascii="Arial" w:hAnsi="Arial" w:cs="Arial"/>
                <w:sz w:val="22"/>
                <w:szCs w:val="22"/>
                <w:lang w:eastAsia="en-US"/>
              </w:rPr>
              <w:t>zapoznałem się z dokumentacją projektową</w:t>
            </w:r>
            <w:r w:rsidRPr="00ED0F51">
              <w:rPr>
                <w:rStyle w:val="FootnoteReference"/>
                <w:rFonts w:ascii="Arial" w:hAnsi="Arial"/>
                <w:sz w:val="22"/>
                <w:szCs w:val="22"/>
                <w:lang w:eastAsia="en-US"/>
              </w:rPr>
              <w:footnoteReference w:id="14"/>
            </w:r>
            <w:r w:rsidRPr="00ED0F51">
              <w:rPr>
                <w:rFonts w:ascii="Arial" w:hAnsi="Arial" w:cs="Arial"/>
                <w:sz w:val="22"/>
                <w:szCs w:val="22"/>
                <w:lang w:eastAsia="en-US"/>
              </w:rPr>
              <w:t>;</w:t>
            </w:r>
          </w:p>
          <w:p w:rsidR="002B2535" w:rsidRPr="00ED0F51" w:rsidRDefault="002B2535" w:rsidP="00DF2BD5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line="300" w:lineRule="exact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D0F51">
              <w:rPr>
                <w:rFonts w:ascii="Arial" w:hAnsi="Arial" w:cs="Arial"/>
                <w:sz w:val="22"/>
                <w:szCs w:val="22"/>
                <w:lang w:eastAsia="en-US"/>
              </w:rPr>
              <w:t>w roku szkolnym 2018/2019 jestem zatrudniony w szkole, do której uczęszcza uczeń składający wniosek o przyznanie stypendium</w:t>
            </w:r>
            <w:r w:rsidRPr="00ED0F51">
              <w:rPr>
                <w:rFonts w:ascii="Arial" w:hAnsi="Arial" w:cs="Arial"/>
                <w:sz w:val="22"/>
                <w:szCs w:val="22"/>
                <w:vertAlign w:val="superscript"/>
                <w:lang w:eastAsia="en-US"/>
              </w:rPr>
              <w:footnoteReference w:id="15"/>
            </w:r>
            <w:r w:rsidRPr="00ED0F51">
              <w:rPr>
                <w:rFonts w:ascii="Arial" w:hAnsi="Arial" w:cs="Arial"/>
                <w:sz w:val="22"/>
                <w:szCs w:val="22"/>
                <w:lang w:eastAsia="en-US"/>
              </w:rPr>
              <w:t>;</w:t>
            </w:r>
          </w:p>
          <w:p w:rsidR="002B2535" w:rsidRPr="00ED0F51" w:rsidRDefault="002B2535" w:rsidP="00DF2BD5">
            <w:pPr>
              <w:numPr>
                <w:ilvl w:val="0"/>
                <w:numId w:val="20"/>
              </w:numPr>
              <w:spacing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0F51">
              <w:rPr>
                <w:rFonts w:ascii="Arial" w:hAnsi="Arial" w:cs="Arial"/>
                <w:sz w:val="22"/>
                <w:szCs w:val="22"/>
              </w:rPr>
              <w:t xml:space="preserve">moje dotychczasowe obciążenie zawodowe nie wyklucza możliwości prawidłowej </w:t>
            </w:r>
            <w:r w:rsidRPr="00ED0F51">
              <w:rPr>
                <w:rFonts w:ascii="Arial" w:hAnsi="Arial" w:cs="Arial"/>
                <w:sz w:val="22"/>
                <w:szCs w:val="22"/>
              </w:rPr>
              <w:br/>
              <w:t>i efektywnej realizacji wszystkich zadań powierzonych w ramach opieki dydaktycznej;</w:t>
            </w:r>
          </w:p>
          <w:p w:rsidR="002B2535" w:rsidRPr="00ED0F51" w:rsidRDefault="002B2535" w:rsidP="00DF2BD5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line="300" w:lineRule="exact"/>
              <w:jc w:val="both"/>
              <w:textAlignment w:val="baseline"/>
              <w:rPr>
                <w:rFonts w:ascii="Arial" w:hAnsi="Arial" w:cs="Arial"/>
              </w:rPr>
            </w:pPr>
            <w:r w:rsidRPr="00ED0F51">
              <w:rPr>
                <w:rFonts w:ascii="Arial" w:hAnsi="Arial" w:cs="Arial"/>
                <w:sz w:val="22"/>
                <w:szCs w:val="22"/>
                <w:lang w:eastAsia="en-US"/>
              </w:rPr>
              <w:t>w przypadku nieprzyznania ww. uczniowi / uczennicy stypendium nie będę sobie rościł prawa do zawarcia umowy cywilnoprawnej.</w:t>
            </w:r>
          </w:p>
          <w:p w:rsidR="002B2535" w:rsidRPr="00ED0F51" w:rsidRDefault="002B2535" w:rsidP="00D86C3E">
            <w:pPr>
              <w:widowControl w:val="0"/>
              <w:overflowPunct w:val="0"/>
              <w:autoSpaceDE w:val="0"/>
              <w:autoSpaceDN w:val="0"/>
              <w:adjustRightInd w:val="0"/>
              <w:spacing w:after="200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2B2535" w:rsidRPr="00ED0F51" w:rsidRDefault="002B2535" w:rsidP="00D86C3E">
            <w:pPr>
              <w:widowControl w:val="0"/>
              <w:overflowPunct w:val="0"/>
              <w:autoSpaceDE w:val="0"/>
              <w:autoSpaceDN w:val="0"/>
              <w:adjustRightInd w:val="0"/>
              <w:spacing w:after="200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2B2535" w:rsidRPr="00ED0F51" w:rsidRDefault="002B2535" w:rsidP="00D86C3E">
            <w:pPr>
              <w:widowControl w:val="0"/>
              <w:overflowPunct w:val="0"/>
              <w:autoSpaceDE w:val="0"/>
              <w:autoSpaceDN w:val="0"/>
              <w:adjustRightInd w:val="0"/>
              <w:spacing w:after="200"/>
              <w:jc w:val="both"/>
              <w:textAlignment w:val="baseline"/>
              <w:rPr>
                <w:rFonts w:ascii="Arial" w:hAnsi="Arial" w:cs="Arial"/>
              </w:rPr>
            </w:pPr>
          </w:p>
          <w:tbl>
            <w:tblPr>
              <w:tblW w:w="0" w:type="auto"/>
              <w:tblLook w:val="00A0"/>
            </w:tblPr>
            <w:tblGrid>
              <w:gridCol w:w="3111"/>
              <w:gridCol w:w="2701"/>
              <w:gridCol w:w="3523"/>
            </w:tblGrid>
            <w:tr w:rsidR="002B2535" w:rsidRPr="00ED0F51" w:rsidTr="008579C3">
              <w:trPr>
                <w:hidden/>
              </w:trPr>
              <w:tc>
                <w:tcPr>
                  <w:tcW w:w="3111" w:type="dxa"/>
                </w:tcPr>
                <w:p w:rsidR="002B2535" w:rsidRPr="00ED0F51" w:rsidRDefault="002B2535" w:rsidP="008579C3">
                  <w:pPr>
                    <w:spacing w:before="360"/>
                    <w:rPr>
                      <w:rFonts w:ascii="Arial" w:hAnsi="Arial" w:cs="Arial"/>
                      <w:vanish/>
                    </w:rPr>
                  </w:pPr>
                </w:p>
              </w:tc>
              <w:tc>
                <w:tcPr>
                  <w:tcW w:w="2701" w:type="dxa"/>
                </w:tcPr>
                <w:p w:rsidR="002B2535" w:rsidRPr="00ED0F51" w:rsidRDefault="002B2535" w:rsidP="008579C3">
                  <w:pPr>
                    <w:spacing w:before="360"/>
                    <w:rPr>
                      <w:rFonts w:ascii="Arial" w:hAnsi="Arial" w:cs="Arial"/>
                      <w:vanish/>
                    </w:rPr>
                  </w:pPr>
                </w:p>
              </w:tc>
              <w:tc>
                <w:tcPr>
                  <w:tcW w:w="3523" w:type="dxa"/>
                  <w:tcBorders>
                    <w:bottom w:val="dotted" w:sz="4" w:space="0" w:color="auto"/>
                  </w:tcBorders>
                </w:tcPr>
                <w:p w:rsidR="002B2535" w:rsidRPr="00ED0F51" w:rsidRDefault="002B2535" w:rsidP="008579C3">
                  <w:pPr>
                    <w:spacing w:before="360"/>
                    <w:rPr>
                      <w:rFonts w:ascii="Arial" w:hAnsi="Arial" w:cs="Arial"/>
                      <w:vanish/>
                    </w:rPr>
                  </w:pPr>
                </w:p>
              </w:tc>
            </w:tr>
            <w:tr w:rsidR="002B2535" w:rsidRPr="00ED0F51" w:rsidTr="008579C3">
              <w:trPr>
                <w:hidden/>
              </w:trPr>
              <w:tc>
                <w:tcPr>
                  <w:tcW w:w="3111" w:type="dxa"/>
                </w:tcPr>
                <w:p w:rsidR="002B2535" w:rsidRPr="00ED0F51" w:rsidRDefault="002B2535" w:rsidP="006463C3">
                  <w:pPr>
                    <w:rPr>
                      <w:rFonts w:ascii="Arial" w:hAnsi="Arial" w:cs="Arial"/>
                      <w:vanish/>
                    </w:rPr>
                  </w:pPr>
                </w:p>
              </w:tc>
              <w:tc>
                <w:tcPr>
                  <w:tcW w:w="2701" w:type="dxa"/>
                </w:tcPr>
                <w:p w:rsidR="002B2535" w:rsidRPr="00ED0F51" w:rsidRDefault="002B2535" w:rsidP="006463C3">
                  <w:pPr>
                    <w:rPr>
                      <w:rFonts w:ascii="Arial" w:hAnsi="Arial" w:cs="Arial"/>
                      <w:vanish/>
                    </w:rPr>
                  </w:pPr>
                </w:p>
              </w:tc>
              <w:tc>
                <w:tcPr>
                  <w:tcW w:w="3523" w:type="dxa"/>
                  <w:tcBorders>
                    <w:top w:val="dotted" w:sz="4" w:space="0" w:color="auto"/>
                  </w:tcBorders>
                </w:tcPr>
                <w:p w:rsidR="002B2535" w:rsidRPr="00ED0F51" w:rsidRDefault="002B2535" w:rsidP="008579C3">
                  <w:pPr>
                    <w:jc w:val="center"/>
                    <w:rPr>
                      <w:rFonts w:ascii="Arial" w:hAnsi="Arial" w:cs="Arial"/>
                      <w:vanish/>
                    </w:rPr>
                  </w:pPr>
                  <w:r w:rsidRPr="00ED0F51">
                    <w:rPr>
                      <w:rFonts w:ascii="Arial" w:hAnsi="Arial" w:cs="Arial"/>
                      <w:b/>
                    </w:rPr>
                    <w:t>podpis kandydata na opiekuna dydaktycznego stypendysty</w:t>
                  </w:r>
                </w:p>
              </w:tc>
            </w:tr>
          </w:tbl>
          <w:p w:rsidR="002B2535" w:rsidRPr="00ED0F51" w:rsidRDefault="002B2535" w:rsidP="006E5BD7">
            <w:pPr>
              <w:tabs>
                <w:tab w:val="left" w:pos="5103"/>
                <w:tab w:val="center" w:pos="5954"/>
              </w:tabs>
              <w:rPr>
                <w:rFonts w:ascii="Arial" w:hAnsi="Arial" w:cs="Arial"/>
              </w:rPr>
            </w:pPr>
          </w:p>
        </w:tc>
      </w:tr>
    </w:tbl>
    <w:p w:rsidR="002B2535" w:rsidRPr="00ED0F51" w:rsidRDefault="002B2535" w:rsidP="006E5BD7">
      <w:pPr>
        <w:spacing w:before="120"/>
        <w:rPr>
          <w:rFonts w:ascii="Arial" w:hAnsi="Arial" w:cs="Arial"/>
          <w:lang w:eastAsia="en-US"/>
        </w:rPr>
      </w:pPr>
      <w:r w:rsidRPr="00ED0F51">
        <w:rPr>
          <w:rFonts w:ascii="Arial" w:hAnsi="Arial" w:cs="Arial"/>
          <w:lang w:eastAsia="en-US"/>
        </w:rPr>
        <w:t>Załącznik: Kwestionariusz osobowy kandydata na opiekuna dydaktycznego.</w:t>
      </w:r>
    </w:p>
    <w:p w:rsidR="002B2535" w:rsidRPr="00ED0F51" w:rsidRDefault="002B2535"/>
    <w:p w:rsidR="002B2535" w:rsidRPr="00ED0F51" w:rsidRDefault="002B2535"/>
    <w:p w:rsidR="002B2535" w:rsidRPr="00ED0F51" w:rsidRDefault="002B2535"/>
    <w:p w:rsidR="002B2535" w:rsidRPr="00ED0F51" w:rsidRDefault="002B2535"/>
    <w:p w:rsidR="002B2535" w:rsidRPr="00ED0F51" w:rsidRDefault="002B2535"/>
    <w:p w:rsidR="002B2535" w:rsidRDefault="002B2535"/>
    <w:p w:rsidR="002B2535" w:rsidRDefault="002B2535"/>
    <w:p w:rsidR="002B2535" w:rsidRDefault="002B2535"/>
    <w:p w:rsidR="002B2535" w:rsidRDefault="002B2535"/>
    <w:p w:rsidR="002B2535" w:rsidRDefault="002B2535"/>
    <w:p w:rsidR="002B2535" w:rsidRDefault="002B2535" w:rsidP="00ED0F51">
      <w:pPr>
        <w:rPr>
          <w:rFonts w:ascii="Arial" w:hAnsi="Arial" w:cs="Arial"/>
        </w:rPr>
      </w:pPr>
    </w:p>
    <w:p w:rsidR="002B2535" w:rsidRDefault="002B2535" w:rsidP="00ED0F51">
      <w:pPr>
        <w:rPr>
          <w:rFonts w:ascii="Arial" w:hAnsi="Arial" w:cs="Arial"/>
        </w:rPr>
      </w:pPr>
    </w:p>
    <w:p w:rsidR="002B2535" w:rsidRDefault="002B2535" w:rsidP="00ED0F51">
      <w:pPr>
        <w:rPr>
          <w:rFonts w:ascii="Arial" w:hAnsi="Arial" w:cs="Arial"/>
        </w:rPr>
      </w:pPr>
    </w:p>
    <w:p w:rsidR="002B2535" w:rsidRDefault="002B2535" w:rsidP="00ED0F51">
      <w:pPr>
        <w:rPr>
          <w:rFonts w:ascii="Arial" w:hAnsi="Arial" w:cs="Arial"/>
        </w:rPr>
      </w:pPr>
    </w:p>
    <w:p w:rsidR="002B2535" w:rsidRDefault="002B2535" w:rsidP="00ED0F51">
      <w:pPr>
        <w:rPr>
          <w:rFonts w:ascii="Arial" w:hAnsi="Arial" w:cs="Arial"/>
        </w:rPr>
      </w:pPr>
    </w:p>
    <w:p w:rsidR="002B2535" w:rsidRDefault="002B2535" w:rsidP="00ED0F51">
      <w:pPr>
        <w:rPr>
          <w:rFonts w:ascii="Arial" w:hAnsi="Arial" w:cs="Arial"/>
        </w:rPr>
      </w:pPr>
    </w:p>
    <w:p w:rsidR="002B2535" w:rsidRDefault="002B2535" w:rsidP="00ED0F51">
      <w:pPr>
        <w:rPr>
          <w:rFonts w:ascii="Arial" w:hAnsi="Arial" w:cs="Arial"/>
        </w:rPr>
      </w:pPr>
    </w:p>
    <w:p w:rsidR="002B2535" w:rsidRDefault="002B2535" w:rsidP="00ED0F51">
      <w:pPr>
        <w:rPr>
          <w:rFonts w:ascii="Arial" w:hAnsi="Arial" w:cs="Arial"/>
        </w:rPr>
      </w:pPr>
    </w:p>
    <w:p w:rsidR="002B2535" w:rsidRPr="00ED0F51" w:rsidRDefault="002B2535" w:rsidP="00E56C98"/>
    <w:p w:rsidR="002B2535" w:rsidRPr="00ED0F51" w:rsidRDefault="002B2535" w:rsidP="00E56C98">
      <w:pPr>
        <w:sectPr w:rsidR="002B2535" w:rsidRPr="00ED0F51" w:rsidSect="00E56C98">
          <w:headerReference w:type="default" r:id="rId7"/>
          <w:footerReference w:type="default" r:id="rId8"/>
          <w:footerReference w:type="first" r:id="rId9"/>
          <w:pgSz w:w="11906" w:h="16838" w:code="9"/>
          <w:pgMar w:top="1134" w:right="1417" w:bottom="1417" w:left="1417" w:header="284" w:footer="0" w:gutter="0"/>
          <w:cols w:space="708"/>
          <w:titlePg/>
          <w:docGrid w:linePitch="360"/>
        </w:sectPr>
      </w:pPr>
    </w:p>
    <w:p w:rsidR="002B2535" w:rsidRPr="00ED0F51" w:rsidRDefault="002B2535" w:rsidP="00ED0F51">
      <w:pPr>
        <w:rPr>
          <w:rFonts w:ascii="Arial" w:hAnsi="Arial" w:cs="Arial"/>
        </w:rPr>
      </w:pPr>
      <w:r w:rsidRPr="00ED0F51">
        <w:rPr>
          <w:rFonts w:ascii="Arial" w:hAnsi="Arial" w:cs="Arial"/>
        </w:rPr>
        <w:t xml:space="preserve">Załącznik </w:t>
      </w:r>
      <w:r>
        <w:rPr>
          <w:rFonts w:ascii="Arial" w:hAnsi="Arial" w:cs="Arial"/>
        </w:rPr>
        <w:t xml:space="preserve">nr 1 </w:t>
      </w:r>
      <w:r w:rsidRPr="00ED0F51">
        <w:rPr>
          <w:rFonts w:ascii="Arial" w:hAnsi="Arial" w:cs="Arial"/>
        </w:rPr>
        <w:t>do Planu Rozwoju Ucznia</w:t>
      </w:r>
    </w:p>
    <w:p w:rsidR="002B2535" w:rsidRPr="00ED0F51" w:rsidRDefault="002B2535" w:rsidP="00ED0F51">
      <w:pPr>
        <w:rPr>
          <w:rFonts w:ascii="Arial" w:hAnsi="Arial" w:cs="Arial"/>
          <w:b/>
          <w:noProof/>
          <w:sz w:val="24"/>
          <w:szCs w:val="24"/>
        </w:rPr>
      </w:pPr>
    </w:p>
    <w:p w:rsidR="002B2535" w:rsidRPr="00E56C98" w:rsidRDefault="002B2535" w:rsidP="00E56C98">
      <w:pPr>
        <w:jc w:val="center"/>
        <w:rPr>
          <w:rFonts w:ascii="Arial" w:hAnsi="Arial" w:cs="Arial"/>
          <w:sz w:val="22"/>
          <w:szCs w:val="22"/>
          <w:lang w:eastAsia="en-US"/>
        </w:rPr>
      </w:pPr>
      <w:r w:rsidRPr="00ED0F51">
        <w:rPr>
          <w:rFonts w:ascii="Arial" w:hAnsi="Arial" w:cs="Arial"/>
          <w:b/>
          <w:noProof/>
          <w:sz w:val="24"/>
          <w:szCs w:val="24"/>
        </w:rPr>
        <w:t>KWESTIONARIUSZ OSOBOWY KANDYDATA NA OPIEKUNA DYDAKTYCZNEGO</w:t>
      </w:r>
      <w:r w:rsidRPr="00ED0F51">
        <w:t xml:space="preserve"> </w:t>
      </w:r>
      <w:r w:rsidRPr="00ED0F51">
        <w:br/>
      </w:r>
      <w:r>
        <w:rPr>
          <w:rFonts w:ascii="Arial" w:hAnsi="Arial" w:cs="Arial"/>
          <w:b/>
          <w:noProof/>
          <w:sz w:val="24"/>
          <w:szCs w:val="24"/>
        </w:rPr>
        <w:t>DLA UCZNIA / UCZENNICY</w:t>
      </w:r>
    </w:p>
    <w:p w:rsidR="002B2535" w:rsidRPr="00E56C98" w:rsidRDefault="002B2535">
      <w:pPr>
        <w:rPr>
          <w:sz w:val="16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70"/>
        <w:gridCol w:w="708"/>
        <w:gridCol w:w="822"/>
        <w:gridCol w:w="1719"/>
        <w:gridCol w:w="1467"/>
        <w:gridCol w:w="3237"/>
      </w:tblGrid>
      <w:tr w:rsidR="002B2535" w:rsidRPr="00ED0F51" w:rsidTr="003F55FB">
        <w:trPr>
          <w:trHeight w:val="397"/>
        </w:trPr>
        <w:tc>
          <w:tcPr>
            <w:tcW w:w="1764" w:type="pct"/>
            <w:gridSpan w:val="3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  <w:bCs/>
              </w:rPr>
            </w:pPr>
            <w:r w:rsidRPr="00ED0F51">
              <w:rPr>
                <w:rFonts w:ascii="Arial" w:hAnsi="Arial" w:cs="Arial"/>
                <w:bCs/>
              </w:rPr>
              <w:t xml:space="preserve">1. Imię i nazwisko </w:t>
            </w:r>
            <w:r w:rsidRPr="00ED0F51">
              <w:rPr>
                <w:rFonts w:ascii="Arial" w:hAnsi="Arial" w:cs="Arial"/>
                <w:bCs/>
                <w:u w:val="single"/>
              </w:rPr>
              <w:t>ucznia/uczennicy</w:t>
            </w:r>
          </w:p>
        </w:tc>
        <w:tc>
          <w:tcPr>
            <w:tcW w:w="3236" w:type="pct"/>
            <w:gridSpan w:val="3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  <w:bCs/>
              </w:rPr>
            </w:pPr>
          </w:p>
        </w:tc>
      </w:tr>
      <w:tr w:rsidR="002B2535" w:rsidRPr="00ED0F51" w:rsidTr="003F55FB">
        <w:trPr>
          <w:trHeight w:val="141"/>
        </w:trPr>
        <w:tc>
          <w:tcPr>
            <w:tcW w:w="1764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3236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  <w:bCs/>
              </w:rPr>
            </w:pPr>
          </w:p>
        </w:tc>
      </w:tr>
      <w:tr w:rsidR="002B2535" w:rsidRPr="00ED0F51" w:rsidTr="003F55FB">
        <w:trPr>
          <w:trHeight w:val="397"/>
        </w:trPr>
        <w:tc>
          <w:tcPr>
            <w:tcW w:w="1764" w:type="pct"/>
            <w:gridSpan w:val="3"/>
            <w:tcBorders>
              <w:top w:val="single" w:sz="12" w:space="0" w:color="auto"/>
              <w:left w:val="single" w:sz="18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  <w:bCs/>
              </w:rPr>
            </w:pPr>
            <w:r w:rsidRPr="00ED0F51">
              <w:rPr>
                <w:rFonts w:ascii="Arial" w:hAnsi="Arial" w:cs="Arial"/>
                <w:bCs/>
              </w:rPr>
              <w:t xml:space="preserve">2. Imię i nazwisko </w:t>
            </w:r>
            <w:r w:rsidRPr="00ED0F51">
              <w:rPr>
                <w:rFonts w:ascii="Arial" w:hAnsi="Arial" w:cs="Arial"/>
                <w:bCs/>
                <w:u w:val="single"/>
              </w:rPr>
              <w:t>Kandydata na Opiekuna Dydaktycznego</w:t>
            </w:r>
          </w:p>
        </w:tc>
        <w:tc>
          <w:tcPr>
            <w:tcW w:w="3236" w:type="pct"/>
            <w:gridSpan w:val="3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  <w:bCs/>
              </w:rPr>
            </w:pPr>
          </w:p>
        </w:tc>
      </w:tr>
      <w:tr w:rsidR="002B2535" w:rsidRPr="00ED0F51" w:rsidTr="003F55FB">
        <w:trPr>
          <w:trHeight w:val="400"/>
        </w:trPr>
        <w:tc>
          <w:tcPr>
            <w:tcW w:w="1350" w:type="pct"/>
            <w:gridSpan w:val="2"/>
            <w:tcBorders>
              <w:left w:val="single" w:sz="18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  <w:b/>
                <w:bCs/>
              </w:rPr>
            </w:pPr>
            <w:r w:rsidRPr="00ED0F51">
              <w:rPr>
                <w:rFonts w:ascii="Arial" w:hAnsi="Arial" w:cs="Arial"/>
                <w:color w:val="000000"/>
              </w:rPr>
              <w:t>3. PESEL</w:t>
            </w:r>
          </w:p>
        </w:tc>
        <w:tc>
          <w:tcPr>
            <w:tcW w:w="365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tbl>
            <w:tblPr>
              <w:tblpPr w:leftFromText="141" w:rightFromText="141" w:vertAnchor="text" w:horzAnchor="margin" w:tblpY="-159"/>
              <w:tblOverlap w:val="never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ook w:val="00A0"/>
            </w:tblPr>
            <w:tblGrid>
              <w:gridCol w:w="258"/>
              <w:gridCol w:w="259"/>
              <w:gridCol w:w="258"/>
              <w:gridCol w:w="259"/>
              <w:gridCol w:w="259"/>
              <w:gridCol w:w="258"/>
              <w:gridCol w:w="259"/>
              <w:gridCol w:w="259"/>
              <w:gridCol w:w="258"/>
              <w:gridCol w:w="259"/>
              <w:gridCol w:w="259"/>
            </w:tblGrid>
            <w:tr w:rsidR="002B2535" w:rsidRPr="00ED0F51" w:rsidTr="003F55FB">
              <w:trPr>
                <w:trHeight w:val="284"/>
              </w:trPr>
              <w:tc>
                <w:tcPr>
                  <w:tcW w:w="25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2B2535" w:rsidRPr="00ED0F51" w:rsidRDefault="002B2535" w:rsidP="00ED0F51">
                  <w:pPr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2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2B2535" w:rsidRPr="00ED0F51" w:rsidRDefault="002B2535" w:rsidP="00ED0F51">
                  <w:pPr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25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2B2535" w:rsidRPr="00ED0F51" w:rsidRDefault="002B2535" w:rsidP="00ED0F51">
                  <w:pPr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2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2B2535" w:rsidRPr="00ED0F51" w:rsidRDefault="002B2535" w:rsidP="00ED0F51">
                  <w:pPr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2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2B2535" w:rsidRPr="00ED0F51" w:rsidRDefault="002B2535" w:rsidP="00ED0F51">
                  <w:pPr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25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2B2535" w:rsidRPr="00ED0F51" w:rsidRDefault="002B2535" w:rsidP="00ED0F51">
                  <w:pPr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2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2B2535" w:rsidRPr="00ED0F51" w:rsidRDefault="002B2535" w:rsidP="00ED0F51">
                  <w:pPr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2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2B2535" w:rsidRPr="00ED0F51" w:rsidRDefault="002B2535" w:rsidP="00ED0F51">
                  <w:pPr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25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2B2535" w:rsidRPr="00ED0F51" w:rsidRDefault="002B2535" w:rsidP="00ED0F51">
                  <w:pPr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2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2B2535" w:rsidRPr="00ED0F51" w:rsidRDefault="002B2535" w:rsidP="00ED0F51">
                  <w:pPr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2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2B2535" w:rsidRPr="00ED0F51" w:rsidRDefault="002B2535" w:rsidP="00ED0F51">
                  <w:pPr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</w:tr>
          </w:tbl>
          <w:p w:rsidR="002B2535" w:rsidRPr="00ED0F51" w:rsidRDefault="002B2535" w:rsidP="00ED0F51">
            <w:pPr>
              <w:rPr>
                <w:rFonts w:ascii="Arial" w:hAnsi="Arial" w:cs="Arial"/>
                <w:bCs/>
              </w:rPr>
            </w:pPr>
          </w:p>
        </w:tc>
      </w:tr>
      <w:tr w:rsidR="002B2535" w:rsidRPr="00ED0F51" w:rsidTr="003F55FB">
        <w:trPr>
          <w:trHeight w:val="295"/>
        </w:trPr>
        <w:tc>
          <w:tcPr>
            <w:tcW w:w="993" w:type="pct"/>
            <w:vMerge w:val="restart"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spacing w:after="120"/>
              <w:rPr>
                <w:rFonts w:ascii="Arial" w:hAnsi="Arial" w:cs="Arial"/>
                <w:bCs/>
                <w:u w:val="single"/>
              </w:rPr>
            </w:pPr>
            <w:r w:rsidRPr="00ED0F51">
              <w:rPr>
                <w:rFonts w:ascii="Arial" w:hAnsi="Arial" w:cs="Arial"/>
                <w:bCs/>
              </w:rPr>
              <w:t xml:space="preserve">4. Adres stałego </w:t>
            </w:r>
            <w:r w:rsidRPr="00ED0F51">
              <w:rPr>
                <w:rFonts w:ascii="Arial" w:hAnsi="Arial" w:cs="Arial"/>
                <w:bCs/>
                <w:u w:val="single"/>
              </w:rPr>
              <w:t>zamieszkania*</w:t>
            </w:r>
          </w:p>
          <w:p w:rsidR="002B2535" w:rsidRPr="00ED0F51" w:rsidRDefault="002B2535" w:rsidP="00ED0F51">
            <w:pPr>
              <w:rPr>
                <w:rFonts w:ascii="Arial" w:hAnsi="Arial" w:cs="Arial"/>
                <w:color w:val="000000"/>
              </w:rPr>
            </w:pPr>
            <w:r w:rsidRPr="00ED0F51">
              <w:rPr>
                <w:rFonts w:ascii="Arial" w:hAnsi="Arial" w:cs="Arial"/>
                <w:color w:val="000000"/>
                <w:sz w:val="14"/>
              </w:rPr>
              <w:t>*Adres stałego zamieszkania nie jest równoznaczny/równoważny z adresem zameldowania.</w:t>
            </w:r>
          </w:p>
        </w:tc>
        <w:tc>
          <w:tcPr>
            <w:tcW w:w="771" w:type="pct"/>
            <w:gridSpan w:val="2"/>
            <w:shd w:val="clear" w:color="auto" w:fill="D9D9D9"/>
            <w:vAlign w:val="center"/>
          </w:tcPr>
          <w:p w:rsidR="002B2535" w:rsidRPr="00ED0F51" w:rsidRDefault="002B2535" w:rsidP="00ED0F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</w:rPr>
            </w:pPr>
            <w:r w:rsidRPr="00ED0F51">
              <w:rPr>
                <w:rFonts w:ascii="Arial" w:hAnsi="Arial" w:cs="Arial"/>
                <w:bCs/>
              </w:rPr>
              <w:t>Ulica:</w:t>
            </w:r>
          </w:p>
        </w:tc>
        <w:tc>
          <w:tcPr>
            <w:tcW w:w="3236" w:type="pct"/>
            <w:gridSpan w:val="3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</w:rPr>
            </w:pPr>
          </w:p>
        </w:tc>
      </w:tr>
      <w:tr w:rsidR="002B2535" w:rsidRPr="00ED0F51" w:rsidTr="003F55FB">
        <w:trPr>
          <w:trHeight w:val="295"/>
        </w:trPr>
        <w:tc>
          <w:tcPr>
            <w:tcW w:w="993" w:type="pct"/>
            <w:vMerge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1" w:type="pct"/>
            <w:gridSpan w:val="2"/>
            <w:tcBorders>
              <w:right w:val="single" w:sz="2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</w:rPr>
            </w:pPr>
            <w:r w:rsidRPr="00ED0F51">
              <w:rPr>
                <w:rFonts w:ascii="Arial" w:hAnsi="Arial" w:cs="Arial"/>
                <w:bCs/>
              </w:rPr>
              <w:t>Nr domu:</w:t>
            </w:r>
          </w:p>
        </w:tc>
        <w:tc>
          <w:tcPr>
            <w:tcW w:w="8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jc w:val="right"/>
              <w:rPr>
                <w:rFonts w:ascii="Arial" w:hAnsi="Arial" w:cs="Arial"/>
              </w:rPr>
            </w:pPr>
            <w:r w:rsidRPr="00ED0F51">
              <w:rPr>
                <w:rFonts w:ascii="Arial" w:hAnsi="Arial" w:cs="Arial"/>
                <w:bCs/>
              </w:rPr>
              <w:t>Nr mieszkania:</w:t>
            </w:r>
          </w:p>
        </w:tc>
        <w:tc>
          <w:tcPr>
            <w:tcW w:w="16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</w:rPr>
            </w:pPr>
          </w:p>
        </w:tc>
      </w:tr>
      <w:tr w:rsidR="002B2535" w:rsidRPr="00ED0F51" w:rsidTr="003F55FB">
        <w:trPr>
          <w:trHeight w:val="295"/>
        </w:trPr>
        <w:tc>
          <w:tcPr>
            <w:tcW w:w="993" w:type="pct"/>
            <w:vMerge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1" w:type="pct"/>
            <w:gridSpan w:val="2"/>
            <w:shd w:val="clear" w:color="auto" w:fill="D9D9D9"/>
            <w:vAlign w:val="center"/>
          </w:tcPr>
          <w:p w:rsidR="002B2535" w:rsidRPr="00ED0F51" w:rsidRDefault="002B2535" w:rsidP="00ED0F51">
            <w:pPr>
              <w:jc w:val="right"/>
              <w:rPr>
                <w:rFonts w:ascii="Arial" w:hAnsi="Arial" w:cs="Arial"/>
              </w:rPr>
            </w:pPr>
            <w:r w:rsidRPr="00ED0F51">
              <w:rPr>
                <w:rFonts w:ascii="Arial" w:hAnsi="Arial" w:cs="Arial"/>
              </w:rPr>
              <w:t>Kod pocztowy:</w:t>
            </w:r>
          </w:p>
        </w:tc>
        <w:tc>
          <w:tcPr>
            <w:tcW w:w="86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2535" w:rsidRPr="00ED0F51" w:rsidRDefault="002B2535" w:rsidP="00ED0F51">
            <w:pPr>
              <w:rPr>
                <w:vanish/>
              </w:rPr>
            </w:pPr>
          </w:p>
        </w:tc>
        <w:tc>
          <w:tcPr>
            <w:tcW w:w="7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jc w:val="right"/>
              <w:rPr>
                <w:rFonts w:ascii="Arial" w:hAnsi="Arial" w:cs="Arial"/>
              </w:rPr>
            </w:pPr>
            <w:r w:rsidRPr="00ED0F51">
              <w:rPr>
                <w:rFonts w:ascii="Arial" w:hAnsi="Arial" w:cs="Arial"/>
              </w:rPr>
              <w:t>Miejscowość:</w:t>
            </w:r>
          </w:p>
        </w:tc>
        <w:tc>
          <w:tcPr>
            <w:tcW w:w="16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</w:rPr>
            </w:pPr>
          </w:p>
        </w:tc>
      </w:tr>
      <w:tr w:rsidR="002B2535" w:rsidRPr="00ED0F51" w:rsidTr="003F55FB">
        <w:trPr>
          <w:trHeight w:val="295"/>
        </w:trPr>
        <w:tc>
          <w:tcPr>
            <w:tcW w:w="993" w:type="pct"/>
            <w:vMerge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1" w:type="pct"/>
            <w:gridSpan w:val="2"/>
            <w:shd w:val="clear" w:color="auto" w:fill="D9D9D9"/>
            <w:vAlign w:val="center"/>
          </w:tcPr>
          <w:p w:rsidR="002B2535" w:rsidRPr="00ED0F51" w:rsidRDefault="002B2535" w:rsidP="00ED0F51">
            <w:pPr>
              <w:jc w:val="right"/>
              <w:rPr>
                <w:rFonts w:ascii="Arial" w:hAnsi="Arial" w:cs="Arial"/>
              </w:rPr>
            </w:pPr>
            <w:r w:rsidRPr="00ED0F51">
              <w:rPr>
                <w:rFonts w:ascii="Arial" w:hAnsi="Arial" w:cs="Arial"/>
              </w:rPr>
              <w:t>Gmina:</w:t>
            </w:r>
          </w:p>
        </w:tc>
        <w:tc>
          <w:tcPr>
            <w:tcW w:w="86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jc w:val="right"/>
              <w:rPr>
                <w:rFonts w:ascii="Arial" w:hAnsi="Arial" w:cs="Arial"/>
              </w:rPr>
            </w:pPr>
            <w:r w:rsidRPr="00ED0F51">
              <w:rPr>
                <w:rFonts w:ascii="Arial" w:hAnsi="Arial" w:cs="Arial"/>
              </w:rPr>
              <w:t>Powiat:</w:t>
            </w:r>
          </w:p>
        </w:tc>
        <w:tc>
          <w:tcPr>
            <w:tcW w:w="16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</w:rPr>
            </w:pPr>
          </w:p>
        </w:tc>
      </w:tr>
      <w:tr w:rsidR="002B2535" w:rsidRPr="00ED0F51" w:rsidTr="003F55FB">
        <w:trPr>
          <w:trHeight w:val="295"/>
        </w:trPr>
        <w:tc>
          <w:tcPr>
            <w:tcW w:w="993" w:type="pct"/>
            <w:vMerge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1" w:type="pct"/>
            <w:gridSpan w:val="2"/>
            <w:shd w:val="clear" w:color="auto" w:fill="D9D9D9"/>
            <w:vAlign w:val="center"/>
          </w:tcPr>
          <w:p w:rsidR="002B2535" w:rsidRPr="00ED0F51" w:rsidRDefault="002B2535" w:rsidP="00ED0F51">
            <w:pPr>
              <w:jc w:val="right"/>
              <w:rPr>
                <w:rFonts w:ascii="Arial" w:hAnsi="Arial" w:cs="Arial"/>
              </w:rPr>
            </w:pPr>
            <w:r w:rsidRPr="00ED0F51">
              <w:rPr>
                <w:rFonts w:ascii="Arial" w:hAnsi="Arial" w:cs="Arial"/>
              </w:rPr>
              <w:t>Województwo:</w:t>
            </w:r>
          </w:p>
        </w:tc>
        <w:tc>
          <w:tcPr>
            <w:tcW w:w="3236" w:type="pct"/>
            <w:gridSpan w:val="3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</w:rPr>
            </w:pPr>
          </w:p>
        </w:tc>
      </w:tr>
      <w:tr w:rsidR="002B2535" w:rsidRPr="00ED0F51" w:rsidTr="003F55FB">
        <w:trPr>
          <w:trHeight w:val="295"/>
        </w:trPr>
        <w:tc>
          <w:tcPr>
            <w:tcW w:w="993" w:type="pct"/>
            <w:vMerge w:val="restart"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spacing w:after="120"/>
              <w:rPr>
                <w:rFonts w:ascii="Arial" w:hAnsi="Arial" w:cs="Arial"/>
                <w:bCs/>
              </w:rPr>
            </w:pPr>
            <w:r w:rsidRPr="00ED0F51">
              <w:rPr>
                <w:rFonts w:ascii="Arial" w:hAnsi="Arial" w:cs="Arial"/>
                <w:bCs/>
              </w:rPr>
              <w:t>5. Adres do korespondencji*</w:t>
            </w:r>
            <w:r w:rsidRPr="00ED0F51">
              <w:rPr>
                <w:rFonts w:ascii="Arial" w:hAnsi="Arial" w:cs="Arial"/>
                <w:bCs/>
              </w:rPr>
              <w:br/>
            </w:r>
            <w:r w:rsidRPr="00ED0F51">
              <w:rPr>
                <w:rFonts w:ascii="Arial" w:hAnsi="Arial" w:cs="Arial"/>
                <w:color w:val="000000"/>
                <w:sz w:val="14"/>
              </w:rPr>
              <w:t>*Wypełnić w przypadku, gdy adres do korespondencji jest inny, niż adres stałego zamieszkania.</w:t>
            </w:r>
          </w:p>
        </w:tc>
        <w:tc>
          <w:tcPr>
            <w:tcW w:w="771" w:type="pct"/>
            <w:gridSpan w:val="2"/>
            <w:shd w:val="clear" w:color="auto" w:fill="D9D9D9"/>
            <w:vAlign w:val="center"/>
          </w:tcPr>
          <w:p w:rsidR="002B2535" w:rsidRPr="00ED0F51" w:rsidRDefault="002B2535" w:rsidP="00ED0F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</w:rPr>
            </w:pPr>
            <w:r w:rsidRPr="00ED0F51">
              <w:rPr>
                <w:rFonts w:ascii="Arial" w:hAnsi="Arial" w:cs="Arial"/>
                <w:bCs/>
              </w:rPr>
              <w:t>Ulica:</w:t>
            </w:r>
          </w:p>
        </w:tc>
        <w:tc>
          <w:tcPr>
            <w:tcW w:w="3236" w:type="pct"/>
            <w:gridSpan w:val="3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</w:rPr>
            </w:pPr>
          </w:p>
        </w:tc>
      </w:tr>
      <w:tr w:rsidR="002B2535" w:rsidRPr="00ED0F51" w:rsidTr="003F55FB">
        <w:trPr>
          <w:trHeight w:val="295"/>
        </w:trPr>
        <w:tc>
          <w:tcPr>
            <w:tcW w:w="993" w:type="pct"/>
            <w:vMerge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1" w:type="pct"/>
            <w:gridSpan w:val="2"/>
            <w:tcBorders>
              <w:right w:val="single" w:sz="2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</w:rPr>
            </w:pPr>
            <w:r w:rsidRPr="00ED0F51">
              <w:rPr>
                <w:rFonts w:ascii="Arial" w:hAnsi="Arial" w:cs="Arial"/>
                <w:bCs/>
              </w:rPr>
              <w:t>Nr domu:</w:t>
            </w:r>
          </w:p>
        </w:tc>
        <w:tc>
          <w:tcPr>
            <w:tcW w:w="8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jc w:val="right"/>
              <w:rPr>
                <w:rFonts w:ascii="Arial" w:hAnsi="Arial" w:cs="Arial"/>
              </w:rPr>
            </w:pPr>
            <w:r w:rsidRPr="00ED0F51">
              <w:rPr>
                <w:rFonts w:ascii="Arial" w:hAnsi="Arial" w:cs="Arial"/>
                <w:bCs/>
              </w:rPr>
              <w:t>Nr mieszkania:</w:t>
            </w:r>
          </w:p>
        </w:tc>
        <w:tc>
          <w:tcPr>
            <w:tcW w:w="16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</w:rPr>
            </w:pPr>
          </w:p>
        </w:tc>
      </w:tr>
      <w:tr w:rsidR="002B2535" w:rsidRPr="00ED0F51" w:rsidTr="003F55FB">
        <w:trPr>
          <w:trHeight w:val="284"/>
        </w:trPr>
        <w:tc>
          <w:tcPr>
            <w:tcW w:w="993" w:type="pct"/>
            <w:vMerge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1" w:type="pct"/>
            <w:gridSpan w:val="2"/>
            <w:shd w:val="clear" w:color="auto" w:fill="D9D9D9"/>
            <w:vAlign w:val="center"/>
          </w:tcPr>
          <w:p w:rsidR="002B2535" w:rsidRPr="00ED0F51" w:rsidRDefault="002B2535" w:rsidP="00ED0F51">
            <w:pPr>
              <w:jc w:val="right"/>
              <w:rPr>
                <w:rFonts w:ascii="Arial" w:hAnsi="Arial" w:cs="Arial"/>
              </w:rPr>
            </w:pPr>
            <w:r w:rsidRPr="00ED0F51">
              <w:rPr>
                <w:rFonts w:ascii="Arial" w:hAnsi="Arial" w:cs="Arial"/>
              </w:rPr>
              <w:t>Kod pocztowy:</w:t>
            </w:r>
          </w:p>
        </w:tc>
        <w:tc>
          <w:tcPr>
            <w:tcW w:w="86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2535" w:rsidRPr="00ED0F51" w:rsidRDefault="002B2535" w:rsidP="00ED0F51">
            <w:pPr>
              <w:rPr>
                <w:vanish/>
              </w:rPr>
            </w:pPr>
          </w:p>
        </w:tc>
        <w:tc>
          <w:tcPr>
            <w:tcW w:w="7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jc w:val="right"/>
              <w:rPr>
                <w:rFonts w:ascii="Arial" w:hAnsi="Arial" w:cs="Arial"/>
              </w:rPr>
            </w:pPr>
            <w:r w:rsidRPr="00ED0F51">
              <w:rPr>
                <w:rFonts w:ascii="Arial" w:hAnsi="Arial" w:cs="Arial"/>
              </w:rPr>
              <w:t>Miejscowość:</w:t>
            </w:r>
          </w:p>
        </w:tc>
        <w:tc>
          <w:tcPr>
            <w:tcW w:w="16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</w:rPr>
            </w:pPr>
          </w:p>
        </w:tc>
      </w:tr>
      <w:tr w:rsidR="002B2535" w:rsidRPr="00ED0F51" w:rsidTr="003F55FB">
        <w:trPr>
          <w:trHeight w:val="295"/>
        </w:trPr>
        <w:tc>
          <w:tcPr>
            <w:tcW w:w="993" w:type="pct"/>
            <w:vMerge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1" w:type="pct"/>
            <w:gridSpan w:val="2"/>
            <w:shd w:val="clear" w:color="auto" w:fill="D9D9D9"/>
            <w:vAlign w:val="center"/>
          </w:tcPr>
          <w:p w:rsidR="002B2535" w:rsidRPr="00ED0F51" w:rsidRDefault="002B2535" w:rsidP="00ED0F51">
            <w:pPr>
              <w:jc w:val="right"/>
              <w:rPr>
                <w:rFonts w:ascii="Arial" w:hAnsi="Arial" w:cs="Arial"/>
              </w:rPr>
            </w:pPr>
            <w:r w:rsidRPr="00ED0F51">
              <w:rPr>
                <w:rFonts w:ascii="Arial" w:hAnsi="Arial" w:cs="Arial"/>
              </w:rPr>
              <w:t>Gmina:</w:t>
            </w:r>
          </w:p>
        </w:tc>
        <w:tc>
          <w:tcPr>
            <w:tcW w:w="86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jc w:val="right"/>
              <w:rPr>
                <w:rFonts w:ascii="Arial" w:hAnsi="Arial" w:cs="Arial"/>
              </w:rPr>
            </w:pPr>
            <w:r w:rsidRPr="00ED0F51">
              <w:rPr>
                <w:rFonts w:ascii="Arial" w:hAnsi="Arial" w:cs="Arial"/>
              </w:rPr>
              <w:t>Powiat:</w:t>
            </w:r>
          </w:p>
        </w:tc>
        <w:tc>
          <w:tcPr>
            <w:tcW w:w="16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</w:rPr>
            </w:pPr>
          </w:p>
        </w:tc>
      </w:tr>
      <w:tr w:rsidR="002B2535" w:rsidRPr="00ED0F51" w:rsidTr="003F55FB">
        <w:trPr>
          <w:trHeight w:val="295"/>
        </w:trPr>
        <w:tc>
          <w:tcPr>
            <w:tcW w:w="993" w:type="pct"/>
            <w:vMerge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1" w:type="pct"/>
            <w:gridSpan w:val="2"/>
            <w:shd w:val="clear" w:color="auto" w:fill="D9D9D9"/>
            <w:vAlign w:val="center"/>
          </w:tcPr>
          <w:p w:rsidR="002B2535" w:rsidRPr="00ED0F51" w:rsidRDefault="002B2535" w:rsidP="00ED0F51">
            <w:pPr>
              <w:jc w:val="right"/>
              <w:rPr>
                <w:rFonts w:ascii="Arial" w:hAnsi="Arial" w:cs="Arial"/>
              </w:rPr>
            </w:pPr>
            <w:r w:rsidRPr="00ED0F51">
              <w:rPr>
                <w:rFonts w:ascii="Arial" w:hAnsi="Arial" w:cs="Arial"/>
              </w:rPr>
              <w:t>Województwo:</w:t>
            </w:r>
          </w:p>
        </w:tc>
        <w:tc>
          <w:tcPr>
            <w:tcW w:w="3236" w:type="pct"/>
            <w:gridSpan w:val="3"/>
            <w:tcBorders>
              <w:right w:val="single" w:sz="18" w:space="0" w:color="auto"/>
            </w:tcBorders>
            <w:vAlign w:val="center"/>
          </w:tcPr>
          <w:p w:rsidR="002B2535" w:rsidRPr="00ED0F51" w:rsidRDefault="002B2535" w:rsidP="00ED0F51">
            <w:pPr>
              <w:tabs>
                <w:tab w:val="left" w:pos="305"/>
              </w:tabs>
              <w:rPr>
                <w:rFonts w:ascii="Arial" w:hAnsi="Arial" w:cs="Arial"/>
                <w:i/>
              </w:rPr>
            </w:pPr>
            <w:r w:rsidRPr="00ED0F51">
              <w:rPr>
                <w:rFonts w:ascii="Arial" w:hAnsi="Arial" w:cs="Arial"/>
                <w:i/>
              </w:rPr>
              <w:t xml:space="preserve"> </w:t>
            </w:r>
          </w:p>
        </w:tc>
      </w:tr>
      <w:tr w:rsidR="002B2535" w:rsidRPr="00ED0F51" w:rsidTr="003F55FB">
        <w:trPr>
          <w:trHeight w:val="269"/>
        </w:trPr>
        <w:tc>
          <w:tcPr>
            <w:tcW w:w="1764" w:type="pct"/>
            <w:gridSpan w:val="3"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  <w:bCs/>
                <w:u w:val="single"/>
              </w:rPr>
            </w:pPr>
            <w:r w:rsidRPr="00ED0F51">
              <w:rPr>
                <w:rFonts w:ascii="Arial" w:hAnsi="Arial" w:cs="Arial"/>
                <w:bCs/>
              </w:rPr>
              <w:t>6. Telefon kontaktowy</w:t>
            </w:r>
          </w:p>
        </w:tc>
        <w:tc>
          <w:tcPr>
            <w:tcW w:w="3236" w:type="pct"/>
            <w:gridSpan w:val="3"/>
            <w:tcBorders>
              <w:right w:val="single" w:sz="18" w:space="0" w:color="auto"/>
            </w:tcBorders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  <w:bCs/>
              </w:rPr>
            </w:pPr>
          </w:p>
        </w:tc>
      </w:tr>
      <w:tr w:rsidR="002B2535" w:rsidRPr="00ED0F51" w:rsidTr="003F55FB">
        <w:trPr>
          <w:trHeight w:hRule="exact" w:val="284"/>
        </w:trPr>
        <w:tc>
          <w:tcPr>
            <w:tcW w:w="1764" w:type="pct"/>
            <w:gridSpan w:val="3"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  <w:bCs/>
              </w:rPr>
            </w:pPr>
            <w:r w:rsidRPr="00ED0F51">
              <w:rPr>
                <w:rFonts w:ascii="Arial" w:hAnsi="Arial" w:cs="Arial"/>
                <w:bCs/>
              </w:rPr>
              <w:t>7. Aktualny adres e-mail*</w:t>
            </w:r>
          </w:p>
        </w:tc>
        <w:tc>
          <w:tcPr>
            <w:tcW w:w="3236" w:type="pct"/>
            <w:gridSpan w:val="3"/>
            <w:tcBorders>
              <w:right w:val="single" w:sz="18" w:space="0" w:color="auto"/>
            </w:tcBorders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  <w:bCs/>
              </w:rPr>
            </w:pPr>
          </w:p>
        </w:tc>
      </w:tr>
      <w:tr w:rsidR="002B2535" w:rsidRPr="00ED0F51" w:rsidTr="003F55FB">
        <w:trPr>
          <w:trHeight w:val="283"/>
        </w:trPr>
        <w:tc>
          <w:tcPr>
            <w:tcW w:w="5000" w:type="pct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2B2535" w:rsidRPr="00ED0F51" w:rsidRDefault="002B2535" w:rsidP="00ED0F51">
            <w:pPr>
              <w:rPr>
                <w:rFonts w:ascii="Arial" w:hAnsi="Arial" w:cs="Arial"/>
                <w:b/>
                <w:bCs/>
                <w:i/>
              </w:rPr>
            </w:pPr>
            <w:r w:rsidRPr="00ED0F51">
              <w:rPr>
                <w:rFonts w:ascii="Arial" w:hAnsi="Arial" w:cs="Arial"/>
                <w:b/>
                <w:bCs/>
                <w:i/>
                <w:sz w:val="16"/>
              </w:rPr>
              <w:t>*na wskazany adres e-mail będą przekazywane ważne informacje i dokumenty związane z projektem</w:t>
            </w:r>
          </w:p>
        </w:tc>
      </w:tr>
    </w:tbl>
    <w:p w:rsidR="002B2535" w:rsidRDefault="002B2535" w:rsidP="00C9627E"/>
    <w:p w:rsidR="002B2535" w:rsidRDefault="002B2535" w:rsidP="00C9627E"/>
    <w:p w:rsidR="002B2535" w:rsidRDefault="002B2535" w:rsidP="00E56C98">
      <w:pPr>
        <w:spacing w:after="200"/>
        <w:ind w:left="720"/>
        <w:contextualSpacing/>
        <w:jc w:val="both"/>
        <w:rPr>
          <w:rFonts w:ascii="Arial" w:hAnsi="Arial" w:cs="Arial"/>
          <w:b/>
          <w:lang w:eastAsia="en-US"/>
        </w:rPr>
      </w:pPr>
      <w:r w:rsidRPr="00E56C98">
        <w:rPr>
          <w:rFonts w:ascii="Arial" w:hAnsi="Arial" w:cs="Arial"/>
          <w:b/>
          <w:lang w:eastAsia="en-US"/>
        </w:rPr>
        <w:t>Oświadczenie:</w:t>
      </w:r>
    </w:p>
    <w:p w:rsidR="002B2535" w:rsidRPr="00E56C98" w:rsidRDefault="002B2535" w:rsidP="00E56C98">
      <w:pPr>
        <w:spacing w:after="200"/>
        <w:ind w:left="720"/>
        <w:contextualSpacing/>
        <w:jc w:val="both"/>
        <w:rPr>
          <w:rFonts w:ascii="Arial" w:hAnsi="Arial" w:cs="Arial"/>
          <w:b/>
          <w:lang w:eastAsia="en-US"/>
        </w:rPr>
      </w:pPr>
    </w:p>
    <w:p w:rsidR="002B2535" w:rsidRPr="00E56C98" w:rsidRDefault="002B2535" w:rsidP="00E56C98">
      <w:pPr>
        <w:numPr>
          <w:ilvl w:val="0"/>
          <w:numId w:val="24"/>
        </w:numPr>
        <w:spacing w:after="200"/>
        <w:ind w:left="357" w:hanging="357"/>
        <w:contextualSpacing/>
        <w:jc w:val="both"/>
        <w:rPr>
          <w:rFonts w:ascii="Arial" w:hAnsi="Arial" w:cs="Arial"/>
          <w:lang w:eastAsia="en-US"/>
        </w:rPr>
      </w:pPr>
      <w:r w:rsidRPr="00E56C98">
        <w:rPr>
          <w:rFonts w:ascii="Arial" w:hAnsi="Arial" w:cs="Arial"/>
          <w:lang w:eastAsia="en-US"/>
        </w:rPr>
        <w:t>Oświadczam, że dane wyszczególnione w punktach 1 – 7 niniejszego kwestionariusza są zgodne ze stanem faktycznym. W przypadku zmian niezwłocznie poinformuję o tym fakcie pracowników Zespołu ds. Programu Stypendialnego, funkcjonującego w Wydziale  Europejskiego Funduszu Społecznego.</w:t>
      </w:r>
    </w:p>
    <w:p w:rsidR="002B2535" w:rsidRPr="00E56C98" w:rsidRDefault="002B2535" w:rsidP="00E56C98">
      <w:pPr>
        <w:numPr>
          <w:ilvl w:val="0"/>
          <w:numId w:val="24"/>
        </w:numPr>
        <w:spacing w:after="200"/>
        <w:ind w:left="357" w:hanging="357"/>
        <w:contextualSpacing/>
        <w:jc w:val="both"/>
        <w:rPr>
          <w:rFonts w:ascii="Arial" w:hAnsi="Arial" w:cs="Arial"/>
          <w:lang w:eastAsia="en-US"/>
        </w:rPr>
      </w:pPr>
      <w:r w:rsidRPr="00E56C98">
        <w:rPr>
          <w:rFonts w:ascii="Arial" w:hAnsi="Arial" w:cs="Arial"/>
          <w:lang w:eastAsia="en-US"/>
        </w:rPr>
        <w:t xml:space="preserve">Zgodnie z art. 13 ust. 1 i 2 ogólnego rozporządzenia o ochronie danych osobowych nr 2016/679 z dnia 27 kwietnia 2016 r. przyjmuję do wiadomości, iż: </w:t>
      </w:r>
    </w:p>
    <w:p w:rsidR="002B2535" w:rsidRPr="00E56C98" w:rsidRDefault="002B2535" w:rsidP="00E56C98">
      <w:pPr>
        <w:numPr>
          <w:ilvl w:val="0"/>
          <w:numId w:val="35"/>
        </w:numPr>
        <w:tabs>
          <w:tab w:val="left" w:pos="1593"/>
        </w:tabs>
        <w:spacing w:after="200"/>
        <w:rPr>
          <w:rFonts w:ascii="Arial" w:hAnsi="Arial" w:cs="Arial"/>
          <w:lang w:val="en-US" w:eastAsia="en-US"/>
        </w:rPr>
      </w:pPr>
      <w:r w:rsidRPr="00E56C98">
        <w:rPr>
          <w:rFonts w:ascii="Arial" w:hAnsi="Arial" w:cs="Arial"/>
          <w:lang w:eastAsia="en-US"/>
        </w:rPr>
        <w:t>Administratorem danych osobowych jest Zarząd Województwa Śląskiego, z siedzibą w Katowicach przy ul. </w:t>
      </w:r>
      <w:r w:rsidRPr="00E56C98">
        <w:rPr>
          <w:rFonts w:ascii="Arial" w:hAnsi="Arial" w:cs="Arial"/>
          <w:lang w:val="en-US" w:eastAsia="en-US"/>
        </w:rPr>
        <w:t>Ligonia 46, e-mail: kancelaria@slaskie.pl, www.bip.slaskie.pl, www.slaskie.pl.</w:t>
      </w:r>
    </w:p>
    <w:p w:rsidR="002B2535" w:rsidRPr="00E56C98" w:rsidRDefault="002B2535" w:rsidP="00E56C98">
      <w:pPr>
        <w:numPr>
          <w:ilvl w:val="0"/>
          <w:numId w:val="35"/>
        </w:numPr>
        <w:tabs>
          <w:tab w:val="left" w:pos="1593"/>
        </w:tabs>
        <w:spacing w:after="200"/>
        <w:jc w:val="both"/>
        <w:rPr>
          <w:rFonts w:ascii="Arial" w:hAnsi="Arial" w:cs="Arial"/>
          <w:lang w:eastAsia="en-US"/>
        </w:rPr>
      </w:pPr>
      <w:r w:rsidRPr="00E56C98">
        <w:rPr>
          <w:rFonts w:ascii="Arial" w:hAnsi="Arial" w:cs="Arial"/>
          <w:lang w:eastAsia="en-US"/>
        </w:rPr>
        <w:t>Została wyznaczona osoba do kontaktu w sprawie przetwarzania danych osobowych, adres e- mail: daneosobowe@slaskie.pl.</w:t>
      </w:r>
    </w:p>
    <w:p w:rsidR="002B2535" w:rsidRPr="00E56C98" w:rsidRDefault="002B2535" w:rsidP="00E56C98">
      <w:pPr>
        <w:numPr>
          <w:ilvl w:val="0"/>
          <w:numId w:val="35"/>
        </w:numPr>
        <w:tabs>
          <w:tab w:val="left" w:pos="1593"/>
        </w:tabs>
        <w:spacing w:after="200"/>
        <w:jc w:val="both"/>
        <w:rPr>
          <w:rFonts w:ascii="Arial" w:hAnsi="Arial" w:cs="Arial"/>
          <w:lang w:eastAsia="en-US"/>
        </w:rPr>
      </w:pPr>
      <w:r w:rsidRPr="00E56C98">
        <w:rPr>
          <w:rFonts w:ascii="Arial" w:hAnsi="Arial" w:cs="Arial"/>
          <w:lang w:eastAsia="en-US"/>
        </w:rPr>
        <w:t>Moje dane osobowe będą przetwarzane w celu obsługi ww. projektu, dofinansowanego ze środków Regionalnego Programu Operacyjnego Województwa Śląskiego na lata 2014-2020 (RPO WSL), w szczególności:</w:t>
      </w:r>
    </w:p>
    <w:p w:rsidR="002B2535" w:rsidRPr="00E56C98" w:rsidRDefault="002B2535" w:rsidP="00E56C98">
      <w:pPr>
        <w:numPr>
          <w:ilvl w:val="0"/>
          <w:numId w:val="28"/>
        </w:numPr>
        <w:spacing w:after="60"/>
        <w:ind w:left="1659"/>
        <w:jc w:val="both"/>
        <w:rPr>
          <w:rFonts w:ascii="Arial" w:hAnsi="Arial" w:cs="Arial"/>
          <w:color w:val="000000"/>
        </w:rPr>
      </w:pPr>
      <w:r w:rsidRPr="00E56C98">
        <w:rPr>
          <w:rFonts w:ascii="Arial" w:hAnsi="Arial" w:cs="Arial"/>
          <w:color w:val="000000"/>
        </w:rPr>
        <w:t xml:space="preserve"> udzielenia wsparcia;</w:t>
      </w:r>
    </w:p>
    <w:p w:rsidR="002B2535" w:rsidRPr="00E56C98" w:rsidRDefault="002B2535" w:rsidP="00E56C98">
      <w:pPr>
        <w:numPr>
          <w:ilvl w:val="0"/>
          <w:numId w:val="28"/>
        </w:numPr>
        <w:spacing w:after="60"/>
        <w:ind w:left="1659"/>
        <w:jc w:val="both"/>
        <w:rPr>
          <w:rFonts w:ascii="Arial" w:hAnsi="Arial" w:cs="Arial"/>
          <w:color w:val="000000"/>
        </w:rPr>
      </w:pPr>
      <w:r w:rsidRPr="00E56C98">
        <w:rPr>
          <w:rFonts w:ascii="Arial" w:hAnsi="Arial" w:cs="Arial"/>
          <w:color w:val="000000"/>
        </w:rPr>
        <w:t xml:space="preserve"> potwierdzenia kwalifikowalności wydatków;</w:t>
      </w:r>
    </w:p>
    <w:p w:rsidR="002B2535" w:rsidRPr="00E56C98" w:rsidRDefault="002B2535" w:rsidP="00E56C98">
      <w:pPr>
        <w:numPr>
          <w:ilvl w:val="0"/>
          <w:numId w:val="28"/>
        </w:numPr>
        <w:spacing w:after="60"/>
        <w:ind w:left="1659"/>
        <w:jc w:val="both"/>
        <w:rPr>
          <w:rFonts w:ascii="Arial" w:hAnsi="Arial" w:cs="Arial"/>
          <w:color w:val="000000"/>
        </w:rPr>
      </w:pPr>
      <w:r w:rsidRPr="00E56C98">
        <w:rPr>
          <w:rFonts w:ascii="Arial" w:hAnsi="Arial" w:cs="Arial"/>
          <w:color w:val="000000"/>
        </w:rPr>
        <w:t xml:space="preserve"> monitoringu;</w:t>
      </w:r>
    </w:p>
    <w:p w:rsidR="002B2535" w:rsidRPr="00E56C98" w:rsidRDefault="002B2535" w:rsidP="00E56C98">
      <w:pPr>
        <w:numPr>
          <w:ilvl w:val="0"/>
          <w:numId w:val="28"/>
        </w:numPr>
        <w:spacing w:after="60"/>
        <w:ind w:left="1659"/>
        <w:jc w:val="both"/>
        <w:rPr>
          <w:rFonts w:ascii="Arial" w:hAnsi="Arial" w:cs="Arial"/>
          <w:color w:val="000000"/>
        </w:rPr>
      </w:pPr>
      <w:r w:rsidRPr="00E56C98">
        <w:rPr>
          <w:rFonts w:ascii="Arial" w:hAnsi="Arial" w:cs="Arial"/>
          <w:color w:val="000000"/>
        </w:rPr>
        <w:t xml:space="preserve"> ewaluacji;</w:t>
      </w:r>
    </w:p>
    <w:p w:rsidR="002B2535" w:rsidRPr="00E56C98" w:rsidRDefault="002B2535" w:rsidP="00E56C98">
      <w:pPr>
        <w:numPr>
          <w:ilvl w:val="0"/>
          <w:numId w:val="28"/>
        </w:numPr>
        <w:spacing w:after="60"/>
        <w:ind w:left="1659"/>
        <w:jc w:val="both"/>
        <w:rPr>
          <w:rFonts w:ascii="Arial" w:hAnsi="Arial" w:cs="Arial"/>
          <w:color w:val="000000"/>
        </w:rPr>
      </w:pPr>
      <w:r w:rsidRPr="00E56C98">
        <w:rPr>
          <w:rFonts w:ascii="Arial" w:hAnsi="Arial" w:cs="Arial"/>
          <w:color w:val="000000"/>
        </w:rPr>
        <w:t xml:space="preserve"> kontroli;</w:t>
      </w:r>
    </w:p>
    <w:p w:rsidR="002B2535" w:rsidRPr="00E56C98" w:rsidRDefault="002B2535" w:rsidP="00E56C98">
      <w:pPr>
        <w:numPr>
          <w:ilvl w:val="0"/>
          <w:numId w:val="28"/>
        </w:numPr>
        <w:spacing w:after="60"/>
        <w:ind w:left="1659"/>
        <w:jc w:val="both"/>
        <w:rPr>
          <w:rFonts w:ascii="Arial" w:hAnsi="Arial" w:cs="Arial"/>
          <w:color w:val="000000"/>
        </w:rPr>
      </w:pPr>
      <w:r w:rsidRPr="00E56C98">
        <w:rPr>
          <w:rFonts w:ascii="Arial" w:hAnsi="Arial" w:cs="Arial"/>
          <w:color w:val="000000"/>
        </w:rPr>
        <w:t xml:space="preserve"> audytu prowadzonego przez upoważnione instytucje;</w:t>
      </w:r>
    </w:p>
    <w:p w:rsidR="002B2535" w:rsidRPr="00E56C98" w:rsidRDefault="002B2535" w:rsidP="00E56C98">
      <w:pPr>
        <w:numPr>
          <w:ilvl w:val="0"/>
          <w:numId w:val="28"/>
        </w:numPr>
        <w:spacing w:after="60"/>
        <w:ind w:left="1659"/>
        <w:jc w:val="both"/>
        <w:rPr>
          <w:rFonts w:ascii="Arial" w:hAnsi="Arial" w:cs="Arial"/>
          <w:color w:val="000000"/>
        </w:rPr>
      </w:pPr>
      <w:r w:rsidRPr="00E56C98">
        <w:rPr>
          <w:rFonts w:ascii="Arial" w:hAnsi="Arial" w:cs="Arial"/>
          <w:color w:val="000000"/>
        </w:rPr>
        <w:t xml:space="preserve"> sprawozdawczości;</w:t>
      </w:r>
    </w:p>
    <w:p w:rsidR="002B2535" w:rsidRPr="00E56C98" w:rsidRDefault="002B2535" w:rsidP="00E56C98">
      <w:pPr>
        <w:numPr>
          <w:ilvl w:val="0"/>
          <w:numId w:val="28"/>
        </w:numPr>
        <w:spacing w:after="60"/>
        <w:ind w:left="1659"/>
        <w:jc w:val="both"/>
        <w:rPr>
          <w:rFonts w:ascii="Arial" w:hAnsi="Arial" w:cs="Arial"/>
          <w:color w:val="000000"/>
        </w:rPr>
      </w:pPr>
      <w:r w:rsidRPr="00E56C98">
        <w:rPr>
          <w:rFonts w:ascii="Arial" w:hAnsi="Arial" w:cs="Arial"/>
          <w:color w:val="000000"/>
        </w:rPr>
        <w:t xml:space="preserve"> rozliczenia projektu;</w:t>
      </w:r>
    </w:p>
    <w:p w:rsidR="002B2535" w:rsidRPr="00E56C98" w:rsidRDefault="002B2535" w:rsidP="00E56C98">
      <w:pPr>
        <w:numPr>
          <w:ilvl w:val="0"/>
          <w:numId w:val="28"/>
        </w:numPr>
        <w:spacing w:after="60"/>
        <w:ind w:left="1659"/>
        <w:jc w:val="both"/>
        <w:rPr>
          <w:rFonts w:ascii="Arial" w:hAnsi="Arial" w:cs="Arial"/>
          <w:color w:val="000000"/>
        </w:rPr>
      </w:pPr>
      <w:r w:rsidRPr="00E56C98">
        <w:rPr>
          <w:rFonts w:ascii="Arial" w:hAnsi="Arial" w:cs="Arial"/>
          <w:color w:val="000000"/>
        </w:rPr>
        <w:t xml:space="preserve"> odzyskiwania wypłaconych beneficjentowi środków dofinansowania;</w:t>
      </w:r>
    </w:p>
    <w:p w:rsidR="002B2535" w:rsidRPr="00E56C98" w:rsidRDefault="002B2535" w:rsidP="00E56C98">
      <w:pPr>
        <w:numPr>
          <w:ilvl w:val="0"/>
          <w:numId w:val="28"/>
        </w:numPr>
        <w:spacing w:after="60"/>
        <w:ind w:left="1659"/>
        <w:jc w:val="both"/>
        <w:rPr>
          <w:rFonts w:ascii="Arial" w:hAnsi="Arial" w:cs="Arial"/>
          <w:color w:val="000000"/>
        </w:rPr>
      </w:pPr>
      <w:r w:rsidRPr="00E56C98">
        <w:rPr>
          <w:rFonts w:ascii="Arial" w:hAnsi="Arial" w:cs="Arial"/>
          <w:color w:val="000000"/>
        </w:rPr>
        <w:t xml:space="preserve"> zachowania trwałości projektu;</w:t>
      </w:r>
    </w:p>
    <w:p w:rsidR="002B2535" w:rsidRPr="00E56C98" w:rsidRDefault="002B2535" w:rsidP="00E56C98">
      <w:pPr>
        <w:numPr>
          <w:ilvl w:val="0"/>
          <w:numId w:val="28"/>
        </w:numPr>
        <w:spacing w:after="60"/>
        <w:ind w:left="1659"/>
        <w:jc w:val="both"/>
        <w:rPr>
          <w:rFonts w:ascii="Arial" w:hAnsi="Arial" w:cs="Arial"/>
          <w:color w:val="000000"/>
        </w:rPr>
      </w:pPr>
      <w:r w:rsidRPr="00E56C98">
        <w:rPr>
          <w:rFonts w:ascii="Arial" w:hAnsi="Arial" w:cs="Arial"/>
          <w:color w:val="000000"/>
        </w:rPr>
        <w:t xml:space="preserve"> badań i analiz;</w:t>
      </w:r>
    </w:p>
    <w:p w:rsidR="002B2535" w:rsidRPr="00E56C98" w:rsidRDefault="002B2535" w:rsidP="00E56C98">
      <w:pPr>
        <w:numPr>
          <w:ilvl w:val="0"/>
          <w:numId w:val="28"/>
        </w:numPr>
        <w:spacing w:after="60"/>
        <w:ind w:left="1659"/>
        <w:jc w:val="both"/>
        <w:rPr>
          <w:rFonts w:ascii="Arial" w:hAnsi="Arial" w:cs="Arial"/>
          <w:color w:val="000000"/>
        </w:rPr>
      </w:pPr>
      <w:r w:rsidRPr="00E56C98">
        <w:rPr>
          <w:rFonts w:ascii="Arial" w:hAnsi="Arial" w:cs="Arial"/>
          <w:color w:val="000000"/>
        </w:rPr>
        <w:t xml:space="preserve"> działania informacyjno-promocyjne w ramach RPO WSL 2014-2020;</w:t>
      </w:r>
    </w:p>
    <w:p w:rsidR="002B2535" w:rsidRPr="00E56C98" w:rsidRDefault="002B2535" w:rsidP="00E56C98">
      <w:pPr>
        <w:numPr>
          <w:ilvl w:val="0"/>
          <w:numId w:val="28"/>
        </w:numPr>
        <w:spacing w:after="120"/>
        <w:ind w:left="1655" w:hanging="357"/>
        <w:jc w:val="both"/>
        <w:rPr>
          <w:rFonts w:ascii="Arial" w:hAnsi="Arial" w:cs="Arial"/>
          <w:color w:val="000000"/>
        </w:rPr>
      </w:pPr>
      <w:r w:rsidRPr="00E56C98">
        <w:rPr>
          <w:rFonts w:ascii="Arial" w:hAnsi="Arial" w:cs="Arial"/>
          <w:color w:val="000000"/>
        </w:rPr>
        <w:t xml:space="preserve"> archiwizacji;</w:t>
      </w:r>
    </w:p>
    <w:p w:rsidR="002B2535" w:rsidRPr="00E56C98" w:rsidRDefault="002B2535" w:rsidP="00E56C98">
      <w:pPr>
        <w:spacing w:after="120"/>
        <w:ind w:left="1655"/>
        <w:jc w:val="both"/>
        <w:rPr>
          <w:rFonts w:ascii="Arial" w:hAnsi="Arial" w:cs="Arial"/>
          <w:color w:val="000000"/>
        </w:rPr>
      </w:pPr>
    </w:p>
    <w:p w:rsidR="002B2535" w:rsidRPr="00E56C98" w:rsidRDefault="002B2535" w:rsidP="00E56C98">
      <w:pPr>
        <w:numPr>
          <w:ilvl w:val="0"/>
          <w:numId w:val="35"/>
        </w:numPr>
        <w:tabs>
          <w:tab w:val="left" w:pos="1593"/>
        </w:tabs>
        <w:spacing w:after="200"/>
        <w:ind w:left="1593" w:hanging="425"/>
        <w:jc w:val="both"/>
        <w:rPr>
          <w:rFonts w:ascii="Arial" w:hAnsi="Arial" w:cs="Arial"/>
          <w:lang w:eastAsia="en-US"/>
        </w:rPr>
      </w:pPr>
      <w:r w:rsidRPr="00E56C98">
        <w:rPr>
          <w:rFonts w:ascii="Arial" w:hAnsi="Arial" w:cs="Arial"/>
          <w:lang w:eastAsia="en-US"/>
        </w:rPr>
        <w:t>Podstawą prawną przetwarzania moich danych osobowych jest obowiązek prawny ciążący na administratorze (art. 6 ust. 1 lit. c Rozporządzenia Parlamentu Europejskiego i Rady (UE) 2016/679 z dnia 27 kwietnia 2016 r. w sprawie ochrony osób fizycznych w związku z przetwarzaniem danych osobowych i w sprawie swobodnego przepływu takich danych oraz uchylenia dyrektywy 95/46/WE – dalej: RODO), wynikający z:</w:t>
      </w:r>
    </w:p>
    <w:p w:rsidR="002B2535" w:rsidRPr="00E56C98" w:rsidRDefault="002B2535" w:rsidP="00E56C98">
      <w:pPr>
        <w:numPr>
          <w:ilvl w:val="0"/>
          <w:numId w:val="28"/>
        </w:numPr>
        <w:spacing w:after="60" w:line="276" w:lineRule="auto"/>
        <w:ind w:left="2019"/>
        <w:jc w:val="both"/>
        <w:rPr>
          <w:rFonts w:ascii="Arial" w:hAnsi="Arial" w:cs="Arial"/>
          <w:color w:val="000000"/>
        </w:rPr>
      </w:pPr>
      <w:r w:rsidRPr="00E56C98">
        <w:rPr>
          <w:rFonts w:ascii="Arial" w:hAnsi="Arial" w:cs="Arial"/>
          <w:color w:val="000000"/>
        </w:rPr>
        <w:t>ustawy o zasadach realizacji programów w zakresie polityki spójności finansowanych w perspektywie finansowej 2014-2020 - w szczególności art. 6 i 9;</w:t>
      </w:r>
    </w:p>
    <w:p w:rsidR="002B2535" w:rsidRPr="00E56C98" w:rsidRDefault="002B2535" w:rsidP="00E56C98">
      <w:pPr>
        <w:numPr>
          <w:ilvl w:val="0"/>
          <w:numId w:val="28"/>
        </w:numPr>
        <w:spacing w:after="60" w:line="276" w:lineRule="auto"/>
        <w:ind w:left="2019"/>
        <w:jc w:val="both"/>
        <w:rPr>
          <w:rFonts w:ascii="Arial" w:hAnsi="Arial" w:cs="Arial"/>
          <w:color w:val="000000"/>
        </w:rPr>
      </w:pPr>
      <w:r w:rsidRPr="00E56C98">
        <w:rPr>
          <w:rFonts w:ascii="Arial" w:hAnsi="Arial" w:cs="Arial"/>
          <w:color w:val="000000"/>
        </w:rPr>
        <w:t>rozporządzenia Parlamentu Europejskiego i Rady (UE) nr 1303/2013 z dnia 17 grudnia 2013 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 Rybackiego oraz uchylające rozporządzenie Rady (WE) nr 1083/2006 w szczególności art. 125;</w:t>
      </w:r>
    </w:p>
    <w:p w:rsidR="002B2535" w:rsidRPr="00E56C98" w:rsidRDefault="002B2535" w:rsidP="00E56C98">
      <w:pPr>
        <w:numPr>
          <w:ilvl w:val="0"/>
          <w:numId w:val="28"/>
        </w:numPr>
        <w:spacing w:after="60" w:line="276" w:lineRule="auto"/>
        <w:ind w:left="2019"/>
        <w:jc w:val="both"/>
        <w:rPr>
          <w:rFonts w:ascii="Arial" w:hAnsi="Arial" w:cs="Arial"/>
          <w:color w:val="000000"/>
        </w:rPr>
      </w:pPr>
      <w:r w:rsidRPr="00E56C98">
        <w:rPr>
          <w:rFonts w:ascii="Arial" w:hAnsi="Arial" w:cs="Arial"/>
          <w:color w:val="000000"/>
        </w:rPr>
        <w:t>ustawy z dnia z dnia 5 czerwca 1998 r. o samorządzie województwa – w szczególności art. 11;</w:t>
      </w:r>
    </w:p>
    <w:p w:rsidR="002B2535" w:rsidRPr="00E56C98" w:rsidRDefault="002B2535" w:rsidP="00E56C98">
      <w:pPr>
        <w:numPr>
          <w:ilvl w:val="0"/>
          <w:numId w:val="35"/>
        </w:numPr>
        <w:tabs>
          <w:tab w:val="left" w:pos="1593"/>
        </w:tabs>
        <w:spacing w:after="200"/>
        <w:ind w:left="1593" w:hanging="425"/>
        <w:jc w:val="both"/>
        <w:rPr>
          <w:rFonts w:ascii="Arial" w:hAnsi="Arial" w:cs="Arial"/>
        </w:rPr>
      </w:pPr>
      <w:r w:rsidRPr="00E56C98">
        <w:rPr>
          <w:rFonts w:ascii="Arial" w:hAnsi="Arial" w:cs="Arial"/>
        </w:rPr>
        <w:t>Moje dane osobowe będą ujawniane osobom upoważnionym przez administratora danych osobowych w związku z realizacją celów o których mowa w lit. c, podmiotom upoważnionym na podstawie przepisów prawa, wykonawcy LSI, operatorowi pocztowemu, podmiotom realizującym badania ewaluacyjne lub inne działania związane z realizacją Regionalnego Programu Operacyjnego Województwa Śląskiego na lata 2014 - 2020 na zlecenie Administratora, analiz, ekspertyz, stronom i innym uczestnikom postępowań administracyjnych. Ponadto w zakresie stanowiącym informację publiczną dane będą ujawniane każdemu zainteresowanemu taką informacją lub publikowane w BIP Urzędu;</w:t>
      </w:r>
    </w:p>
    <w:p w:rsidR="002B2535" w:rsidRPr="00E56C98" w:rsidRDefault="002B2535" w:rsidP="00E56C98">
      <w:pPr>
        <w:numPr>
          <w:ilvl w:val="0"/>
          <w:numId w:val="35"/>
        </w:numPr>
        <w:tabs>
          <w:tab w:val="left" w:pos="1593"/>
        </w:tabs>
        <w:spacing w:after="200"/>
        <w:ind w:left="1593" w:hanging="425"/>
        <w:jc w:val="both"/>
        <w:rPr>
          <w:rFonts w:ascii="Arial" w:hAnsi="Arial" w:cs="Arial"/>
          <w:lang w:eastAsia="en-US"/>
        </w:rPr>
      </w:pPr>
      <w:r w:rsidRPr="00E56C98">
        <w:rPr>
          <w:rFonts w:ascii="Arial" w:hAnsi="Arial" w:cs="Arial"/>
          <w:lang w:eastAsia="en-US"/>
        </w:rPr>
        <w:t>Dane osobowe będą przechowywane do czasu zamknięcia Regionalnego Programu Operacyjnego Województwa Śląskiego na lata 2014-2020 (art. 140 i 141 Rozporządzenia Parlamentu Europejskiego i Rady (UE) nr 1303/2013 dnia 17 grudnia 2013 r.) bez uszczerbku dla zasad regulujących pomoc publiczną oraz krajowych przepisów dotyczących archiwizacji dokumentów;</w:t>
      </w:r>
    </w:p>
    <w:p w:rsidR="002B2535" w:rsidRPr="00E56C98" w:rsidRDefault="002B2535" w:rsidP="00E56C98">
      <w:pPr>
        <w:numPr>
          <w:ilvl w:val="0"/>
          <w:numId w:val="35"/>
        </w:numPr>
        <w:tabs>
          <w:tab w:val="left" w:pos="1593"/>
        </w:tabs>
        <w:spacing w:after="200"/>
        <w:ind w:left="1593" w:hanging="425"/>
        <w:jc w:val="both"/>
        <w:rPr>
          <w:rFonts w:ascii="Arial" w:hAnsi="Arial" w:cs="Arial"/>
          <w:lang w:eastAsia="en-US"/>
        </w:rPr>
      </w:pPr>
      <w:r w:rsidRPr="00E56C98">
        <w:rPr>
          <w:rFonts w:ascii="Arial" w:hAnsi="Arial" w:cs="Arial"/>
          <w:lang w:eastAsia="en-US"/>
        </w:rPr>
        <w:t>Przysługuje mi prawo dostępu do treści swoich danych osobowych oraz prawo żądania ich sprostowania, usunięcia lub ograniczenia przetwarzania, prawo wniesienia skargi do Prezesa Urzędu Ochrony Danych Osobowych;</w:t>
      </w:r>
    </w:p>
    <w:p w:rsidR="002B2535" w:rsidRPr="00E56C98" w:rsidRDefault="002B2535" w:rsidP="00E56C98">
      <w:pPr>
        <w:numPr>
          <w:ilvl w:val="0"/>
          <w:numId w:val="35"/>
        </w:numPr>
        <w:tabs>
          <w:tab w:val="left" w:pos="1593"/>
        </w:tabs>
        <w:spacing w:after="200"/>
        <w:ind w:left="1593" w:hanging="425"/>
        <w:jc w:val="both"/>
        <w:rPr>
          <w:rFonts w:ascii="Arial" w:hAnsi="Arial" w:cs="Arial"/>
          <w:lang w:eastAsia="en-US"/>
        </w:rPr>
      </w:pPr>
      <w:r w:rsidRPr="00E56C98">
        <w:rPr>
          <w:rFonts w:ascii="Arial" w:hAnsi="Arial" w:cs="Arial"/>
          <w:lang w:eastAsia="en-US"/>
        </w:rPr>
        <w:t>Administrator danych osobowych, na mocy art.17 ust. 3 lit. b RODO, ma prawo odmówić usunięcia moich danych osobowych;</w:t>
      </w:r>
    </w:p>
    <w:p w:rsidR="002B2535" w:rsidRPr="00E56C98" w:rsidRDefault="002B2535" w:rsidP="00E56C98">
      <w:pPr>
        <w:numPr>
          <w:ilvl w:val="0"/>
          <w:numId w:val="35"/>
        </w:numPr>
        <w:tabs>
          <w:tab w:val="left" w:pos="1593"/>
        </w:tabs>
        <w:spacing w:after="200"/>
        <w:ind w:left="1593" w:hanging="425"/>
        <w:jc w:val="both"/>
        <w:rPr>
          <w:rFonts w:ascii="Arial" w:hAnsi="Arial" w:cs="Arial"/>
          <w:lang w:eastAsia="en-US"/>
        </w:rPr>
      </w:pPr>
      <w:r w:rsidRPr="00E56C98">
        <w:rPr>
          <w:rFonts w:ascii="Arial" w:hAnsi="Arial" w:cs="Arial"/>
          <w:lang w:eastAsia="en-US"/>
        </w:rPr>
        <w:t xml:space="preserve">Podanie przeze mnie danych osobowych jest wymogiem ustawowym, </w:t>
      </w:r>
      <w:r>
        <w:rPr>
          <w:rFonts w:ascii="Arial" w:hAnsi="Arial" w:cs="Arial"/>
          <w:lang w:eastAsia="en-US"/>
        </w:rPr>
        <w:br/>
      </w:r>
      <w:r w:rsidRPr="00E56C98">
        <w:rPr>
          <w:rFonts w:ascii="Arial" w:hAnsi="Arial" w:cs="Arial"/>
          <w:lang w:eastAsia="en-US"/>
        </w:rPr>
        <w:t>a konsekwencją ich niepodania będzie brak możliwości uczestnictwa w projekcie;</w:t>
      </w:r>
    </w:p>
    <w:p w:rsidR="002B2535" w:rsidRPr="00E56C98" w:rsidRDefault="002B2535" w:rsidP="00E56C98">
      <w:pPr>
        <w:rPr>
          <w:rFonts w:ascii="Arial" w:hAnsi="Arial" w:cs="Arial"/>
          <w:lang w:eastAsia="en-US"/>
        </w:rPr>
      </w:pPr>
      <w:r w:rsidRPr="00E56C98">
        <w:rPr>
          <w:rFonts w:ascii="Arial" w:hAnsi="Arial" w:cs="Arial"/>
          <w:lang w:eastAsia="en-US"/>
        </w:rPr>
        <w:t>Moje dane osobowe nie będą wykorzystywane do zautomatyzowanego podejmowania decyzji ani profilowania, o którym mowa w art. 22 RODO.</w:t>
      </w:r>
    </w:p>
    <w:p w:rsidR="002B2535" w:rsidRPr="00E56C98" w:rsidRDefault="002B2535" w:rsidP="00E56C98">
      <w:pPr>
        <w:rPr>
          <w:rFonts w:ascii="Arial" w:hAnsi="Arial" w:cs="Arial"/>
          <w:lang w:eastAsia="en-US"/>
        </w:rPr>
      </w:pPr>
    </w:p>
    <w:p w:rsidR="002B2535" w:rsidRPr="00E56C98" w:rsidRDefault="002B2535" w:rsidP="00E56C98">
      <w:pPr>
        <w:spacing w:before="480" w:after="200" w:line="276" w:lineRule="auto"/>
        <w:contextualSpacing/>
        <w:jc w:val="both"/>
        <w:rPr>
          <w:rFonts w:ascii="Arial" w:hAnsi="Arial" w:cs="Arial"/>
          <w:lang w:eastAsia="en-US"/>
        </w:rPr>
      </w:pPr>
    </w:p>
    <w:p w:rsidR="002B2535" w:rsidRPr="00E56C98" w:rsidRDefault="002B2535" w:rsidP="00E56C98">
      <w:pPr>
        <w:spacing w:before="480" w:after="200" w:line="276" w:lineRule="auto"/>
        <w:contextualSpacing/>
        <w:jc w:val="both"/>
        <w:rPr>
          <w:rFonts w:ascii="Arial" w:hAnsi="Arial" w:cs="Arial"/>
          <w:lang w:eastAsia="en-US"/>
        </w:rPr>
      </w:pPr>
    </w:p>
    <w:p w:rsidR="002B2535" w:rsidRPr="00E56C98" w:rsidRDefault="002B2535" w:rsidP="00E56C98">
      <w:pPr>
        <w:spacing w:before="480" w:after="200" w:line="276" w:lineRule="auto"/>
        <w:contextualSpacing/>
        <w:jc w:val="both"/>
        <w:rPr>
          <w:rFonts w:ascii="Arial" w:hAnsi="Arial" w:cs="Arial"/>
          <w:lang w:eastAsia="en-US"/>
        </w:rPr>
      </w:pPr>
    </w:p>
    <w:p w:rsidR="002B2535" w:rsidRPr="00E56C98" w:rsidRDefault="002B2535" w:rsidP="00E56C98">
      <w:pPr>
        <w:spacing w:before="480" w:after="200" w:line="276" w:lineRule="auto"/>
        <w:contextualSpacing/>
        <w:jc w:val="both"/>
        <w:rPr>
          <w:rFonts w:ascii="Arial" w:hAnsi="Arial" w:cs="Arial"/>
          <w:lang w:eastAsia="en-US"/>
        </w:rPr>
      </w:pPr>
    </w:p>
    <w:p w:rsidR="002B2535" w:rsidRPr="00E56C98" w:rsidRDefault="002B2535" w:rsidP="00E56C98">
      <w:pPr>
        <w:spacing w:before="480" w:after="200" w:line="276" w:lineRule="auto"/>
        <w:contextualSpacing/>
        <w:jc w:val="both"/>
        <w:rPr>
          <w:rFonts w:ascii="Arial" w:hAnsi="Arial" w:cs="Arial"/>
          <w:lang w:eastAsia="en-US"/>
        </w:rPr>
      </w:pPr>
    </w:p>
    <w:p w:rsidR="002B2535" w:rsidRPr="00E56C98" w:rsidRDefault="002B2535" w:rsidP="00E56C98">
      <w:pPr>
        <w:spacing w:before="480" w:after="200" w:line="276" w:lineRule="auto"/>
        <w:contextualSpacing/>
        <w:jc w:val="both"/>
        <w:rPr>
          <w:rFonts w:ascii="Arial" w:hAnsi="Arial" w:cs="Arial"/>
          <w:lang w:eastAsia="en-US"/>
        </w:rPr>
      </w:pPr>
    </w:p>
    <w:p w:rsidR="002B2535" w:rsidRPr="00E56C98" w:rsidRDefault="002B2535" w:rsidP="00DF2BD5">
      <w:pPr>
        <w:spacing w:before="480" w:after="200" w:line="276" w:lineRule="auto"/>
        <w:ind w:left="4253"/>
        <w:contextualSpacing/>
        <w:jc w:val="center"/>
        <w:rPr>
          <w:rFonts w:ascii="Arial" w:hAnsi="Arial" w:cs="Arial"/>
          <w:lang w:eastAsia="en-US"/>
        </w:rPr>
      </w:pPr>
      <w:r w:rsidRPr="00E56C98">
        <w:rPr>
          <w:rFonts w:ascii="Arial" w:hAnsi="Arial" w:cs="Arial"/>
          <w:color w:val="000000"/>
        </w:rPr>
        <w:t>………………………………………</w:t>
      </w:r>
      <w:r>
        <w:rPr>
          <w:rFonts w:ascii="Arial" w:hAnsi="Arial" w:cs="Arial"/>
          <w:color w:val="000000"/>
        </w:rPr>
        <w:t>…………..</w:t>
      </w:r>
      <w:r w:rsidRPr="00E56C98">
        <w:rPr>
          <w:rFonts w:ascii="Arial" w:hAnsi="Arial" w:cs="Arial"/>
          <w:color w:val="000000"/>
        </w:rPr>
        <w:br/>
      </w:r>
      <w:r w:rsidRPr="00E56C98">
        <w:rPr>
          <w:rFonts w:ascii="Arial" w:hAnsi="Arial" w:cs="Arial"/>
          <w:lang w:eastAsia="en-US"/>
        </w:rPr>
        <w:t>(miejscowość)</w:t>
      </w:r>
    </w:p>
    <w:p w:rsidR="002B2535" w:rsidRPr="00E56C98" w:rsidRDefault="002B2535" w:rsidP="00DF2BD5">
      <w:pPr>
        <w:spacing w:before="480" w:after="200" w:line="276" w:lineRule="auto"/>
        <w:ind w:left="4253"/>
        <w:contextualSpacing/>
        <w:jc w:val="center"/>
        <w:rPr>
          <w:rFonts w:ascii="Arial" w:hAnsi="Arial" w:cs="Arial"/>
          <w:lang w:eastAsia="en-US"/>
        </w:rPr>
      </w:pPr>
    </w:p>
    <w:p w:rsidR="002B2535" w:rsidRPr="00E56C98" w:rsidRDefault="002B2535" w:rsidP="00DF2BD5">
      <w:pPr>
        <w:spacing w:before="480" w:after="200" w:line="276" w:lineRule="auto"/>
        <w:ind w:left="4253"/>
        <w:contextualSpacing/>
        <w:jc w:val="center"/>
        <w:rPr>
          <w:rFonts w:ascii="Arial" w:hAnsi="Arial" w:cs="Arial"/>
          <w:lang w:eastAsia="en-US"/>
        </w:rPr>
      </w:pPr>
    </w:p>
    <w:p w:rsidR="002B2535" w:rsidRPr="00E56C98" w:rsidRDefault="002B2535" w:rsidP="00DF2BD5">
      <w:pPr>
        <w:spacing w:before="480" w:after="200" w:line="276" w:lineRule="auto"/>
        <w:ind w:left="4253"/>
        <w:contextualSpacing/>
        <w:jc w:val="center"/>
        <w:rPr>
          <w:rFonts w:ascii="Arial" w:hAnsi="Arial" w:cs="Arial"/>
          <w:lang w:eastAsia="en-US"/>
        </w:rPr>
      </w:pPr>
    </w:p>
    <w:p w:rsidR="002B2535" w:rsidRPr="00E56C98" w:rsidRDefault="002B2535" w:rsidP="00DF2BD5">
      <w:pPr>
        <w:spacing w:before="480" w:after="200" w:line="276" w:lineRule="auto"/>
        <w:ind w:left="4253"/>
        <w:contextualSpacing/>
        <w:jc w:val="center"/>
        <w:rPr>
          <w:rFonts w:ascii="Arial" w:hAnsi="Arial" w:cs="Arial"/>
          <w:lang w:eastAsia="en-US"/>
        </w:rPr>
      </w:pPr>
      <w:r w:rsidRPr="00E56C98">
        <w:rPr>
          <w:rFonts w:ascii="Arial" w:hAnsi="Arial" w:cs="Arial"/>
          <w:color w:val="000000"/>
        </w:rPr>
        <w:t>………………………………………</w:t>
      </w:r>
      <w:r>
        <w:rPr>
          <w:rFonts w:ascii="Arial" w:hAnsi="Arial" w:cs="Arial"/>
          <w:color w:val="000000"/>
        </w:rPr>
        <w:t>…………..</w:t>
      </w:r>
      <w:r w:rsidRPr="00E56C98">
        <w:rPr>
          <w:rFonts w:ascii="Arial" w:hAnsi="Arial" w:cs="Arial"/>
          <w:color w:val="000000"/>
        </w:rPr>
        <w:br/>
        <w:t xml:space="preserve"> </w:t>
      </w:r>
      <w:r w:rsidRPr="00E56C98">
        <w:rPr>
          <w:rFonts w:ascii="Arial" w:hAnsi="Arial" w:cs="Arial"/>
          <w:lang w:eastAsia="en-US"/>
        </w:rPr>
        <w:t>(data wypełnienia kwestionariusza)</w:t>
      </w:r>
    </w:p>
    <w:p w:rsidR="002B2535" w:rsidRPr="00E56C98" w:rsidRDefault="002B2535" w:rsidP="00DF2BD5">
      <w:pPr>
        <w:spacing w:before="480" w:after="200" w:line="276" w:lineRule="auto"/>
        <w:ind w:left="4253"/>
        <w:contextualSpacing/>
        <w:jc w:val="center"/>
        <w:rPr>
          <w:rFonts w:ascii="Arial" w:hAnsi="Arial" w:cs="Arial"/>
          <w:lang w:eastAsia="en-US"/>
        </w:rPr>
      </w:pPr>
    </w:p>
    <w:p w:rsidR="002B2535" w:rsidRPr="00E56C98" w:rsidRDefault="002B2535" w:rsidP="00DF2BD5">
      <w:pPr>
        <w:spacing w:before="480" w:after="200" w:line="276" w:lineRule="auto"/>
        <w:ind w:left="4253"/>
        <w:contextualSpacing/>
        <w:jc w:val="center"/>
        <w:rPr>
          <w:rFonts w:ascii="Arial" w:hAnsi="Arial" w:cs="Arial"/>
          <w:lang w:eastAsia="en-US"/>
        </w:rPr>
      </w:pPr>
    </w:p>
    <w:p w:rsidR="002B2535" w:rsidRPr="00E56C98" w:rsidRDefault="002B2535" w:rsidP="00DF2BD5">
      <w:pPr>
        <w:spacing w:before="480" w:after="200" w:line="276" w:lineRule="auto"/>
        <w:ind w:left="4253"/>
        <w:contextualSpacing/>
        <w:jc w:val="center"/>
        <w:rPr>
          <w:rFonts w:ascii="Arial" w:hAnsi="Arial" w:cs="Arial"/>
          <w:lang w:eastAsia="en-US"/>
        </w:rPr>
      </w:pPr>
    </w:p>
    <w:p w:rsidR="002B2535" w:rsidRPr="00E56C98" w:rsidRDefault="002B2535" w:rsidP="00DF2BD5">
      <w:pPr>
        <w:spacing w:before="480" w:after="200" w:line="276" w:lineRule="auto"/>
        <w:ind w:left="4253"/>
        <w:contextualSpacing/>
        <w:jc w:val="center"/>
        <w:rPr>
          <w:rFonts w:ascii="Arial" w:hAnsi="Arial" w:cs="Arial"/>
          <w:lang w:eastAsia="en-US"/>
        </w:rPr>
      </w:pPr>
    </w:p>
    <w:p w:rsidR="002B2535" w:rsidRDefault="002B2535" w:rsidP="00DF2BD5">
      <w:pPr>
        <w:ind w:left="4253"/>
        <w:jc w:val="center"/>
        <w:rPr>
          <w:rFonts w:ascii="Arial" w:hAnsi="Arial" w:cs="Arial"/>
          <w:lang w:eastAsia="en-US"/>
        </w:rPr>
      </w:pPr>
      <w:r w:rsidRPr="00E56C98">
        <w:rPr>
          <w:rFonts w:ascii="Arial" w:hAnsi="Arial" w:cs="Arial"/>
          <w:color w:val="000000"/>
        </w:rPr>
        <w:t>………………………………………</w:t>
      </w:r>
      <w:r>
        <w:rPr>
          <w:rFonts w:ascii="Arial" w:hAnsi="Arial" w:cs="Arial"/>
          <w:color w:val="000000"/>
        </w:rPr>
        <w:t>…………..</w:t>
      </w:r>
    </w:p>
    <w:p w:rsidR="002B2535" w:rsidRPr="00E56C98" w:rsidRDefault="002B2535" w:rsidP="00DF2BD5">
      <w:pPr>
        <w:ind w:left="4253"/>
        <w:jc w:val="center"/>
      </w:pPr>
      <w:r w:rsidRPr="00E56C98">
        <w:rPr>
          <w:rFonts w:ascii="Arial" w:hAnsi="Arial" w:cs="Arial"/>
          <w:lang w:eastAsia="en-US"/>
        </w:rPr>
        <w:t xml:space="preserve">(czytelny podpis kandydata </w:t>
      </w:r>
      <w:r>
        <w:rPr>
          <w:rFonts w:ascii="Arial" w:hAnsi="Arial" w:cs="Arial"/>
          <w:lang w:eastAsia="en-US"/>
        </w:rPr>
        <w:br/>
      </w:r>
      <w:r w:rsidRPr="00E56C98">
        <w:rPr>
          <w:rFonts w:ascii="Arial" w:hAnsi="Arial" w:cs="Arial"/>
          <w:lang w:eastAsia="en-US"/>
        </w:rPr>
        <w:t>na opiekuna dydaktycznego)</w:t>
      </w:r>
    </w:p>
    <w:p w:rsidR="002B2535" w:rsidRDefault="002B2535" w:rsidP="00C9627E"/>
    <w:p w:rsidR="002B2535" w:rsidRDefault="002B2535" w:rsidP="00C9627E"/>
    <w:p w:rsidR="002B2535" w:rsidRDefault="002B2535" w:rsidP="00C9627E"/>
    <w:p w:rsidR="002B2535" w:rsidRDefault="002B2535" w:rsidP="00C9627E"/>
    <w:p w:rsidR="002B2535" w:rsidRDefault="002B2535" w:rsidP="00C9627E"/>
    <w:p w:rsidR="002B2535" w:rsidRPr="00E56C98" w:rsidRDefault="002B2535" w:rsidP="00C9627E">
      <w:pPr>
        <w:rPr>
          <w:rFonts w:ascii="Arial" w:hAnsi="Arial" w:cs="Arial"/>
          <w:szCs w:val="22"/>
          <w:lang w:eastAsia="en-US"/>
        </w:rPr>
      </w:pPr>
    </w:p>
    <w:sectPr w:rsidR="002B2535" w:rsidRPr="00E56C98" w:rsidSect="006D3797">
      <w:headerReference w:type="default" r:id="rId10"/>
      <w:footerReference w:type="default" r:id="rId11"/>
      <w:footerReference w:type="first" r:id="rId12"/>
      <w:pgSz w:w="11906" w:h="16838" w:code="9"/>
      <w:pgMar w:top="1418" w:right="1418" w:bottom="1418" w:left="1418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535" w:rsidRDefault="002B2535" w:rsidP="009754B3">
      <w:r>
        <w:separator/>
      </w:r>
    </w:p>
  </w:endnote>
  <w:endnote w:type="continuationSeparator" w:id="0">
    <w:p w:rsidR="002B2535" w:rsidRDefault="002B2535" w:rsidP="00975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Gothic">
    <w:altName w:val="?l?r SVbN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535" w:rsidRPr="006F20CC" w:rsidRDefault="002B2535" w:rsidP="00DC4178">
    <w:pPr>
      <w:tabs>
        <w:tab w:val="center" w:pos="4536"/>
        <w:tab w:val="center" w:pos="4590"/>
        <w:tab w:val="right" w:pos="9072"/>
        <w:tab w:val="right" w:pos="9180"/>
      </w:tabs>
      <w:jc w:val="center"/>
      <w:rPr>
        <w:rFonts w:ascii="Arial" w:hAnsi="Arial" w:cs="Arial"/>
        <w:iCs/>
      </w:rPr>
    </w:pPr>
    <w:r>
      <w:rPr>
        <w:noProof/>
      </w:rPr>
      <w:pict>
        <v:rect id="_x0000_s2050" style="position:absolute;left:0;text-align:left;margin-left:547.45pt;margin-top:706.5pt;width:27.4pt;height:65.45pt;z-index:25165926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" o:allowincell="f" filled="f" stroked="f">
          <v:textbox style="layout-flow:vertical;mso-layout-flow-alt:bottom-to-top;mso-fit-shape-to-text:t">
            <w:txbxContent>
              <w:p w:rsidR="002B2535" w:rsidRPr="002065CF" w:rsidRDefault="002B2535" w:rsidP="00DC4178">
                <w:pPr>
                  <w:pStyle w:val="Footer"/>
                  <w:rPr>
                    <w:b/>
                    <w:sz w:val="22"/>
                    <w:szCs w:val="22"/>
                  </w:rPr>
                </w:pPr>
              </w:p>
            </w:txbxContent>
          </v:textbox>
          <w10:wrap anchorx="page" anchory="page"/>
        </v:rect>
      </w:pict>
    </w:r>
    <w:r w:rsidRPr="006F20CC">
      <w:rPr>
        <w:rFonts w:ascii="Arial" w:hAnsi="Arial" w:cs="Arial"/>
        <w:b/>
        <w:i/>
        <w:noProof/>
      </w:rPr>
      <w:t>Projekt Śląs</w:t>
    </w:r>
    <w:r>
      <w:rPr>
        <w:rFonts w:ascii="Arial" w:hAnsi="Arial" w:cs="Arial"/>
        <w:b/>
        <w:i/>
        <w:noProof/>
      </w:rPr>
      <w:t>kie. Inwestujemy w talenty – IV</w:t>
    </w:r>
    <w:r w:rsidRPr="006F20CC">
      <w:rPr>
        <w:rFonts w:ascii="Arial" w:hAnsi="Arial" w:cs="Arial"/>
        <w:b/>
        <w:i/>
        <w:noProof/>
      </w:rPr>
      <w:t xml:space="preserve"> edycja</w:t>
    </w:r>
  </w:p>
  <w:p w:rsidR="002B2535" w:rsidRPr="006F20CC" w:rsidRDefault="002B2535" w:rsidP="00DC4178">
    <w:pPr>
      <w:tabs>
        <w:tab w:val="center" w:pos="4536"/>
        <w:tab w:val="center" w:pos="4590"/>
        <w:tab w:val="right" w:pos="9072"/>
        <w:tab w:val="right" w:pos="9180"/>
      </w:tabs>
      <w:jc w:val="center"/>
      <w:rPr>
        <w:rFonts w:ascii="Arial" w:hAnsi="Arial" w:cs="Arial"/>
        <w:iCs/>
      </w:rPr>
    </w:pPr>
    <w:r w:rsidRPr="006F20CC">
      <w:rPr>
        <w:rFonts w:ascii="Arial" w:hAnsi="Arial" w:cs="Arial"/>
        <w:iCs/>
      </w:rPr>
      <w:t>współfinansowany ze środków Unii Europejskiej w ramach Europejskiego Funduszu Społecznego</w:t>
    </w:r>
  </w:p>
  <w:p w:rsidR="002B2535" w:rsidRDefault="002B2535" w:rsidP="009F6567">
    <w:pPr>
      <w:pStyle w:val="Footer"/>
      <w:ind w:left="567"/>
      <w:jc w:val="center"/>
      <w:rPr>
        <w:iCs/>
      </w:rPr>
    </w:pPr>
  </w:p>
  <w:p w:rsidR="002B2535" w:rsidRPr="009F6567" w:rsidRDefault="002B2535" w:rsidP="009F6567">
    <w:pPr>
      <w:pStyle w:val="Footer"/>
      <w:ind w:left="567"/>
      <w:jc w:val="center"/>
      <w:rPr>
        <w:iCs/>
      </w:rPr>
    </w:pPr>
  </w:p>
  <w:p w:rsidR="002B2535" w:rsidRDefault="002B253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535" w:rsidRDefault="002B2535" w:rsidP="006F20CC">
    <w:pPr>
      <w:tabs>
        <w:tab w:val="center" w:pos="4536"/>
        <w:tab w:val="center" w:pos="4590"/>
        <w:tab w:val="right" w:pos="9072"/>
        <w:tab w:val="right" w:pos="9180"/>
      </w:tabs>
      <w:jc w:val="center"/>
      <w:rPr>
        <w:b/>
        <w:i/>
        <w:noProof/>
      </w:rPr>
    </w:pPr>
  </w:p>
  <w:p w:rsidR="002B2535" w:rsidRDefault="002B2535" w:rsidP="006F20CC">
    <w:pPr>
      <w:tabs>
        <w:tab w:val="center" w:pos="4536"/>
        <w:tab w:val="center" w:pos="4590"/>
        <w:tab w:val="right" w:pos="9072"/>
        <w:tab w:val="right" w:pos="9180"/>
      </w:tabs>
      <w:jc w:val="center"/>
      <w:rPr>
        <w:b/>
        <w:i/>
        <w:noProof/>
      </w:rPr>
    </w:pPr>
  </w:p>
  <w:p w:rsidR="002B2535" w:rsidRPr="006F20CC" w:rsidRDefault="002B2535" w:rsidP="006F20CC">
    <w:pPr>
      <w:tabs>
        <w:tab w:val="center" w:pos="4536"/>
        <w:tab w:val="center" w:pos="4590"/>
        <w:tab w:val="right" w:pos="9072"/>
        <w:tab w:val="right" w:pos="9180"/>
      </w:tabs>
      <w:jc w:val="center"/>
      <w:rPr>
        <w:rFonts w:ascii="Arial" w:hAnsi="Arial" w:cs="Arial"/>
        <w:iCs/>
      </w:rPr>
    </w:pPr>
    <w:r>
      <w:rPr>
        <w:noProof/>
      </w:rPr>
      <w:pict>
        <v:rect id="_x0000_s2051" style="position:absolute;left:0;text-align:left;margin-left:547.45pt;margin-top:706.5pt;width:27.4pt;height:65.45pt;z-index:25166028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" o:allowincell="f" filled="f" stroked="f">
          <v:textbox style="layout-flow:vertical;mso-layout-flow-alt:bottom-to-top;mso-fit-shape-to-text:t">
            <w:txbxContent>
              <w:p w:rsidR="002B2535" w:rsidRPr="002065CF" w:rsidRDefault="002B2535" w:rsidP="006F20CC">
                <w:pPr>
                  <w:pStyle w:val="Footer"/>
                  <w:rPr>
                    <w:b/>
                    <w:sz w:val="22"/>
                    <w:szCs w:val="22"/>
                  </w:rPr>
                </w:pPr>
              </w:p>
            </w:txbxContent>
          </v:textbox>
          <w10:wrap anchorx="page" anchory="page"/>
        </v:rect>
      </w:pict>
    </w:r>
    <w:r w:rsidRPr="006F20CC">
      <w:rPr>
        <w:rFonts w:ascii="Arial" w:hAnsi="Arial" w:cs="Arial"/>
        <w:b/>
        <w:i/>
        <w:noProof/>
      </w:rPr>
      <w:t>Projekt Śląskie. Inwestujemy w talenty – I</w:t>
    </w:r>
    <w:r>
      <w:rPr>
        <w:rFonts w:ascii="Arial" w:hAnsi="Arial" w:cs="Arial"/>
        <w:b/>
        <w:i/>
        <w:noProof/>
      </w:rPr>
      <w:t>V</w:t>
    </w:r>
    <w:r w:rsidRPr="006F20CC">
      <w:rPr>
        <w:rFonts w:ascii="Arial" w:hAnsi="Arial" w:cs="Arial"/>
        <w:b/>
        <w:i/>
        <w:noProof/>
      </w:rPr>
      <w:t xml:space="preserve"> edycja</w:t>
    </w:r>
  </w:p>
  <w:p w:rsidR="002B2535" w:rsidRPr="006F20CC" w:rsidRDefault="002B2535" w:rsidP="006F20CC">
    <w:pPr>
      <w:tabs>
        <w:tab w:val="center" w:pos="4536"/>
        <w:tab w:val="center" w:pos="4590"/>
        <w:tab w:val="right" w:pos="9072"/>
        <w:tab w:val="right" w:pos="9180"/>
      </w:tabs>
      <w:jc w:val="center"/>
      <w:rPr>
        <w:rFonts w:ascii="Arial" w:hAnsi="Arial" w:cs="Arial"/>
        <w:iCs/>
      </w:rPr>
    </w:pPr>
    <w:r w:rsidRPr="006F20CC">
      <w:rPr>
        <w:rFonts w:ascii="Arial" w:hAnsi="Arial" w:cs="Arial"/>
        <w:iCs/>
      </w:rPr>
      <w:t>współfinansowany ze środków Unii Europejskiej w ramach Europejskiego Funduszu Społecznego</w:t>
    </w:r>
  </w:p>
  <w:p w:rsidR="002B2535" w:rsidRDefault="002B2535" w:rsidP="006F20CC">
    <w:pPr>
      <w:tabs>
        <w:tab w:val="center" w:pos="4536"/>
        <w:tab w:val="center" w:pos="4590"/>
        <w:tab w:val="right" w:pos="9072"/>
        <w:tab w:val="right" w:pos="9180"/>
      </w:tabs>
      <w:jc w:val="center"/>
      <w:rPr>
        <w:iCs/>
      </w:rPr>
    </w:pPr>
  </w:p>
  <w:p w:rsidR="002B2535" w:rsidRDefault="002B2535" w:rsidP="006F20CC">
    <w:pPr>
      <w:tabs>
        <w:tab w:val="center" w:pos="4536"/>
        <w:tab w:val="center" w:pos="4590"/>
        <w:tab w:val="right" w:pos="9072"/>
        <w:tab w:val="right" w:pos="9180"/>
      </w:tabs>
      <w:jc w:val="center"/>
      <w:rPr>
        <w:iCs/>
      </w:rPr>
    </w:pPr>
    <w:r w:rsidRPr="00D03809">
      <w:rPr>
        <w:rFonts w:ascii="Calibri" w:hAnsi="Calibri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6" type="#_x0000_t75" alt="Opis: C:\Users\bombaj\Desktop\EFS achromatyczny poziom.jpg" style="width:429pt;height:63pt;visibility:visible">
          <v:imagedata r:id="rId1" o:title=""/>
        </v:shape>
      </w:pict>
    </w:r>
  </w:p>
  <w:p w:rsidR="002B2535" w:rsidRDefault="002B2535" w:rsidP="006F20CC">
    <w:pPr>
      <w:tabs>
        <w:tab w:val="center" w:pos="4536"/>
        <w:tab w:val="center" w:pos="4590"/>
        <w:tab w:val="right" w:pos="9072"/>
        <w:tab w:val="right" w:pos="9180"/>
      </w:tabs>
      <w:jc w:val="center"/>
      <w:rPr>
        <w:iCs/>
      </w:rPr>
    </w:pPr>
  </w:p>
  <w:p w:rsidR="002B2535" w:rsidRPr="00DC4178" w:rsidRDefault="002B2535" w:rsidP="006F20CC">
    <w:pPr>
      <w:tabs>
        <w:tab w:val="center" w:pos="4536"/>
        <w:tab w:val="center" w:pos="4590"/>
        <w:tab w:val="right" w:pos="9072"/>
        <w:tab w:val="right" w:pos="9180"/>
      </w:tabs>
      <w:jc w:val="center"/>
      <w:rPr>
        <w:iCs/>
      </w:rPr>
    </w:pPr>
  </w:p>
  <w:p w:rsidR="002B2535" w:rsidRDefault="002B2535">
    <w:pPr>
      <w:pStyle w:val="Footer"/>
      <w:rPr>
        <w:iCs/>
      </w:rPr>
    </w:pPr>
  </w:p>
  <w:p w:rsidR="002B2535" w:rsidRDefault="002B2535">
    <w:pPr>
      <w:pStyle w:val="Footer"/>
      <w:rPr>
        <w:iCs/>
      </w:rPr>
    </w:pPr>
  </w:p>
  <w:p w:rsidR="002B2535" w:rsidRDefault="002B253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535" w:rsidRPr="006F20CC" w:rsidRDefault="002B2535" w:rsidP="00DC4178">
    <w:pPr>
      <w:tabs>
        <w:tab w:val="center" w:pos="4536"/>
        <w:tab w:val="center" w:pos="4590"/>
        <w:tab w:val="right" w:pos="9072"/>
        <w:tab w:val="right" w:pos="9180"/>
      </w:tabs>
      <w:jc w:val="center"/>
      <w:rPr>
        <w:rFonts w:ascii="Arial" w:hAnsi="Arial" w:cs="Arial"/>
        <w:iCs/>
      </w:rPr>
    </w:pPr>
    <w:r>
      <w:rPr>
        <w:noProof/>
      </w:rPr>
      <w:pict>
        <v:rect id="_x0000_s2053" style="position:absolute;left:0;text-align:left;margin-left:547.45pt;margin-top:706.5pt;width:27.4pt;height:65.45pt;z-index:25165619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" o:allowincell="f" filled="f" stroked="f">
          <v:textbox style="layout-flow:vertical;mso-layout-flow-alt:bottom-to-top;mso-fit-shape-to-text:t">
            <w:txbxContent>
              <w:p w:rsidR="002B2535" w:rsidRPr="002065CF" w:rsidRDefault="002B2535" w:rsidP="00DC4178">
                <w:pPr>
                  <w:pStyle w:val="Footer"/>
                  <w:rPr>
                    <w:b/>
                    <w:sz w:val="22"/>
                    <w:szCs w:val="22"/>
                  </w:rPr>
                </w:pPr>
              </w:p>
            </w:txbxContent>
          </v:textbox>
          <w10:wrap anchorx="page" anchory="page"/>
        </v:rect>
      </w:pict>
    </w:r>
    <w:r w:rsidRPr="006F20CC">
      <w:rPr>
        <w:rFonts w:ascii="Arial" w:hAnsi="Arial" w:cs="Arial"/>
        <w:b/>
        <w:i/>
        <w:noProof/>
      </w:rPr>
      <w:t>Projekt Śląs</w:t>
    </w:r>
    <w:r>
      <w:rPr>
        <w:rFonts w:ascii="Arial" w:hAnsi="Arial" w:cs="Arial"/>
        <w:b/>
        <w:i/>
        <w:noProof/>
      </w:rPr>
      <w:t>kie. Inwestujemy w talenty – IV</w:t>
    </w:r>
    <w:r w:rsidRPr="006F20CC">
      <w:rPr>
        <w:rFonts w:ascii="Arial" w:hAnsi="Arial" w:cs="Arial"/>
        <w:b/>
        <w:i/>
        <w:noProof/>
      </w:rPr>
      <w:t xml:space="preserve"> edycja</w:t>
    </w:r>
  </w:p>
  <w:p w:rsidR="002B2535" w:rsidRPr="006F20CC" w:rsidRDefault="002B2535" w:rsidP="00DC4178">
    <w:pPr>
      <w:tabs>
        <w:tab w:val="center" w:pos="4536"/>
        <w:tab w:val="center" w:pos="4590"/>
        <w:tab w:val="right" w:pos="9072"/>
        <w:tab w:val="right" w:pos="9180"/>
      </w:tabs>
      <w:jc w:val="center"/>
      <w:rPr>
        <w:rFonts w:ascii="Arial" w:hAnsi="Arial" w:cs="Arial"/>
        <w:iCs/>
      </w:rPr>
    </w:pPr>
    <w:r w:rsidRPr="006F20CC">
      <w:rPr>
        <w:rFonts w:ascii="Arial" w:hAnsi="Arial" w:cs="Arial"/>
        <w:iCs/>
      </w:rPr>
      <w:t>współfinansowany ze środków Unii Europejskiej w ramach Europejskiego Funduszu Społecznego</w:t>
    </w:r>
  </w:p>
  <w:p w:rsidR="002B2535" w:rsidRDefault="002B2535" w:rsidP="009F6567">
    <w:pPr>
      <w:pStyle w:val="Footer"/>
      <w:ind w:left="567"/>
      <w:jc w:val="center"/>
      <w:rPr>
        <w:iCs/>
      </w:rPr>
    </w:pPr>
  </w:p>
  <w:p w:rsidR="002B2535" w:rsidRPr="009F6567" w:rsidRDefault="002B2535" w:rsidP="009F6567">
    <w:pPr>
      <w:pStyle w:val="Footer"/>
      <w:ind w:left="567"/>
      <w:jc w:val="center"/>
      <w:rPr>
        <w:iCs/>
      </w:rPr>
    </w:pPr>
  </w:p>
  <w:p w:rsidR="002B2535" w:rsidRDefault="002B2535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535" w:rsidRDefault="002B2535" w:rsidP="006F20CC">
    <w:pPr>
      <w:tabs>
        <w:tab w:val="center" w:pos="4536"/>
        <w:tab w:val="center" w:pos="4590"/>
        <w:tab w:val="right" w:pos="9072"/>
        <w:tab w:val="right" w:pos="9180"/>
      </w:tabs>
      <w:jc w:val="center"/>
      <w:rPr>
        <w:b/>
        <w:i/>
        <w:noProof/>
      </w:rPr>
    </w:pPr>
  </w:p>
  <w:p w:rsidR="002B2535" w:rsidRDefault="002B2535" w:rsidP="006F20CC">
    <w:pPr>
      <w:tabs>
        <w:tab w:val="center" w:pos="4536"/>
        <w:tab w:val="center" w:pos="4590"/>
        <w:tab w:val="right" w:pos="9072"/>
        <w:tab w:val="right" w:pos="9180"/>
      </w:tabs>
      <w:jc w:val="center"/>
      <w:rPr>
        <w:b/>
        <w:i/>
        <w:noProof/>
      </w:rPr>
    </w:pPr>
  </w:p>
  <w:p w:rsidR="002B2535" w:rsidRPr="006F20CC" w:rsidRDefault="002B2535" w:rsidP="006F20CC">
    <w:pPr>
      <w:tabs>
        <w:tab w:val="center" w:pos="4536"/>
        <w:tab w:val="center" w:pos="4590"/>
        <w:tab w:val="right" w:pos="9072"/>
        <w:tab w:val="right" w:pos="9180"/>
      </w:tabs>
      <w:jc w:val="center"/>
      <w:rPr>
        <w:rFonts w:ascii="Arial" w:hAnsi="Arial" w:cs="Arial"/>
        <w:iCs/>
      </w:rPr>
    </w:pPr>
    <w:r>
      <w:rPr>
        <w:noProof/>
      </w:rPr>
      <w:pict>
        <v:rect id="_x0000_s2054" style="position:absolute;left:0;text-align:left;margin-left:547.45pt;margin-top:706.5pt;width:27.4pt;height:65.45pt;z-index:25165721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" o:allowincell="f" filled="f" stroked="f">
          <v:textbox style="layout-flow:vertical;mso-layout-flow-alt:bottom-to-top;mso-fit-shape-to-text:t">
            <w:txbxContent>
              <w:p w:rsidR="002B2535" w:rsidRPr="002065CF" w:rsidRDefault="002B2535" w:rsidP="006F20CC">
                <w:pPr>
                  <w:pStyle w:val="Footer"/>
                  <w:rPr>
                    <w:b/>
                    <w:sz w:val="22"/>
                    <w:szCs w:val="22"/>
                  </w:rPr>
                </w:pPr>
              </w:p>
            </w:txbxContent>
          </v:textbox>
          <w10:wrap anchorx="page" anchory="page"/>
        </v:rect>
      </w:pict>
    </w:r>
    <w:r w:rsidRPr="006F20CC">
      <w:rPr>
        <w:rFonts w:ascii="Arial" w:hAnsi="Arial" w:cs="Arial"/>
        <w:b/>
        <w:i/>
        <w:noProof/>
      </w:rPr>
      <w:t>Projekt Śląskie. Inwestujemy w talenty – I</w:t>
    </w:r>
    <w:r>
      <w:rPr>
        <w:rFonts w:ascii="Arial" w:hAnsi="Arial" w:cs="Arial"/>
        <w:b/>
        <w:i/>
        <w:noProof/>
      </w:rPr>
      <w:t>V</w:t>
    </w:r>
    <w:r w:rsidRPr="006F20CC">
      <w:rPr>
        <w:rFonts w:ascii="Arial" w:hAnsi="Arial" w:cs="Arial"/>
        <w:b/>
        <w:i/>
        <w:noProof/>
      </w:rPr>
      <w:t xml:space="preserve"> edycja</w:t>
    </w:r>
  </w:p>
  <w:p w:rsidR="002B2535" w:rsidRPr="006F20CC" w:rsidRDefault="002B2535" w:rsidP="006F20CC">
    <w:pPr>
      <w:tabs>
        <w:tab w:val="center" w:pos="4536"/>
        <w:tab w:val="center" w:pos="4590"/>
        <w:tab w:val="right" w:pos="9072"/>
        <w:tab w:val="right" w:pos="9180"/>
      </w:tabs>
      <w:jc w:val="center"/>
      <w:rPr>
        <w:rFonts w:ascii="Arial" w:hAnsi="Arial" w:cs="Arial"/>
        <w:iCs/>
      </w:rPr>
    </w:pPr>
    <w:r w:rsidRPr="006F20CC">
      <w:rPr>
        <w:rFonts w:ascii="Arial" w:hAnsi="Arial" w:cs="Arial"/>
        <w:iCs/>
      </w:rPr>
      <w:t>współfinansowany ze środków Unii Europejskiej w ramach Europejskiego Funduszu Społecznego</w:t>
    </w:r>
  </w:p>
  <w:p w:rsidR="002B2535" w:rsidRDefault="002B2535" w:rsidP="006F20CC">
    <w:pPr>
      <w:tabs>
        <w:tab w:val="center" w:pos="4536"/>
        <w:tab w:val="center" w:pos="4590"/>
        <w:tab w:val="right" w:pos="9072"/>
        <w:tab w:val="right" w:pos="9180"/>
      </w:tabs>
      <w:jc w:val="center"/>
      <w:rPr>
        <w:iCs/>
      </w:rPr>
    </w:pPr>
  </w:p>
  <w:p w:rsidR="002B2535" w:rsidRDefault="002B2535" w:rsidP="006F20CC">
    <w:pPr>
      <w:tabs>
        <w:tab w:val="center" w:pos="4536"/>
        <w:tab w:val="center" w:pos="4590"/>
        <w:tab w:val="right" w:pos="9072"/>
        <w:tab w:val="right" w:pos="9180"/>
      </w:tabs>
      <w:jc w:val="center"/>
      <w:rPr>
        <w:iCs/>
      </w:rPr>
    </w:pPr>
    <w:r w:rsidRPr="00D03809">
      <w:rPr>
        <w:rFonts w:ascii="Calibri" w:hAnsi="Calibri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alt="Opis: C:\Users\bombaj\Desktop\EFS achromatyczny poziom.jpg" style="width:429pt;height:63pt;visibility:visible">
          <v:imagedata r:id="rId1" o:title=""/>
        </v:shape>
      </w:pict>
    </w:r>
  </w:p>
  <w:p w:rsidR="002B2535" w:rsidRDefault="002B2535" w:rsidP="006F20CC">
    <w:pPr>
      <w:tabs>
        <w:tab w:val="center" w:pos="4536"/>
        <w:tab w:val="center" w:pos="4590"/>
        <w:tab w:val="right" w:pos="9072"/>
        <w:tab w:val="right" w:pos="9180"/>
      </w:tabs>
      <w:jc w:val="center"/>
      <w:rPr>
        <w:iCs/>
      </w:rPr>
    </w:pPr>
  </w:p>
  <w:p w:rsidR="002B2535" w:rsidRPr="00DC4178" w:rsidRDefault="002B2535" w:rsidP="006F20CC">
    <w:pPr>
      <w:tabs>
        <w:tab w:val="center" w:pos="4536"/>
        <w:tab w:val="center" w:pos="4590"/>
        <w:tab w:val="right" w:pos="9072"/>
        <w:tab w:val="right" w:pos="9180"/>
      </w:tabs>
      <w:jc w:val="center"/>
      <w:rPr>
        <w:iCs/>
      </w:rPr>
    </w:pPr>
  </w:p>
  <w:p w:rsidR="002B2535" w:rsidRDefault="002B2535">
    <w:pPr>
      <w:pStyle w:val="Footer"/>
      <w:rPr>
        <w:iCs/>
      </w:rPr>
    </w:pPr>
  </w:p>
  <w:p w:rsidR="002B2535" w:rsidRDefault="002B2535">
    <w:pPr>
      <w:pStyle w:val="Footer"/>
      <w:rPr>
        <w:iCs/>
      </w:rPr>
    </w:pPr>
  </w:p>
  <w:p w:rsidR="002B2535" w:rsidRDefault="002B25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535" w:rsidRDefault="002B2535" w:rsidP="009754B3">
      <w:r>
        <w:separator/>
      </w:r>
    </w:p>
  </w:footnote>
  <w:footnote w:type="continuationSeparator" w:id="0">
    <w:p w:rsidR="002B2535" w:rsidRDefault="002B2535" w:rsidP="009754B3">
      <w:r>
        <w:continuationSeparator/>
      </w:r>
    </w:p>
  </w:footnote>
  <w:footnote w:id="1">
    <w:p w:rsidR="002B2535" w:rsidRDefault="002B2535" w:rsidP="00027BDA">
      <w:pPr>
        <w:pStyle w:val="body"/>
        <w:spacing w:after="120" w:line="240" w:lineRule="auto"/>
      </w:pPr>
      <w:r w:rsidRPr="003E1D71">
        <w:rPr>
          <w:rStyle w:val="FootnoteReference"/>
          <w:rFonts w:ascii="Arial" w:hAnsi="Arial" w:cs="Arial"/>
          <w:sz w:val="20"/>
          <w:szCs w:val="20"/>
        </w:rPr>
        <w:footnoteRef/>
      </w:r>
      <w:r w:rsidRPr="003E1D71">
        <w:rPr>
          <w:rFonts w:ascii="Arial" w:hAnsi="Arial" w:cs="Arial"/>
          <w:sz w:val="20"/>
          <w:szCs w:val="20"/>
          <w:lang w:val="pl-PL"/>
        </w:rPr>
        <w:t xml:space="preserve"> Należy pamiętać, że wypełniony PRU będzie niezbędny do przygotowania sprawozdania z jego realizacji. </w:t>
      </w:r>
      <w:r w:rsidRPr="003E1D71">
        <w:rPr>
          <w:rFonts w:ascii="Arial" w:hAnsi="Arial" w:cs="Arial"/>
          <w:sz w:val="20"/>
          <w:szCs w:val="20"/>
          <w:lang w:val="pl-PL"/>
        </w:rPr>
        <w:br/>
      </w:r>
      <w:r w:rsidRPr="003E1D71">
        <w:rPr>
          <w:rFonts w:ascii="Arial" w:hAnsi="Arial" w:cs="Arial"/>
          <w:sz w:val="20"/>
          <w:szCs w:val="20"/>
          <w:u w:val="single"/>
          <w:lang w:val="pl-PL"/>
        </w:rPr>
        <w:t>W związku z tym, zasadnym jest sporządzenie i zatrzymanie kopii przedmiotowego dokumentu przez ucznia / uczennicę lub kandydata na opiekuna dydaktycznego.</w:t>
      </w:r>
    </w:p>
  </w:footnote>
  <w:footnote w:id="2">
    <w:p w:rsidR="002B2535" w:rsidRDefault="002B2535">
      <w:pPr>
        <w:pStyle w:val="FootnoteText"/>
      </w:pPr>
      <w:r w:rsidRPr="003E1D71">
        <w:rPr>
          <w:rStyle w:val="FootnoteReference"/>
          <w:rFonts w:ascii="Arial" w:hAnsi="Arial" w:cs="Arial"/>
        </w:rPr>
        <w:footnoteRef/>
      </w:r>
      <w:r w:rsidRPr="003E1D71">
        <w:rPr>
          <w:rFonts w:ascii="Arial" w:hAnsi="Arial" w:cs="Arial"/>
        </w:rPr>
        <w:t xml:space="preserve"> Kandydatem na opiekuna dydaktycznego ucznia nie może być jego rodzic/opiekun.</w:t>
      </w:r>
      <w:r>
        <w:rPr>
          <w:rFonts w:ascii="Arial" w:hAnsi="Arial" w:cs="Arial"/>
        </w:rPr>
        <w:t xml:space="preserve"> </w:t>
      </w:r>
      <w:r w:rsidRPr="00ED0F51">
        <w:rPr>
          <w:rFonts w:ascii="Arial" w:hAnsi="Arial" w:cs="Arial"/>
        </w:rPr>
        <w:t>Stypendysta podlega opiece dydaktycznej sprawowanej przez nauczyciela, pedagoga szkolnego lub doradcę zawodowego zatrudnionego w szkole, do której uczęszcza Stypendysta w roku szkolnym 2018/2019.</w:t>
      </w:r>
    </w:p>
  </w:footnote>
  <w:footnote w:id="3">
    <w:p w:rsidR="002B2535" w:rsidRDefault="002B2535" w:rsidP="008F0E8B">
      <w:pPr>
        <w:pStyle w:val="FootnoteText"/>
        <w:spacing w:before="120"/>
      </w:pPr>
      <w:r w:rsidRPr="003E1D71">
        <w:rPr>
          <w:rStyle w:val="FootnoteReference"/>
          <w:rFonts w:ascii="Arial" w:hAnsi="Arial" w:cs="Arial"/>
        </w:rPr>
        <w:footnoteRef/>
      </w:r>
      <w:r w:rsidRPr="003E1D71">
        <w:rPr>
          <w:rFonts w:ascii="Arial" w:hAnsi="Arial" w:cs="Arial"/>
        </w:rPr>
        <w:t xml:space="preserve"> Właściwe należy oznaczyć za pomocą „X”.</w:t>
      </w:r>
    </w:p>
  </w:footnote>
  <w:footnote w:id="4">
    <w:p w:rsidR="002B2535" w:rsidRDefault="002B2535" w:rsidP="006E5BD7">
      <w:pPr>
        <w:pStyle w:val="FootnoteText"/>
        <w:jc w:val="both"/>
      </w:pPr>
      <w:r w:rsidRPr="0015120E">
        <w:rPr>
          <w:rStyle w:val="FootnoteReference"/>
          <w:rFonts w:ascii="Arial" w:hAnsi="Arial" w:cs="Arial"/>
        </w:rPr>
        <w:footnoteRef/>
      </w:r>
      <w:r w:rsidRPr="0015120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Należy wskazać trzy</w:t>
      </w:r>
      <w:r w:rsidRPr="00E56C98">
        <w:rPr>
          <w:rFonts w:ascii="Arial" w:hAnsi="Arial" w:cs="Arial"/>
        </w:rPr>
        <w:t xml:space="preserve"> planowane do osiągnięcia rezultaty, które uczeń zamierza osiągnąć w roku szkolnym 2018/2019</w:t>
      </w:r>
      <w:r>
        <w:rPr>
          <w:rFonts w:ascii="Arial" w:hAnsi="Arial" w:cs="Arial"/>
        </w:rPr>
        <w:t xml:space="preserve">. </w:t>
      </w:r>
      <w:r w:rsidRPr="0015120E">
        <w:rPr>
          <w:rFonts w:ascii="Arial" w:hAnsi="Arial" w:cs="Arial"/>
        </w:rPr>
        <w:t xml:space="preserve">Rezultaty powinny dotyczyć oczekiwanych efektów działań w ramach przyznanego stypendium tj. </w:t>
      </w:r>
      <w:r>
        <w:rPr>
          <w:rFonts w:ascii="Arial" w:hAnsi="Arial" w:cs="Arial"/>
        </w:rPr>
        <w:t>określać</w:t>
      </w:r>
      <w:r w:rsidRPr="0015120E">
        <w:rPr>
          <w:rFonts w:ascii="Arial" w:hAnsi="Arial" w:cs="Arial"/>
        </w:rPr>
        <w:t xml:space="preserve"> m.in. produkty (np. wytworzone dobra lub usługi) zrealizowanych działań w odniesieniu do stypendysty. Nie należy wykazywać rezultatów, których osiągnięcie nie jest możliwe do zweryfikowania do czasu zakończenia zajęć w roku szkolnym 2018/2019.</w:t>
      </w:r>
    </w:p>
  </w:footnote>
  <w:footnote w:id="5">
    <w:p w:rsidR="002B2535" w:rsidRDefault="002B253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A3A2E">
        <w:rPr>
          <w:rFonts w:ascii="Arial" w:hAnsi="Arial" w:cs="Arial"/>
        </w:rPr>
        <w:t>Należy wskazać nazwę przedmiotu -  języka obcego nowożytnego.</w:t>
      </w:r>
    </w:p>
  </w:footnote>
  <w:footnote w:id="6">
    <w:p w:rsidR="002B2535" w:rsidRDefault="002B253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A3A2E">
        <w:rPr>
          <w:rFonts w:ascii="Arial" w:hAnsi="Arial" w:cs="Arial"/>
        </w:rPr>
        <w:t>Należy wskazać nazwę przedmiotu -  języka obcego nowożytnego.</w:t>
      </w:r>
    </w:p>
  </w:footnote>
  <w:footnote w:id="7">
    <w:p w:rsidR="002B2535" w:rsidRDefault="002B253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A3A2E">
        <w:rPr>
          <w:rFonts w:ascii="Arial" w:hAnsi="Arial" w:cs="Arial"/>
        </w:rPr>
        <w:t xml:space="preserve">Należy wskazać nazwę przedmiotu </w:t>
      </w:r>
      <w:r>
        <w:rPr>
          <w:rFonts w:ascii="Arial" w:hAnsi="Arial" w:cs="Arial"/>
        </w:rPr>
        <w:t>ICT</w:t>
      </w:r>
      <w:r w:rsidRPr="00FA3A2E">
        <w:rPr>
          <w:rFonts w:ascii="Arial" w:hAnsi="Arial" w:cs="Arial"/>
          <w:bCs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bCs/>
          <w:sz w:val="22"/>
          <w:szCs w:val="22"/>
          <w:lang w:eastAsia="en-US"/>
        </w:rPr>
        <w:t xml:space="preserve">tj. </w:t>
      </w:r>
      <w:r>
        <w:rPr>
          <w:rFonts w:ascii="Arial" w:hAnsi="Arial" w:cs="Arial"/>
          <w:bCs/>
        </w:rPr>
        <w:t>przedmiot</w:t>
      </w:r>
      <w:r w:rsidRPr="00FA3A2E">
        <w:rPr>
          <w:rFonts w:ascii="Arial" w:hAnsi="Arial" w:cs="Arial"/>
          <w:bCs/>
        </w:rPr>
        <w:t xml:space="preserve"> związa</w:t>
      </w:r>
      <w:r>
        <w:rPr>
          <w:rFonts w:ascii="Arial" w:hAnsi="Arial" w:cs="Arial"/>
          <w:bCs/>
        </w:rPr>
        <w:t>ny</w:t>
      </w:r>
      <w:r w:rsidRPr="00FA3A2E">
        <w:rPr>
          <w:rFonts w:ascii="Arial" w:hAnsi="Arial" w:cs="Arial"/>
          <w:bCs/>
        </w:rPr>
        <w:t xml:space="preserve"> z technologiami informacyjno-komunikacyjnymi, w szczególności: informatyka, technologia informacyjna, zajęcia komputerowe, programowanie</w:t>
      </w:r>
      <w:r w:rsidRPr="00FA3A2E">
        <w:rPr>
          <w:rFonts w:ascii="Arial" w:hAnsi="Arial" w:cs="Arial"/>
        </w:rPr>
        <w:t>.</w:t>
      </w:r>
    </w:p>
  </w:footnote>
  <w:footnote w:id="8">
    <w:p w:rsidR="002B2535" w:rsidRDefault="002B2535" w:rsidP="00674FE8">
      <w:pPr>
        <w:pStyle w:val="FootnoteText"/>
        <w:jc w:val="both"/>
      </w:pPr>
      <w:r w:rsidRPr="006F20CC">
        <w:rPr>
          <w:rStyle w:val="FootnoteReference"/>
          <w:rFonts w:ascii="Arial" w:hAnsi="Arial" w:cs="Arial"/>
        </w:rPr>
        <w:footnoteRef/>
      </w:r>
      <w:r w:rsidRPr="006F20CC">
        <w:rPr>
          <w:rFonts w:ascii="Arial" w:hAnsi="Arial" w:cs="Arial"/>
        </w:rPr>
        <w:t xml:space="preserve"> Całkowita kwota stypendium musi być wydatkowana w czasie trwania roku szkolnego 201</w:t>
      </w:r>
      <w:r>
        <w:rPr>
          <w:rFonts w:ascii="Arial" w:hAnsi="Arial" w:cs="Arial"/>
        </w:rPr>
        <w:t>8</w:t>
      </w:r>
      <w:r w:rsidRPr="006F20CC">
        <w:rPr>
          <w:rFonts w:ascii="Arial" w:hAnsi="Arial" w:cs="Arial"/>
        </w:rPr>
        <w:t>/201</w:t>
      </w:r>
      <w:r>
        <w:rPr>
          <w:rFonts w:ascii="Arial" w:hAnsi="Arial" w:cs="Arial"/>
        </w:rPr>
        <w:t>9</w:t>
      </w:r>
      <w:r w:rsidRPr="006F20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6F20CC">
        <w:rPr>
          <w:rFonts w:ascii="Arial" w:hAnsi="Arial" w:cs="Arial"/>
        </w:rPr>
        <w:t>(tj. w okresie od 1 września 201</w:t>
      </w:r>
      <w:r>
        <w:rPr>
          <w:rFonts w:ascii="Arial" w:hAnsi="Arial" w:cs="Arial"/>
        </w:rPr>
        <w:t>8</w:t>
      </w:r>
      <w:r w:rsidRPr="006F20CC">
        <w:rPr>
          <w:rFonts w:ascii="Arial" w:hAnsi="Arial" w:cs="Arial"/>
        </w:rPr>
        <w:t xml:space="preserve"> r. do 31 sierpnia 201</w:t>
      </w:r>
      <w:r>
        <w:rPr>
          <w:rFonts w:ascii="Arial" w:hAnsi="Arial" w:cs="Arial"/>
        </w:rPr>
        <w:t>9</w:t>
      </w:r>
      <w:r w:rsidRPr="006F20CC">
        <w:rPr>
          <w:rFonts w:ascii="Arial" w:hAnsi="Arial" w:cs="Arial"/>
        </w:rPr>
        <w:t xml:space="preserve"> r.).</w:t>
      </w:r>
    </w:p>
  </w:footnote>
  <w:footnote w:id="9">
    <w:p w:rsidR="002B2535" w:rsidRDefault="002B2535" w:rsidP="00674FE8">
      <w:pPr>
        <w:pStyle w:val="FootnoteText"/>
        <w:jc w:val="both"/>
      </w:pPr>
      <w:r w:rsidRPr="006F20CC">
        <w:rPr>
          <w:rStyle w:val="FootnoteReference"/>
          <w:rFonts w:ascii="Arial" w:hAnsi="Arial" w:cs="Arial"/>
        </w:rPr>
        <w:footnoteRef/>
      </w:r>
      <w:r w:rsidRPr="006F20CC">
        <w:rPr>
          <w:rFonts w:ascii="Arial" w:hAnsi="Arial" w:cs="Arial"/>
        </w:rPr>
        <w:t xml:space="preserve"> </w:t>
      </w:r>
      <w:r w:rsidRPr="00ED0F51">
        <w:rPr>
          <w:rFonts w:ascii="Arial" w:hAnsi="Arial" w:cs="Arial"/>
        </w:rPr>
        <w:t>Dotyczy w szczególności wyposażenia miejsca domowej nauki np. biurko, krzesło obrotowe, lampka biurowa, regał na książki, tablica korkowa; sprzętu komputerowego np. laptop, komputer, tablet, monitor, drukarka, skaner.</w:t>
      </w:r>
    </w:p>
  </w:footnote>
  <w:footnote w:id="10">
    <w:p w:rsidR="002B2535" w:rsidRDefault="002B2535" w:rsidP="004D2929">
      <w:pPr>
        <w:pStyle w:val="FootnoteText"/>
        <w:jc w:val="both"/>
      </w:pPr>
      <w:r w:rsidRPr="00ED0F51">
        <w:rPr>
          <w:rStyle w:val="FootnoteReference"/>
          <w:rFonts w:ascii="Arial" w:hAnsi="Arial" w:cs="Arial"/>
        </w:rPr>
        <w:footnoteRef/>
      </w:r>
      <w:r w:rsidRPr="00ED0F51">
        <w:rPr>
          <w:rFonts w:ascii="Arial" w:hAnsi="Arial" w:cs="Arial"/>
        </w:rPr>
        <w:t xml:space="preserve"> Wydatki powinny służyć realizacji celów określonych w PRU i uzyskać akceptację kandydata na Opiekuna dydaktycznego. W przypadku jeśli zaplanowane wydatki nie mieszczą się w katalogu wydatków określonym w § 8 ust. 4 </w:t>
      </w:r>
      <w:r w:rsidRPr="00ED0F51">
        <w:rPr>
          <w:rFonts w:ascii="Arial" w:hAnsi="Arial" w:cs="Arial"/>
          <w:i/>
        </w:rPr>
        <w:t xml:space="preserve">Regulaminu, </w:t>
      </w:r>
      <w:r w:rsidRPr="00ED0F51">
        <w:rPr>
          <w:rFonts w:ascii="Arial" w:hAnsi="Arial" w:cs="Arial"/>
        </w:rPr>
        <w:t>konieczne jest ich uzasadnienie w odniesieniu do planowanych do osiągnięcia celów edukacyjnych i rezultatów.</w:t>
      </w:r>
    </w:p>
  </w:footnote>
  <w:footnote w:id="11">
    <w:p w:rsidR="002B2535" w:rsidRDefault="002B2535" w:rsidP="004D2929">
      <w:pPr>
        <w:pStyle w:val="FootnoteText"/>
        <w:jc w:val="both"/>
      </w:pPr>
      <w:r w:rsidRPr="006F20CC">
        <w:rPr>
          <w:rStyle w:val="FootnoteReference"/>
          <w:rFonts w:ascii="Arial" w:hAnsi="Arial" w:cs="Arial"/>
        </w:rPr>
        <w:footnoteRef/>
      </w:r>
      <w:r w:rsidRPr="006F20CC">
        <w:rPr>
          <w:rFonts w:ascii="Arial" w:hAnsi="Arial" w:cs="Arial"/>
        </w:rPr>
        <w:t xml:space="preserve"> Plan Rozwoju Ucznia winien być realizowany wspólnie z kandydatem na opiekuna dydaktycznego </w:t>
      </w:r>
      <w:r>
        <w:rPr>
          <w:rFonts w:ascii="Arial" w:hAnsi="Arial" w:cs="Arial"/>
        </w:rPr>
        <w:br/>
      </w:r>
      <w:r w:rsidRPr="006F20CC">
        <w:rPr>
          <w:rFonts w:ascii="Arial" w:hAnsi="Arial" w:cs="Arial"/>
        </w:rPr>
        <w:t>w czasie trwania zajęć dydaktyczno-wychowawczych w roku szkolnym 201</w:t>
      </w:r>
      <w:r>
        <w:rPr>
          <w:rFonts w:ascii="Arial" w:hAnsi="Arial" w:cs="Arial"/>
        </w:rPr>
        <w:t>8</w:t>
      </w:r>
      <w:r w:rsidRPr="006F20CC">
        <w:rPr>
          <w:rFonts w:ascii="Arial" w:hAnsi="Arial" w:cs="Arial"/>
        </w:rPr>
        <w:t>/201</w:t>
      </w:r>
      <w:r>
        <w:rPr>
          <w:rFonts w:ascii="Arial" w:hAnsi="Arial" w:cs="Arial"/>
        </w:rPr>
        <w:t>9</w:t>
      </w:r>
      <w:r w:rsidRPr="006F20CC">
        <w:rPr>
          <w:rFonts w:ascii="Arial" w:hAnsi="Arial" w:cs="Arial"/>
        </w:rPr>
        <w:t>, co najmniej od dnia jego obustronnej akceptacji.</w:t>
      </w:r>
    </w:p>
  </w:footnote>
  <w:footnote w:id="12">
    <w:p w:rsidR="002B2535" w:rsidRDefault="002B2535" w:rsidP="00FD2AD5">
      <w:pPr>
        <w:pStyle w:val="FootnoteText"/>
        <w:spacing w:before="120" w:after="120"/>
        <w:jc w:val="both"/>
      </w:pPr>
      <w:r w:rsidRPr="006F20CC">
        <w:rPr>
          <w:rStyle w:val="FootnoteReference"/>
          <w:rFonts w:ascii="Arial" w:hAnsi="Arial" w:cs="Arial"/>
        </w:rPr>
        <w:footnoteRef/>
      </w:r>
      <w:r w:rsidRPr="006F20CC">
        <w:rPr>
          <w:rFonts w:ascii="Arial" w:hAnsi="Arial" w:cs="Arial"/>
        </w:rPr>
        <w:t xml:space="preserve"> Opieka dydaktyczna nad stypendystą musi być sprawowana w czasie trwania zajęć dydaktyczno-wy</w:t>
      </w:r>
      <w:r>
        <w:rPr>
          <w:rFonts w:ascii="Arial" w:hAnsi="Arial" w:cs="Arial"/>
        </w:rPr>
        <w:t>chowawczych w roku szkolnym 2018/2019</w:t>
      </w:r>
      <w:r w:rsidRPr="006F20CC">
        <w:rPr>
          <w:rFonts w:ascii="Arial" w:hAnsi="Arial" w:cs="Arial"/>
        </w:rPr>
        <w:t>, co najmniej od dnia zaakceptowania PRU przez kandydata na opiekuna dydaktycznego.</w:t>
      </w:r>
    </w:p>
  </w:footnote>
  <w:footnote w:id="13">
    <w:p w:rsidR="002B2535" w:rsidRDefault="002B2535" w:rsidP="00FD2AD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A64B60">
        <w:rPr>
          <w:rFonts w:ascii="Arial" w:hAnsi="Arial" w:cs="Arial"/>
        </w:rPr>
        <w:t xml:space="preserve">Wzór Umowy z opiekunem dydaktycznym stypendysty znajduje się na stronie </w:t>
      </w:r>
      <w:r>
        <w:rPr>
          <w:rFonts w:ascii="Arial" w:hAnsi="Arial" w:cs="Arial"/>
        </w:rPr>
        <w:br/>
      </w:r>
      <w:hyperlink r:id="rId1" w:history="1">
        <w:r w:rsidRPr="00A64B60">
          <w:rPr>
            <w:rStyle w:val="Hyperlink"/>
            <w:rFonts w:ascii="Arial" w:hAnsi="Arial" w:cs="Arial"/>
          </w:rPr>
          <w:t>www.efs-stypendia.slaskie.pl</w:t>
        </w:r>
      </w:hyperlink>
      <w:r w:rsidRPr="00A64B60">
        <w:rPr>
          <w:rFonts w:ascii="Arial" w:hAnsi="Arial" w:cs="Arial"/>
        </w:rPr>
        <w:t>.</w:t>
      </w:r>
    </w:p>
  </w:footnote>
  <w:footnote w:id="14">
    <w:p w:rsidR="002B2535" w:rsidRDefault="002B2535" w:rsidP="00FD2AD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6F20CC">
        <w:rPr>
          <w:rFonts w:ascii="Arial" w:hAnsi="Arial" w:cs="Arial"/>
        </w:rPr>
        <w:t>Przedmiotowe dokumenty dostępne są na stron</w:t>
      </w:r>
      <w:r>
        <w:rPr>
          <w:rFonts w:ascii="Arial" w:hAnsi="Arial" w:cs="Arial"/>
        </w:rPr>
        <w:t xml:space="preserve">ie </w:t>
      </w:r>
      <w:hyperlink r:id="rId2" w:history="1">
        <w:r w:rsidRPr="001F02AE">
          <w:rPr>
            <w:rStyle w:val="Hyperlink"/>
            <w:rFonts w:ascii="Arial" w:hAnsi="Arial" w:cs="Arial"/>
          </w:rPr>
          <w:t>www.efs-stypendia.slaskie.pl</w:t>
        </w:r>
      </w:hyperlink>
    </w:p>
  </w:footnote>
  <w:footnote w:id="15">
    <w:p w:rsidR="002B2535" w:rsidRDefault="002B2535" w:rsidP="00FD2AD5">
      <w:pPr>
        <w:pStyle w:val="FootnoteText"/>
        <w:spacing w:before="120"/>
        <w:jc w:val="both"/>
      </w:pPr>
      <w:r w:rsidRPr="006F20CC">
        <w:rPr>
          <w:rStyle w:val="FootnoteReference"/>
          <w:rFonts w:ascii="Arial" w:hAnsi="Arial" w:cs="Arial"/>
        </w:rPr>
        <w:footnoteRef/>
      </w:r>
      <w:r w:rsidRPr="006F20CC">
        <w:rPr>
          <w:rFonts w:ascii="Arial" w:hAnsi="Arial" w:cs="Arial"/>
        </w:rPr>
        <w:t> Kandydat na opiekuna dydaktycznego musi być zatrudniony w szkole ucznia</w:t>
      </w:r>
      <w:r>
        <w:rPr>
          <w:rFonts w:ascii="Arial" w:hAnsi="Arial" w:cs="Arial"/>
        </w:rPr>
        <w:t xml:space="preserve"> </w:t>
      </w:r>
      <w:r w:rsidRPr="006F20CC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uczennicy</w:t>
      </w:r>
      <w:r w:rsidRPr="006F20CC">
        <w:rPr>
          <w:rFonts w:ascii="Arial" w:hAnsi="Arial" w:cs="Arial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535" w:rsidRDefault="002B2535" w:rsidP="002E4E06">
    <w:pPr>
      <w:pStyle w:val="Header"/>
      <w:ind w:left="-142"/>
      <w:jc w:val="center"/>
    </w:pPr>
    <w:r>
      <w:rPr>
        <w:noProof/>
      </w:rPr>
      <w:pict>
        <v:rect id="Prostokąt 3" o:spid="_x0000_s2049" style="position:absolute;left:0;text-align:left;margin-left:553.1pt;margin-top:599.1pt;width:27.4pt;height:171.9pt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" o:allowincell="f" filled="f" stroked="f">
          <v:textbox style="layout-flow:vertical;mso-layout-flow-alt:bottom-to-top;mso-fit-shape-to-text:t">
            <w:txbxContent>
              <w:p w:rsidR="002B2535" w:rsidRPr="00542F75" w:rsidRDefault="002B2535">
                <w:pPr>
                  <w:pStyle w:val="Footer"/>
                  <w:rPr>
                    <w:b/>
                    <w:sz w:val="22"/>
                    <w:szCs w:val="22"/>
                  </w:rPr>
                </w:pPr>
                <w:r w:rsidRPr="00542F75">
                  <w:rPr>
                    <w:b/>
                    <w:sz w:val="22"/>
                    <w:szCs w:val="22"/>
                  </w:rPr>
                  <w:t>Strona</w:t>
                </w:r>
                <w:r>
                  <w:rPr>
                    <w:b/>
                    <w:sz w:val="22"/>
                    <w:szCs w:val="22"/>
                  </w:rPr>
                  <w:t xml:space="preserve"> </w:t>
                </w:r>
                <w:r w:rsidRPr="00542F75">
                  <w:rPr>
                    <w:b/>
                    <w:sz w:val="22"/>
                    <w:szCs w:val="22"/>
                  </w:rPr>
                  <w:fldChar w:fldCharType="begin"/>
                </w:r>
                <w:r w:rsidRPr="00542F75">
                  <w:rPr>
                    <w:b/>
                    <w:sz w:val="22"/>
                    <w:szCs w:val="22"/>
                  </w:rPr>
                  <w:instrText>PAGE    \* MERGEFORMAT</w:instrText>
                </w:r>
                <w:r w:rsidRPr="00542F75">
                  <w:rPr>
                    <w:b/>
                    <w:sz w:val="22"/>
                    <w:szCs w:val="22"/>
                  </w:rPr>
                  <w:fldChar w:fldCharType="separate"/>
                </w:r>
                <w:r>
                  <w:rPr>
                    <w:b/>
                    <w:noProof/>
                    <w:sz w:val="22"/>
                    <w:szCs w:val="22"/>
                  </w:rPr>
                  <w:t>7</w:t>
                </w:r>
                <w:r w:rsidRPr="00542F75">
                  <w:rPr>
                    <w:b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535" w:rsidRDefault="002B2535" w:rsidP="002E4E06">
    <w:pPr>
      <w:pStyle w:val="Header"/>
      <w:ind w:left="-142"/>
      <w:jc w:val="center"/>
    </w:pPr>
    <w:r>
      <w:rPr>
        <w:noProof/>
      </w:rPr>
      <w:pict>
        <v:rect id="_x0000_s2052" style="position:absolute;left:0;text-align:left;margin-left:553.1pt;margin-top:599.1pt;width:27.4pt;height:171.9pt;z-index:25165516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" o:allowincell="f" filled="f" stroked="f">
          <v:textbox style="layout-flow:vertical;mso-layout-flow-alt:bottom-to-top;mso-fit-shape-to-text:t">
            <w:txbxContent>
              <w:p w:rsidR="002B2535" w:rsidRPr="00542F75" w:rsidRDefault="002B2535">
                <w:pPr>
                  <w:pStyle w:val="Footer"/>
                  <w:rPr>
                    <w:b/>
                    <w:sz w:val="22"/>
                    <w:szCs w:val="22"/>
                  </w:rPr>
                </w:pPr>
                <w:r w:rsidRPr="00542F75">
                  <w:rPr>
                    <w:b/>
                    <w:sz w:val="22"/>
                    <w:szCs w:val="22"/>
                  </w:rPr>
                  <w:t>Strona</w:t>
                </w:r>
                <w:r>
                  <w:rPr>
                    <w:b/>
                    <w:sz w:val="22"/>
                    <w:szCs w:val="22"/>
                  </w:rPr>
                  <w:t xml:space="preserve"> </w:t>
                </w:r>
                <w:r w:rsidRPr="00542F75">
                  <w:rPr>
                    <w:b/>
                    <w:sz w:val="22"/>
                    <w:szCs w:val="22"/>
                  </w:rPr>
                  <w:fldChar w:fldCharType="begin"/>
                </w:r>
                <w:r w:rsidRPr="00542F75">
                  <w:rPr>
                    <w:b/>
                    <w:sz w:val="22"/>
                    <w:szCs w:val="22"/>
                  </w:rPr>
                  <w:instrText>PAGE    \* MERGEFORMAT</w:instrText>
                </w:r>
                <w:r w:rsidRPr="00542F75">
                  <w:rPr>
                    <w:b/>
                    <w:sz w:val="22"/>
                    <w:szCs w:val="22"/>
                  </w:rPr>
                  <w:fldChar w:fldCharType="separate"/>
                </w:r>
                <w:r>
                  <w:rPr>
                    <w:b/>
                    <w:noProof/>
                    <w:sz w:val="22"/>
                    <w:szCs w:val="22"/>
                  </w:rPr>
                  <w:t>10</w:t>
                </w:r>
                <w:r w:rsidRPr="00542F75">
                  <w:rPr>
                    <w:b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475A39"/>
    <w:multiLevelType w:val="hybridMultilevel"/>
    <w:tmpl w:val="B8B6C8FA"/>
    <w:lvl w:ilvl="0" w:tplc="B266621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EA2216"/>
    <w:multiLevelType w:val="hybridMultilevel"/>
    <w:tmpl w:val="61849B34"/>
    <w:lvl w:ilvl="0" w:tplc="89807F8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3D1F8A"/>
    <w:multiLevelType w:val="hybridMultilevel"/>
    <w:tmpl w:val="41E0B9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75539B"/>
    <w:multiLevelType w:val="hybridMultilevel"/>
    <w:tmpl w:val="E90E69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8C655B9"/>
    <w:multiLevelType w:val="hybridMultilevel"/>
    <w:tmpl w:val="68F2800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F6B26F8"/>
    <w:multiLevelType w:val="hybridMultilevel"/>
    <w:tmpl w:val="838897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F9B612A"/>
    <w:multiLevelType w:val="hybridMultilevel"/>
    <w:tmpl w:val="94E8FA5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65D1044"/>
    <w:multiLevelType w:val="hybridMultilevel"/>
    <w:tmpl w:val="3272B7C8"/>
    <w:lvl w:ilvl="0" w:tplc="1D4AE2FA">
      <w:start w:val="1"/>
      <w:numFmt w:val="upperLetter"/>
      <w:lvlText w:val="%1."/>
      <w:lvlJc w:val="left"/>
      <w:pPr>
        <w:ind w:left="675" w:hanging="360"/>
      </w:pPr>
      <w:rPr>
        <w:rFonts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9">
    <w:nsid w:val="1B013024"/>
    <w:multiLevelType w:val="hybridMultilevel"/>
    <w:tmpl w:val="3F26F692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2021507C"/>
    <w:multiLevelType w:val="hybridMultilevel"/>
    <w:tmpl w:val="88826F36"/>
    <w:lvl w:ilvl="0" w:tplc="F59881A6">
      <w:start w:val="1"/>
      <w:numFmt w:val="decimal"/>
      <w:lvlText w:val="%1."/>
      <w:lvlJc w:val="left"/>
      <w:pPr>
        <w:tabs>
          <w:tab w:val="num" w:pos="757"/>
        </w:tabs>
        <w:ind w:left="709" w:hanging="312"/>
      </w:pPr>
      <w:rPr>
        <w:rFonts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4D368D8"/>
    <w:multiLevelType w:val="hybridMultilevel"/>
    <w:tmpl w:val="BC58F420"/>
    <w:lvl w:ilvl="0" w:tplc="34224432">
      <w:start w:val="1"/>
      <w:numFmt w:val="decimal"/>
      <w:lvlText w:val="%1)"/>
      <w:lvlJc w:val="left"/>
      <w:pPr>
        <w:ind w:left="269" w:hanging="360"/>
      </w:pPr>
      <w:rPr>
        <w:rFonts w:ascii="Arial" w:hAnsi="Arial" w:cs="Aria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9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29" w:hanging="180"/>
      </w:pPr>
      <w:rPr>
        <w:rFonts w:cs="Times New Roman"/>
      </w:rPr>
    </w:lvl>
  </w:abstractNum>
  <w:abstractNum w:abstractNumId="12">
    <w:nsid w:val="257946A6"/>
    <w:multiLevelType w:val="hybridMultilevel"/>
    <w:tmpl w:val="1FA8ED5A"/>
    <w:lvl w:ilvl="0" w:tplc="0415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3">
    <w:nsid w:val="29D056E3"/>
    <w:multiLevelType w:val="hybridMultilevel"/>
    <w:tmpl w:val="68F2800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AF70B90"/>
    <w:multiLevelType w:val="hybridMultilevel"/>
    <w:tmpl w:val="1CF43D4C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>
    <w:nsid w:val="2E650F69"/>
    <w:multiLevelType w:val="hybridMultilevel"/>
    <w:tmpl w:val="D16233D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8AA102C"/>
    <w:multiLevelType w:val="hybridMultilevel"/>
    <w:tmpl w:val="B3567BAC"/>
    <w:lvl w:ilvl="0" w:tplc="43C67ED8">
      <w:start w:val="1"/>
      <w:numFmt w:val="decimal"/>
      <w:lvlText w:val="%1."/>
      <w:lvlJc w:val="left"/>
      <w:pPr>
        <w:ind w:left="4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  <w:rPr>
        <w:rFonts w:cs="Times New Roman"/>
      </w:rPr>
    </w:lvl>
  </w:abstractNum>
  <w:abstractNum w:abstractNumId="17">
    <w:nsid w:val="3B5A2C43"/>
    <w:multiLevelType w:val="hybridMultilevel"/>
    <w:tmpl w:val="A060ECA0"/>
    <w:lvl w:ilvl="0" w:tplc="F62ECD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C7A58BE"/>
    <w:multiLevelType w:val="hybridMultilevel"/>
    <w:tmpl w:val="5062357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D6F7DD4"/>
    <w:multiLevelType w:val="hybridMultilevel"/>
    <w:tmpl w:val="E4029B7E"/>
    <w:lvl w:ilvl="0" w:tplc="DC58A3E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41384B97"/>
    <w:multiLevelType w:val="hybridMultilevel"/>
    <w:tmpl w:val="30F201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62417B8"/>
    <w:multiLevelType w:val="hybridMultilevel"/>
    <w:tmpl w:val="A1A0F94C"/>
    <w:lvl w:ilvl="0" w:tplc="8B34ECFE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4FC20D67"/>
    <w:multiLevelType w:val="hybridMultilevel"/>
    <w:tmpl w:val="1E7CF0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73A1463"/>
    <w:multiLevelType w:val="hybridMultilevel"/>
    <w:tmpl w:val="84AE67DC"/>
    <w:lvl w:ilvl="0" w:tplc="F62ECD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8DD4C6F"/>
    <w:multiLevelType w:val="hybridMultilevel"/>
    <w:tmpl w:val="58589E8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5CD478C4"/>
    <w:multiLevelType w:val="hybridMultilevel"/>
    <w:tmpl w:val="21C26E4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6B45705"/>
    <w:multiLevelType w:val="hybridMultilevel"/>
    <w:tmpl w:val="C8A87B6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674B7912"/>
    <w:multiLevelType w:val="hybridMultilevel"/>
    <w:tmpl w:val="F968A50E"/>
    <w:lvl w:ilvl="0" w:tplc="957E9766">
      <w:start w:val="1"/>
      <w:numFmt w:val="lowerLetter"/>
      <w:lvlText w:val="%1)"/>
      <w:lvlJc w:val="left"/>
      <w:pPr>
        <w:ind w:left="142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8">
    <w:nsid w:val="691178CC"/>
    <w:multiLevelType w:val="hybridMultilevel"/>
    <w:tmpl w:val="C88EA802"/>
    <w:lvl w:ilvl="0" w:tplc="CAE06A3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968010A"/>
    <w:multiLevelType w:val="hybridMultilevel"/>
    <w:tmpl w:val="0F023294"/>
    <w:lvl w:ilvl="0" w:tplc="0415000B">
      <w:start w:val="1"/>
      <w:numFmt w:val="bullet"/>
      <w:lvlText w:val=""/>
      <w:lvlJc w:val="left"/>
      <w:pPr>
        <w:ind w:left="221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30">
    <w:nsid w:val="69C87673"/>
    <w:multiLevelType w:val="hybridMultilevel"/>
    <w:tmpl w:val="94E8FA5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B98711C"/>
    <w:multiLevelType w:val="hybridMultilevel"/>
    <w:tmpl w:val="2CE81432"/>
    <w:lvl w:ilvl="0" w:tplc="5352F1B8">
      <w:start w:val="1"/>
      <w:numFmt w:val="decimal"/>
      <w:pStyle w:val="Ustp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E3776FE"/>
    <w:multiLevelType w:val="hybridMultilevel"/>
    <w:tmpl w:val="700012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43726D1"/>
    <w:multiLevelType w:val="hybridMultilevel"/>
    <w:tmpl w:val="8DB28D70"/>
    <w:lvl w:ilvl="0" w:tplc="55422D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49F4B18"/>
    <w:multiLevelType w:val="hybridMultilevel"/>
    <w:tmpl w:val="C418471E"/>
    <w:lvl w:ilvl="0" w:tplc="DB04D4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0"/>
  </w:num>
  <w:num w:numId="3">
    <w:abstractNumId w:val="1"/>
  </w:num>
  <w:num w:numId="4">
    <w:abstractNumId w:val="14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30"/>
  </w:num>
  <w:num w:numId="11">
    <w:abstractNumId w:val="5"/>
  </w:num>
  <w:num w:numId="12">
    <w:abstractNumId w:val="25"/>
  </w:num>
  <w:num w:numId="13">
    <w:abstractNumId w:val="31"/>
  </w:num>
  <w:num w:numId="14">
    <w:abstractNumId w:val="21"/>
  </w:num>
  <w:num w:numId="15">
    <w:abstractNumId w:val="20"/>
  </w:num>
  <w:num w:numId="16">
    <w:abstractNumId w:val="12"/>
  </w:num>
  <w:num w:numId="17">
    <w:abstractNumId w:val="34"/>
  </w:num>
  <w:num w:numId="18">
    <w:abstractNumId w:val="32"/>
  </w:num>
  <w:num w:numId="19">
    <w:abstractNumId w:val="16"/>
  </w:num>
  <w:num w:numId="20">
    <w:abstractNumId w:val="24"/>
  </w:num>
  <w:num w:numId="21">
    <w:abstractNumId w:val="26"/>
  </w:num>
  <w:num w:numId="22">
    <w:abstractNumId w:val="8"/>
  </w:num>
  <w:num w:numId="23">
    <w:abstractNumId w:val="18"/>
  </w:num>
  <w:num w:numId="24">
    <w:abstractNumId w:val="28"/>
  </w:num>
  <w:num w:numId="25">
    <w:abstractNumId w:val="33"/>
  </w:num>
  <w:num w:numId="26">
    <w:abstractNumId w:val="13"/>
  </w:num>
  <w:num w:numId="27">
    <w:abstractNumId w:val="6"/>
  </w:num>
  <w:num w:numId="28">
    <w:abstractNumId w:val="3"/>
  </w:num>
  <w:num w:numId="29">
    <w:abstractNumId w:val="9"/>
  </w:num>
  <w:num w:numId="30">
    <w:abstractNumId w:val="19"/>
  </w:num>
  <w:num w:numId="31">
    <w:abstractNumId w:val="29"/>
  </w:num>
  <w:num w:numId="32">
    <w:abstractNumId w:val="11"/>
  </w:num>
  <w:num w:numId="33">
    <w:abstractNumId w:val="10"/>
  </w:num>
  <w:num w:numId="34">
    <w:abstractNumId w:val="2"/>
  </w:num>
  <w:num w:numId="3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savePreviewPicture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54B3"/>
    <w:rsid w:val="00000569"/>
    <w:rsid w:val="00003624"/>
    <w:rsid w:val="00007DA2"/>
    <w:rsid w:val="00013001"/>
    <w:rsid w:val="000135AD"/>
    <w:rsid w:val="0002147A"/>
    <w:rsid w:val="00026DCB"/>
    <w:rsid w:val="00027BDA"/>
    <w:rsid w:val="000436FC"/>
    <w:rsid w:val="0004598C"/>
    <w:rsid w:val="00047852"/>
    <w:rsid w:val="00047F46"/>
    <w:rsid w:val="000506D3"/>
    <w:rsid w:val="000512A0"/>
    <w:rsid w:val="00055EE1"/>
    <w:rsid w:val="00056064"/>
    <w:rsid w:val="00062AC9"/>
    <w:rsid w:val="00063597"/>
    <w:rsid w:val="000669FD"/>
    <w:rsid w:val="0007035F"/>
    <w:rsid w:val="00074D18"/>
    <w:rsid w:val="000908FC"/>
    <w:rsid w:val="0009311C"/>
    <w:rsid w:val="000A2F8E"/>
    <w:rsid w:val="000B0CA3"/>
    <w:rsid w:val="000C4791"/>
    <w:rsid w:val="000D3517"/>
    <w:rsid w:val="000D567E"/>
    <w:rsid w:val="000D5737"/>
    <w:rsid w:val="000D70C9"/>
    <w:rsid w:val="000E1357"/>
    <w:rsid w:val="000E1CA8"/>
    <w:rsid w:val="000E2160"/>
    <w:rsid w:val="000E3F9C"/>
    <w:rsid w:val="000E4336"/>
    <w:rsid w:val="001079EB"/>
    <w:rsid w:val="00110BFA"/>
    <w:rsid w:val="00112381"/>
    <w:rsid w:val="00113C58"/>
    <w:rsid w:val="00114487"/>
    <w:rsid w:val="001241B0"/>
    <w:rsid w:val="00124F2E"/>
    <w:rsid w:val="001250D2"/>
    <w:rsid w:val="0012750F"/>
    <w:rsid w:val="001355F5"/>
    <w:rsid w:val="001375F5"/>
    <w:rsid w:val="0015120E"/>
    <w:rsid w:val="00156B7B"/>
    <w:rsid w:val="00160048"/>
    <w:rsid w:val="00162B96"/>
    <w:rsid w:val="0016739C"/>
    <w:rsid w:val="001703D7"/>
    <w:rsid w:val="00175A88"/>
    <w:rsid w:val="00176D5D"/>
    <w:rsid w:val="0018148B"/>
    <w:rsid w:val="0019791C"/>
    <w:rsid w:val="001B01F7"/>
    <w:rsid w:val="001B17D2"/>
    <w:rsid w:val="001B402B"/>
    <w:rsid w:val="001B424B"/>
    <w:rsid w:val="001B7A19"/>
    <w:rsid w:val="001B7B96"/>
    <w:rsid w:val="001C5779"/>
    <w:rsid w:val="001C752B"/>
    <w:rsid w:val="001D539B"/>
    <w:rsid w:val="001D79EB"/>
    <w:rsid w:val="001E0ABF"/>
    <w:rsid w:val="001E18FA"/>
    <w:rsid w:val="001E671F"/>
    <w:rsid w:val="001F02AE"/>
    <w:rsid w:val="001F2E9B"/>
    <w:rsid w:val="0020155F"/>
    <w:rsid w:val="0020218E"/>
    <w:rsid w:val="0020303B"/>
    <w:rsid w:val="002065CF"/>
    <w:rsid w:val="00206A56"/>
    <w:rsid w:val="00214101"/>
    <w:rsid w:val="00214F5C"/>
    <w:rsid w:val="00215065"/>
    <w:rsid w:val="0022368E"/>
    <w:rsid w:val="002317FC"/>
    <w:rsid w:val="002329FF"/>
    <w:rsid w:val="00241E67"/>
    <w:rsid w:val="0024525D"/>
    <w:rsid w:val="00247D6C"/>
    <w:rsid w:val="00260455"/>
    <w:rsid w:val="00260F29"/>
    <w:rsid w:val="00261D88"/>
    <w:rsid w:val="002643C2"/>
    <w:rsid w:val="002664E0"/>
    <w:rsid w:val="002667B5"/>
    <w:rsid w:val="00272ADC"/>
    <w:rsid w:val="00283075"/>
    <w:rsid w:val="00297B7D"/>
    <w:rsid w:val="002A4D07"/>
    <w:rsid w:val="002A7214"/>
    <w:rsid w:val="002A7F5F"/>
    <w:rsid w:val="002B141E"/>
    <w:rsid w:val="002B2535"/>
    <w:rsid w:val="002B69EC"/>
    <w:rsid w:val="002B7670"/>
    <w:rsid w:val="002C69DE"/>
    <w:rsid w:val="002D7447"/>
    <w:rsid w:val="002E0763"/>
    <w:rsid w:val="002E188B"/>
    <w:rsid w:val="002E1F99"/>
    <w:rsid w:val="002E4E06"/>
    <w:rsid w:val="002E5CA3"/>
    <w:rsid w:val="002E609B"/>
    <w:rsid w:val="002E75DC"/>
    <w:rsid w:val="002F4DF2"/>
    <w:rsid w:val="00303386"/>
    <w:rsid w:val="0030543F"/>
    <w:rsid w:val="00306D98"/>
    <w:rsid w:val="003141C4"/>
    <w:rsid w:val="00321650"/>
    <w:rsid w:val="00325641"/>
    <w:rsid w:val="00327DB6"/>
    <w:rsid w:val="00343BD0"/>
    <w:rsid w:val="00343FC7"/>
    <w:rsid w:val="00352843"/>
    <w:rsid w:val="00353821"/>
    <w:rsid w:val="003604E1"/>
    <w:rsid w:val="00362F2F"/>
    <w:rsid w:val="0036341F"/>
    <w:rsid w:val="003654B9"/>
    <w:rsid w:val="00375BF7"/>
    <w:rsid w:val="00377B10"/>
    <w:rsid w:val="00383051"/>
    <w:rsid w:val="003A174A"/>
    <w:rsid w:val="003A5438"/>
    <w:rsid w:val="003A665B"/>
    <w:rsid w:val="003A66A0"/>
    <w:rsid w:val="003A68B5"/>
    <w:rsid w:val="003A69D0"/>
    <w:rsid w:val="003A6AE1"/>
    <w:rsid w:val="003B4468"/>
    <w:rsid w:val="003C3B13"/>
    <w:rsid w:val="003C7A09"/>
    <w:rsid w:val="003D1EE7"/>
    <w:rsid w:val="003D2782"/>
    <w:rsid w:val="003D4B5E"/>
    <w:rsid w:val="003E1D71"/>
    <w:rsid w:val="003E4936"/>
    <w:rsid w:val="003E5252"/>
    <w:rsid w:val="003E62B1"/>
    <w:rsid w:val="003F1D43"/>
    <w:rsid w:val="003F55FB"/>
    <w:rsid w:val="003F5CC9"/>
    <w:rsid w:val="004016AF"/>
    <w:rsid w:val="00402C75"/>
    <w:rsid w:val="004109EC"/>
    <w:rsid w:val="004147BA"/>
    <w:rsid w:val="00414B1C"/>
    <w:rsid w:val="00420664"/>
    <w:rsid w:val="004218A0"/>
    <w:rsid w:val="00422669"/>
    <w:rsid w:val="004260E2"/>
    <w:rsid w:val="004271F5"/>
    <w:rsid w:val="00430C6F"/>
    <w:rsid w:val="004331C0"/>
    <w:rsid w:val="004360A9"/>
    <w:rsid w:val="00441448"/>
    <w:rsid w:val="00442511"/>
    <w:rsid w:val="00444B61"/>
    <w:rsid w:val="00445D5A"/>
    <w:rsid w:val="004613CC"/>
    <w:rsid w:val="00462496"/>
    <w:rsid w:val="00473728"/>
    <w:rsid w:val="004765EE"/>
    <w:rsid w:val="00485F2C"/>
    <w:rsid w:val="004A59A3"/>
    <w:rsid w:val="004B4E27"/>
    <w:rsid w:val="004C0D3F"/>
    <w:rsid w:val="004D2929"/>
    <w:rsid w:val="004D6805"/>
    <w:rsid w:val="004E1D83"/>
    <w:rsid w:val="004E7EA6"/>
    <w:rsid w:val="004F2944"/>
    <w:rsid w:val="00503D3A"/>
    <w:rsid w:val="005069B0"/>
    <w:rsid w:val="00511588"/>
    <w:rsid w:val="00515B23"/>
    <w:rsid w:val="005205F6"/>
    <w:rsid w:val="005208CA"/>
    <w:rsid w:val="0052141A"/>
    <w:rsid w:val="005218F2"/>
    <w:rsid w:val="00523BD2"/>
    <w:rsid w:val="00526317"/>
    <w:rsid w:val="00532D8E"/>
    <w:rsid w:val="00541E15"/>
    <w:rsid w:val="00542F75"/>
    <w:rsid w:val="00545875"/>
    <w:rsid w:val="0054770E"/>
    <w:rsid w:val="005511DF"/>
    <w:rsid w:val="00553BAD"/>
    <w:rsid w:val="0055745E"/>
    <w:rsid w:val="005578F2"/>
    <w:rsid w:val="005629C4"/>
    <w:rsid w:val="00563A25"/>
    <w:rsid w:val="00566CA7"/>
    <w:rsid w:val="00567411"/>
    <w:rsid w:val="00577775"/>
    <w:rsid w:val="00577A6D"/>
    <w:rsid w:val="00590556"/>
    <w:rsid w:val="00591F74"/>
    <w:rsid w:val="00593462"/>
    <w:rsid w:val="00594BBD"/>
    <w:rsid w:val="005A0407"/>
    <w:rsid w:val="005A23A7"/>
    <w:rsid w:val="005A6279"/>
    <w:rsid w:val="005B3525"/>
    <w:rsid w:val="005C1D16"/>
    <w:rsid w:val="005C535E"/>
    <w:rsid w:val="005C72F8"/>
    <w:rsid w:val="005E1A49"/>
    <w:rsid w:val="005E4EA5"/>
    <w:rsid w:val="005F2D59"/>
    <w:rsid w:val="005F4DC0"/>
    <w:rsid w:val="00607B2B"/>
    <w:rsid w:val="00613450"/>
    <w:rsid w:val="00615688"/>
    <w:rsid w:val="006219F0"/>
    <w:rsid w:val="006276E0"/>
    <w:rsid w:val="0063153C"/>
    <w:rsid w:val="00632929"/>
    <w:rsid w:val="00633A9F"/>
    <w:rsid w:val="006422B8"/>
    <w:rsid w:val="006463C3"/>
    <w:rsid w:val="00650411"/>
    <w:rsid w:val="0065221B"/>
    <w:rsid w:val="00654298"/>
    <w:rsid w:val="00674FE8"/>
    <w:rsid w:val="00677F70"/>
    <w:rsid w:val="006914E8"/>
    <w:rsid w:val="006963D9"/>
    <w:rsid w:val="006A127C"/>
    <w:rsid w:val="006A3C9B"/>
    <w:rsid w:val="006A7804"/>
    <w:rsid w:val="006B15C1"/>
    <w:rsid w:val="006B5500"/>
    <w:rsid w:val="006C5942"/>
    <w:rsid w:val="006D2565"/>
    <w:rsid w:val="006D331E"/>
    <w:rsid w:val="006D3797"/>
    <w:rsid w:val="006D6CCD"/>
    <w:rsid w:val="006E5BD7"/>
    <w:rsid w:val="006F1A1E"/>
    <w:rsid w:val="006F1A43"/>
    <w:rsid w:val="006F20CC"/>
    <w:rsid w:val="006F2A65"/>
    <w:rsid w:val="006F368B"/>
    <w:rsid w:val="006F3C2A"/>
    <w:rsid w:val="006F66B3"/>
    <w:rsid w:val="007052AF"/>
    <w:rsid w:val="00706725"/>
    <w:rsid w:val="00707993"/>
    <w:rsid w:val="00723069"/>
    <w:rsid w:val="007271BE"/>
    <w:rsid w:val="00735761"/>
    <w:rsid w:val="00736A5D"/>
    <w:rsid w:val="00737F69"/>
    <w:rsid w:val="00742DE2"/>
    <w:rsid w:val="007464F4"/>
    <w:rsid w:val="007519A9"/>
    <w:rsid w:val="007527AB"/>
    <w:rsid w:val="00757818"/>
    <w:rsid w:val="00763846"/>
    <w:rsid w:val="00763EEC"/>
    <w:rsid w:val="00764A91"/>
    <w:rsid w:val="00770034"/>
    <w:rsid w:val="00771672"/>
    <w:rsid w:val="00771AF1"/>
    <w:rsid w:val="00772E0C"/>
    <w:rsid w:val="007747A8"/>
    <w:rsid w:val="00781952"/>
    <w:rsid w:val="00782CFA"/>
    <w:rsid w:val="00790EAB"/>
    <w:rsid w:val="007A0756"/>
    <w:rsid w:val="007A1736"/>
    <w:rsid w:val="007A518D"/>
    <w:rsid w:val="007B21BC"/>
    <w:rsid w:val="007B354D"/>
    <w:rsid w:val="007B454C"/>
    <w:rsid w:val="007B7012"/>
    <w:rsid w:val="007C0946"/>
    <w:rsid w:val="007C321D"/>
    <w:rsid w:val="007C570D"/>
    <w:rsid w:val="007D3750"/>
    <w:rsid w:val="007D4B2F"/>
    <w:rsid w:val="007D4FFB"/>
    <w:rsid w:val="007D5D08"/>
    <w:rsid w:val="007E1F21"/>
    <w:rsid w:val="007E2E81"/>
    <w:rsid w:val="007E56DB"/>
    <w:rsid w:val="007F0B2E"/>
    <w:rsid w:val="007F3E2E"/>
    <w:rsid w:val="007F62E9"/>
    <w:rsid w:val="007F7C23"/>
    <w:rsid w:val="007F7F37"/>
    <w:rsid w:val="0080400F"/>
    <w:rsid w:val="00805B61"/>
    <w:rsid w:val="00810C12"/>
    <w:rsid w:val="00810D7F"/>
    <w:rsid w:val="0081361E"/>
    <w:rsid w:val="00815BBF"/>
    <w:rsid w:val="008177D3"/>
    <w:rsid w:val="0082269E"/>
    <w:rsid w:val="00826B49"/>
    <w:rsid w:val="00827301"/>
    <w:rsid w:val="008277A3"/>
    <w:rsid w:val="00831152"/>
    <w:rsid w:val="00832D64"/>
    <w:rsid w:val="00836C9A"/>
    <w:rsid w:val="0084011A"/>
    <w:rsid w:val="00844981"/>
    <w:rsid w:val="008449A7"/>
    <w:rsid w:val="00855194"/>
    <w:rsid w:val="008579C3"/>
    <w:rsid w:val="00866372"/>
    <w:rsid w:val="008852EE"/>
    <w:rsid w:val="008917BB"/>
    <w:rsid w:val="008924D5"/>
    <w:rsid w:val="008930D5"/>
    <w:rsid w:val="0089549A"/>
    <w:rsid w:val="008A0E50"/>
    <w:rsid w:val="008A114D"/>
    <w:rsid w:val="008A14FF"/>
    <w:rsid w:val="008A530E"/>
    <w:rsid w:val="008A5798"/>
    <w:rsid w:val="008A591B"/>
    <w:rsid w:val="008A5A24"/>
    <w:rsid w:val="008B4FB7"/>
    <w:rsid w:val="008B75CF"/>
    <w:rsid w:val="008C13D3"/>
    <w:rsid w:val="008C4A71"/>
    <w:rsid w:val="008C4D93"/>
    <w:rsid w:val="008C5F58"/>
    <w:rsid w:val="008D005D"/>
    <w:rsid w:val="008D269C"/>
    <w:rsid w:val="008D3A61"/>
    <w:rsid w:val="008E0A35"/>
    <w:rsid w:val="008E4F86"/>
    <w:rsid w:val="008F0E8B"/>
    <w:rsid w:val="008F63DA"/>
    <w:rsid w:val="008F6E09"/>
    <w:rsid w:val="009060AA"/>
    <w:rsid w:val="00920668"/>
    <w:rsid w:val="00924B80"/>
    <w:rsid w:val="00926434"/>
    <w:rsid w:val="00931E36"/>
    <w:rsid w:val="00943DF5"/>
    <w:rsid w:val="009508DE"/>
    <w:rsid w:val="00952413"/>
    <w:rsid w:val="00952DF2"/>
    <w:rsid w:val="00954D69"/>
    <w:rsid w:val="009624E9"/>
    <w:rsid w:val="00963FA1"/>
    <w:rsid w:val="009664E9"/>
    <w:rsid w:val="0097330B"/>
    <w:rsid w:val="00973E45"/>
    <w:rsid w:val="009754B3"/>
    <w:rsid w:val="009763CA"/>
    <w:rsid w:val="00977C1C"/>
    <w:rsid w:val="00980F45"/>
    <w:rsid w:val="00983325"/>
    <w:rsid w:val="009848D4"/>
    <w:rsid w:val="009A00D5"/>
    <w:rsid w:val="009B41F3"/>
    <w:rsid w:val="009B4E67"/>
    <w:rsid w:val="009B63A1"/>
    <w:rsid w:val="009B6493"/>
    <w:rsid w:val="009C1193"/>
    <w:rsid w:val="009C4B93"/>
    <w:rsid w:val="009E3E79"/>
    <w:rsid w:val="009E58B3"/>
    <w:rsid w:val="009E6398"/>
    <w:rsid w:val="009E645D"/>
    <w:rsid w:val="009F19A0"/>
    <w:rsid w:val="009F2491"/>
    <w:rsid w:val="009F2A1E"/>
    <w:rsid w:val="009F38CD"/>
    <w:rsid w:val="009F6567"/>
    <w:rsid w:val="009F6FEE"/>
    <w:rsid w:val="00A04F50"/>
    <w:rsid w:val="00A05356"/>
    <w:rsid w:val="00A076B7"/>
    <w:rsid w:val="00A10386"/>
    <w:rsid w:val="00A12ACE"/>
    <w:rsid w:val="00A20A0B"/>
    <w:rsid w:val="00A25F41"/>
    <w:rsid w:val="00A27904"/>
    <w:rsid w:val="00A30FCF"/>
    <w:rsid w:val="00A31208"/>
    <w:rsid w:val="00A32414"/>
    <w:rsid w:val="00A326E0"/>
    <w:rsid w:val="00A33A44"/>
    <w:rsid w:val="00A36B09"/>
    <w:rsid w:val="00A375DA"/>
    <w:rsid w:val="00A40FAD"/>
    <w:rsid w:val="00A42373"/>
    <w:rsid w:val="00A43E14"/>
    <w:rsid w:val="00A5042E"/>
    <w:rsid w:val="00A50C49"/>
    <w:rsid w:val="00A56A5C"/>
    <w:rsid w:val="00A6323F"/>
    <w:rsid w:val="00A63274"/>
    <w:rsid w:val="00A64B60"/>
    <w:rsid w:val="00A72C74"/>
    <w:rsid w:val="00A736D7"/>
    <w:rsid w:val="00A73B4F"/>
    <w:rsid w:val="00A76C1B"/>
    <w:rsid w:val="00A90FE8"/>
    <w:rsid w:val="00A92871"/>
    <w:rsid w:val="00A95F30"/>
    <w:rsid w:val="00AD3392"/>
    <w:rsid w:val="00AD3C55"/>
    <w:rsid w:val="00AE2763"/>
    <w:rsid w:val="00AE300B"/>
    <w:rsid w:val="00AF3DA6"/>
    <w:rsid w:val="00AF72B4"/>
    <w:rsid w:val="00AF7AC8"/>
    <w:rsid w:val="00B023F0"/>
    <w:rsid w:val="00B0698E"/>
    <w:rsid w:val="00B14457"/>
    <w:rsid w:val="00B214D3"/>
    <w:rsid w:val="00B24D91"/>
    <w:rsid w:val="00B32934"/>
    <w:rsid w:val="00B3447E"/>
    <w:rsid w:val="00B37F8B"/>
    <w:rsid w:val="00B40DF4"/>
    <w:rsid w:val="00B41A6D"/>
    <w:rsid w:val="00B43FB1"/>
    <w:rsid w:val="00B504BC"/>
    <w:rsid w:val="00B5155B"/>
    <w:rsid w:val="00B53654"/>
    <w:rsid w:val="00B57157"/>
    <w:rsid w:val="00B57E13"/>
    <w:rsid w:val="00B602C7"/>
    <w:rsid w:val="00B6101C"/>
    <w:rsid w:val="00B628B0"/>
    <w:rsid w:val="00B64A4C"/>
    <w:rsid w:val="00B66EC7"/>
    <w:rsid w:val="00B67333"/>
    <w:rsid w:val="00B675BE"/>
    <w:rsid w:val="00B74B5A"/>
    <w:rsid w:val="00B75CD2"/>
    <w:rsid w:val="00B84D26"/>
    <w:rsid w:val="00B93B06"/>
    <w:rsid w:val="00B977AF"/>
    <w:rsid w:val="00BA3DE5"/>
    <w:rsid w:val="00BB025D"/>
    <w:rsid w:val="00BB39A5"/>
    <w:rsid w:val="00BB4499"/>
    <w:rsid w:val="00BB5E33"/>
    <w:rsid w:val="00BC2E98"/>
    <w:rsid w:val="00BC3EB7"/>
    <w:rsid w:val="00BD1765"/>
    <w:rsid w:val="00BD6FB7"/>
    <w:rsid w:val="00BE0135"/>
    <w:rsid w:val="00BE1EBD"/>
    <w:rsid w:val="00BF5848"/>
    <w:rsid w:val="00BF6A1C"/>
    <w:rsid w:val="00C10E74"/>
    <w:rsid w:val="00C14751"/>
    <w:rsid w:val="00C14A5E"/>
    <w:rsid w:val="00C165CB"/>
    <w:rsid w:val="00C218CB"/>
    <w:rsid w:val="00C36ABA"/>
    <w:rsid w:val="00C37B38"/>
    <w:rsid w:val="00C405AC"/>
    <w:rsid w:val="00C40B3C"/>
    <w:rsid w:val="00C43FCF"/>
    <w:rsid w:val="00C4691B"/>
    <w:rsid w:val="00C46997"/>
    <w:rsid w:val="00C5349A"/>
    <w:rsid w:val="00C54E95"/>
    <w:rsid w:val="00C60A5A"/>
    <w:rsid w:val="00C6459B"/>
    <w:rsid w:val="00C67025"/>
    <w:rsid w:val="00C76A70"/>
    <w:rsid w:val="00C9063A"/>
    <w:rsid w:val="00C9627E"/>
    <w:rsid w:val="00CB1AB7"/>
    <w:rsid w:val="00CB259B"/>
    <w:rsid w:val="00CB7F88"/>
    <w:rsid w:val="00CD279B"/>
    <w:rsid w:val="00CD63EF"/>
    <w:rsid w:val="00CF305A"/>
    <w:rsid w:val="00CF3D6B"/>
    <w:rsid w:val="00CF6EE1"/>
    <w:rsid w:val="00CF75EC"/>
    <w:rsid w:val="00D01000"/>
    <w:rsid w:val="00D03809"/>
    <w:rsid w:val="00D1009D"/>
    <w:rsid w:val="00D12729"/>
    <w:rsid w:val="00D14CF8"/>
    <w:rsid w:val="00D15A5A"/>
    <w:rsid w:val="00D266DA"/>
    <w:rsid w:val="00D31D4B"/>
    <w:rsid w:val="00D33D14"/>
    <w:rsid w:val="00D36361"/>
    <w:rsid w:val="00D476C2"/>
    <w:rsid w:val="00D56C38"/>
    <w:rsid w:val="00D60F20"/>
    <w:rsid w:val="00D731CB"/>
    <w:rsid w:val="00D740EA"/>
    <w:rsid w:val="00D847B3"/>
    <w:rsid w:val="00D86C3E"/>
    <w:rsid w:val="00D96467"/>
    <w:rsid w:val="00D97A3C"/>
    <w:rsid w:val="00DA0BE3"/>
    <w:rsid w:val="00DB08E7"/>
    <w:rsid w:val="00DB0A23"/>
    <w:rsid w:val="00DB35A5"/>
    <w:rsid w:val="00DC2FFF"/>
    <w:rsid w:val="00DC4178"/>
    <w:rsid w:val="00DC54AC"/>
    <w:rsid w:val="00DC6F76"/>
    <w:rsid w:val="00DD2099"/>
    <w:rsid w:val="00DD72BD"/>
    <w:rsid w:val="00DD7652"/>
    <w:rsid w:val="00DD77DC"/>
    <w:rsid w:val="00DE36BC"/>
    <w:rsid w:val="00DE3BEC"/>
    <w:rsid w:val="00DE4EBC"/>
    <w:rsid w:val="00DE5771"/>
    <w:rsid w:val="00DF144B"/>
    <w:rsid w:val="00DF2993"/>
    <w:rsid w:val="00DF2BD5"/>
    <w:rsid w:val="00DF7C66"/>
    <w:rsid w:val="00E000EE"/>
    <w:rsid w:val="00E00EAA"/>
    <w:rsid w:val="00E04020"/>
    <w:rsid w:val="00E0625D"/>
    <w:rsid w:val="00E1039A"/>
    <w:rsid w:val="00E200DC"/>
    <w:rsid w:val="00E21904"/>
    <w:rsid w:val="00E278DF"/>
    <w:rsid w:val="00E307D5"/>
    <w:rsid w:val="00E30D02"/>
    <w:rsid w:val="00E46631"/>
    <w:rsid w:val="00E56C98"/>
    <w:rsid w:val="00E57FAC"/>
    <w:rsid w:val="00E6068A"/>
    <w:rsid w:val="00E65385"/>
    <w:rsid w:val="00E71322"/>
    <w:rsid w:val="00E7791A"/>
    <w:rsid w:val="00E807AE"/>
    <w:rsid w:val="00E849CD"/>
    <w:rsid w:val="00E84D61"/>
    <w:rsid w:val="00E85772"/>
    <w:rsid w:val="00E87464"/>
    <w:rsid w:val="00E92C24"/>
    <w:rsid w:val="00E9306A"/>
    <w:rsid w:val="00E9377F"/>
    <w:rsid w:val="00EA0C7C"/>
    <w:rsid w:val="00EA0E67"/>
    <w:rsid w:val="00EA3CCF"/>
    <w:rsid w:val="00EA4D63"/>
    <w:rsid w:val="00EB0307"/>
    <w:rsid w:val="00EC4B61"/>
    <w:rsid w:val="00EC596C"/>
    <w:rsid w:val="00ED0F51"/>
    <w:rsid w:val="00ED6E23"/>
    <w:rsid w:val="00EE1207"/>
    <w:rsid w:val="00EE3D0F"/>
    <w:rsid w:val="00EE4D4D"/>
    <w:rsid w:val="00EF54AB"/>
    <w:rsid w:val="00F01DF4"/>
    <w:rsid w:val="00F03BA9"/>
    <w:rsid w:val="00F12CD7"/>
    <w:rsid w:val="00F13C0A"/>
    <w:rsid w:val="00F14371"/>
    <w:rsid w:val="00F144AA"/>
    <w:rsid w:val="00F174E5"/>
    <w:rsid w:val="00F2194E"/>
    <w:rsid w:val="00F2603D"/>
    <w:rsid w:val="00F27139"/>
    <w:rsid w:val="00F32B04"/>
    <w:rsid w:val="00F4238D"/>
    <w:rsid w:val="00F53679"/>
    <w:rsid w:val="00F6048E"/>
    <w:rsid w:val="00F70090"/>
    <w:rsid w:val="00F72C56"/>
    <w:rsid w:val="00F75C15"/>
    <w:rsid w:val="00F849DE"/>
    <w:rsid w:val="00F84DA9"/>
    <w:rsid w:val="00F86486"/>
    <w:rsid w:val="00F9218F"/>
    <w:rsid w:val="00F94F04"/>
    <w:rsid w:val="00F96880"/>
    <w:rsid w:val="00FA3A2E"/>
    <w:rsid w:val="00FA469F"/>
    <w:rsid w:val="00FB09D3"/>
    <w:rsid w:val="00FB1D18"/>
    <w:rsid w:val="00FB2E15"/>
    <w:rsid w:val="00FB5211"/>
    <w:rsid w:val="00FC6403"/>
    <w:rsid w:val="00FC6C3C"/>
    <w:rsid w:val="00FD0019"/>
    <w:rsid w:val="00FD0930"/>
    <w:rsid w:val="00FD2AD5"/>
    <w:rsid w:val="00FD5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4B3"/>
    <w:rPr>
      <w:rFonts w:ascii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54B3"/>
    <w:pPr>
      <w:keepNext/>
      <w:outlineLvl w:val="0"/>
    </w:pPr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54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754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54B3"/>
    <w:rPr>
      <w:rFonts w:ascii="Arial" w:hAnsi="Arial"/>
      <w:sz w:val="20"/>
      <w:lang w:eastAsia="pl-PL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754B3"/>
    <w:rPr>
      <w:rFonts w:ascii="Cambria" w:hAnsi="Cambria"/>
      <w:b/>
      <w:i/>
      <w:sz w:val="28"/>
      <w:lang w:eastAsia="pl-PL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754B3"/>
    <w:rPr>
      <w:rFonts w:ascii="Cambria" w:hAnsi="Cambria"/>
      <w:b/>
      <w:sz w:val="26"/>
      <w:lang w:eastAsia="pl-PL"/>
    </w:rPr>
  </w:style>
  <w:style w:type="paragraph" w:styleId="Header">
    <w:name w:val="header"/>
    <w:basedOn w:val="Normal"/>
    <w:link w:val="HeaderChar"/>
    <w:uiPriority w:val="99"/>
    <w:rsid w:val="009754B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754B3"/>
    <w:rPr>
      <w:rFonts w:ascii="Times New Roman" w:hAnsi="Times New Roman"/>
      <w:sz w:val="20"/>
      <w:lang w:eastAsia="pl-PL"/>
    </w:rPr>
  </w:style>
  <w:style w:type="paragraph" w:styleId="Footer">
    <w:name w:val="footer"/>
    <w:basedOn w:val="Normal"/>
    <w:link w:val="FooterChar"/>
    <w:uiPriority w:val="99"/>
    <w:rsid w:val="009754B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754B3"/>
    <w:rPr>
      <w:rFonts w:ascii="Times New Roman" w:hAnsi="Times New Roman"/>
      <w:sz w:val="20"/>
      <w:lang w:eastAsia="pl-PL"/>
    </w:rPr>
  </w:style>
  <w:style w:type="paragraph" w:styleId="BodyText">
    <w:name w:val="Body Text"/>
    <w:basedOn w:val="Normal"/>
    <w:link w:val="BodyTextChar"/>
    <w:uiPriority w:val="99"/>
    <w:rsid w:val="009754B3"/>
  </w:style>
  <w:style w:type="character" w:customStyle="1" w:styleId="BodyTextChar">
    <w:name w:val="Body Text Char"/>
    <w:basedOn w:val="DefaultParagraphFont"/>
    <w:link w:val="BodyText"/>
    <w:uiPriority w:val="99"/>
    <w:locked/>
    <w:rsid w:val="009754B3"/>
    <w:rPr>
      <w:rFonts w:ascii="Times New Roman" w:hAnsi="Times New Roman"/>
      <w:sz w:val="20"/>
      <w:lang w:eastAsia="pl-PL"/>
    </w:rPr>
  </w:style>
  <w:style w:type="paragraph" w:styleId="BodyTextIndent">
    <w:name w:val="Body Text Indent"/>
    <w:basedOn w:val="Normal"/>
    <w:link w:val="BodyTextIndentChar"/>
    <w:uiPriority w:val="99"/>
    <w:rsid w:val="009754B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54B3"/>
    <w:rPr>
      <w:rFonts w:ascii="Times New Roman" w:hAnsi="Times New Roman"/>
      <w:sz w:val="20"/>
      <w:lang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754B3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754B3"/>
    <w:rPr>
      <w:rFonts w:ascii="Times New Roman" w:hAnsi="Times New Roman"/>
      <w:sz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9754B3"/>
    <w:rPr>
      <w:rFonts w:cs="Times New Roman"/>
      <w:vertAlign w:val="superscript"/>
    </w:rPr>
  </w:style>
  <w:style w:type="paragraph" w:customStyle="1" w:styleId="WW-Tekstpodstawowywcity2">
    <w:name w:val="WW-Tekst podstawowy wcięty 2"/>
    <w:basedOn w:val="Normal"/>
    <w:uiPriority w:val="99"/>
    <w:rsid w:val="009754B3"/>
    <w:pPr>
      <w:suppressAutoHyphens/>
      <w:ind w:firstLine="851"/>
      <w:jc w:val="both"/>
    </w:pPr>
    <w:rPr>
      <w:sz w:val="24"/>
      <w:lang w:eastAsia="ar-SA"/>
    </w:rPr>
  </w:style>
  <w:style w:type="paragraph" w:customStyle="1" w:styleId="WW-Tekstpodstawowy3">
    <w:name w:val="WW-Tekst podstawowy 3"/>
    <w:basedOn w:val="Normal"/>
    <w:uiPriority w:val="99"/>
    <w:rsid w:val="009754B3"/>
    <w:pPr>
      <w:suppressAutoHyphens/>
      <w:spacing w:line="480" w:lineRule="auto"/>
      <w:jc w:val="both"/>
    </w:pPr>
    <w:rPr>
      <w:b/>
      <w:sz w:val="32"/>
    </w:rPr>
  </w:style>
  <w:style w:type="paragraph" w:styleId="BalloonText">
    <w:name w:val="Balloon Text"/>
    <w:basedOn w:val="Normal"/>
    <w:link w:val="BalloonTextChar"/>
    <w:uiPriority w:val="99"/>
    <w:semiHidden/>
    <w:rsid w:val="00B214D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14D3"/>
    <w:rPr>
      <w:rFonts w:ascii="Tahoma" w:hAnsi="Tahoma"/>
      <w:sz w:val="16"/>
      <w:lang w:eastAsia="pl-PL"/>
    </w:rPr>
  </w:style>
  <w:style w:type="paragraph" w:customStyle="1" w:styleId="body">
    <w:name w:val="body"/>
    <w:basedOn w:val="Normal"/>
    <w:uiPriority w:val="99"/>
    <w:rsid w:val="002B7670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Courier New" w:hAnsi="Courier New" w:cs="Courier New"/>
      <w:sz w:val="24"/>
      <w:szCs w:val="24"/>
      <w:lang w:val="en-GB" w:eastAsia="en-US"/>
    </w:rPr>
  </w:style>
  <w:style w:type="table" w:styleId="TableGrid">
    <w:name w:val="Table Grid"/>
    <w:basedOn w:val="TableNormal"/>
    <w:uiPriority w:val="99"/>
    <w:rsid w:val="002B7670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BE0135"/>
    <w:pPr>
      <w:spacing w:before="100" w:beforeAutospacing="1" w:after="100" w:afterAutospacing="1"/>
    </w:pPr>
    <w:rPr>
      <w:sz w:val="24"/>
      <w:szCs w:val="24"/>
    </w:rPr>
  </w:style>
  <w:style w:type="paragraph" w:customStyle="1" w:styleId="Ustp">
    <w:name w:val="Ustęp"/>
    <w:basedOn w:val="Heading3"/>
    <w:link w:val="UstpZnak"/>
    <w:uiPriority w:val="99"/>
    <w:rsid w:val="00DA0BE3"/>
    <w:pPr>
      <w:keepLines/>
      <w:widowControl w:val="0"/>
      <w:numPr>
        <w:numId w:val="13"/>
      </w:numPr>
      <w:autoSpaceDE w:val="0"/>
      <w:autoSpaceDN w:val="0"/>
      <w:adjustRightInd w:val="0"/>
      <w:spacing w:before="0"/>
      <w:jc w:val="both"/>
    </w:pPr>
    <w:rPr>
      <w:sz w:val="22"/>
      <w:szCs w:val="24"/>
    </w:rPr>
  </w:style>
  <w:style w:type="character" w:customStyle="1" w:styleId="UstpZnak">
    <w:name w:val="Ustęp Znak"/>
    <w:link w:val="Ustp"/>
    <w:uiPriority w:val="99"/>
    <w:locked/>
    <w:rsid w:val="00DA0BE3"/>
    <w:rPr>
      <w:rFonts w:ascii="Cambria" w:hAnsi="Cambria"/>
      <w:b/>
      <w:sz w:val="24"/>
      <w:lang w:eastAsia="pl-PL"/>
    </w:rPr>
  </w:style>
  <w:style w:type="paragraph" w:customStyle="1" w:styleId="Default">
    <w:name w:val="Default"/>
    <w:uiPriority w:val="99"/>
    <w:rsid w:val="00503D3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297B7D"/>
    <w:pPr>
      <w:ind w:left="720"/>
      <w:contextualSpacing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7271B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7271BE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271BE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271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271BE"/>
    <w:rPr>
      <w:b/>
    </w:rPr>
  </w:style>
  <w:style w:type="paragraph" w:styleId="Revision">
    <w:name w:val="Revision"/>
    <w:hidden/>
    <w:uiPriority w:val="99"/>
    <w:semiHidden/>
    <w:rsid w:val="008277A3"/>
    <w:rPr>
      <w:rFonts w:ascii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rsid w:val="00A375DA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A375DA"/>
    <w:rPr>
      <w:rFonts w:ascii="Times New Roman" w:hAnsi="Times New Roman"/>
    </w:rPr>
  </w:style>
  <w:style w:type="character" w:styleId="EndnoteReference">
    <w:name w:val="endnote reference"/>
    <w:basedOn w:val="DefaultParagraphFont"/>
    <w:uiPriority w:val="99"/>
    <w:semiHidden/>
    <w:rsid w:val="00A375DA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AF7AC8"/>
    <w:rPr>
      <w:rFonts w:cs="Times New Roman"/>
      <w:color w:val="0000FF"/>
      <w:u w:val="single"/>
    </w:rPr>
  </w:style>
  <w:style w:type="table" w:customStyle="1" w:styleId="Tabela-Siatka1">
    <w:name w:val="Tabela - Siatka1"/>
    <w:uiPriority w:val="99"/>
    <w:rsid w:val="009060AA"/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46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fs-stypendia.slaskie.pl" TargetMode="External"/><Relationship Id="rId1" Type="http://schemas.openxmlformats.org/officeDocument/2006/relationships/hyperlink" Target="http://www.efs-stypendia.slaskie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10</Pages>
  <Words>2019</Words>
  <Characters>12119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ROZWOJU UCZNIA </dc:title>
  <dc:subject/>
  <dc:creator>User</dc:creator>
  <cp:keywords/>
  <dc:description/>
  <cp:lastModifiedBy>Winecka</cp:lastModifiedBy>
  <cp:revision>2</cp:revision>
  <cp:lastPrinted>2018-09-07T06:27:00Z</cp:lastPrinted>
  <dcterms:created xsi:type="dcterms:W3CDTF">2018-10-04T09:07:00Z</dcterms:created>
  <dcterms:modified xsi:type="dcterms:W3CDTF">2018-10-04T09:07:00Z</dcterms:modified>
</cp:coreProperties>
</file>